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3A6B8CB" w14:textId="77777777" w:rsidR="00F64786" w:rsidRDefault="00F64786" w:rsidP="00D31450">
            <w:pPr>
              <w:ind w:right="169"/>
            </w:pPr>
          </w:p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00C8F008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D31450">
            <w:pPr>
              <w:ind w:right="169"/>
            </w:pPr>
            <w:r w:rsidRPr="003E6B9A">
              <w:t>Naše zn.</w:t>
            </w:r>
          </w:p>
        </w:tc>
        <w:tc>
          <w:tcPr>
            <w:tcW w:w="2552" w:type="dxa"/>
          </w:tcPr>
          <w:p w14:paraId="2FFEACB5" w14:textId="20C67322" w:rsidR="00F862D6" w:rsidRPr="003E6B9A" w:rsidRDefault="004F5C44" w:rsidP="00F31794">
            <w:pPr>
              <w:ind w:right="169"/>
            </w:pPr>
            <w:r w:rsidRPr="004F5C44">
              <w:rPr>
                <w:rFonts w:ascii="Helvetica" w:hAnsi="Helvetica"/>
              </w:rPr>
              <w:t>9989/2024-SŽ-SSV-Ú3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D31450">
            <w:pPr>
              <w:ind w:right="169"/>
            </w:pPr>
            <w:r>
              <w:t>Listů/příloh</w:t>
            </w:r>
          </w:p>
        </w:tc>
        <w:tc>
          <w:tcPr>
            <w:tcW w:w="2552" w:type="dxa"/>
          </w:tcPr>
          <w:p w14:paraId="333CD487" w14:textId="51A1A246" w:rsidR="00F862D6" w:rsidRPr="003B7930" w:rsidRDefault="003B7930" w:rsidP="00D31450">
            <w:pPr>
              <w:ind w:right="169"/>
            </w:pPr>
            <w:r w:rsidRPr="003B7930">
              <w:t>8</w:t>
            </w:r>
            <w:r w:rsidR="003E6B9A" w:rsidRPr="003B7930">
              <w:t>/</w:t>
            </w:r>
            <w:r w:rsidRPr="003B7930">
              <w:t>11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D31450">
            <w:pPr>
              <w:ind w:right="169"/>
            </w:pPr>
            <w:bookmarkStart w:id="0" w:name="_GoBack"/>
            <w:bookmarkEnd w:id="0"/>
          </w:p>
        </w:tc>
        <w:tc>
          <w:tcPr>
            <w:tcW w:w="2552" w:type="dxa"/>
          </w:tcPr>
          <w:p w14:paraId="133F3BF2" w14:textId="77777777" w:rsidR="00F862D6" w:rsidRPr="003B7930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31450">
            <w:pPr>
              <w:ind w:right="169"/>
            </w:pPr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D31450">
            <w:pPr>
              <w:ind w:right="169"/>
            </w:pPr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36F90D31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31450">
            <w:pPr>
              <w:ind w:right="169"/>
            </w:pPr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D31450">
            <w:pPr>
              <w:ind w:right="169"/>
            </w:pPr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31450">
            <w:pPr>
              <w:ind w:right="169"/>
            </w:pPr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D31450">
            <w:pPr>
              <w:ind w:right="169"/>
            </w:pPr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31450">
            <w:pPr>
              <w:ind w:right="169"/>
            </w:pPr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2A858C15" w:rsidR="009A7568" w:rsidRPr="003E6B9A" w:rsidRDefault="009A7568" w:rsidP="00D31450">
            <w:pPr>
              <w:ind w:right="169"/>
            </w:pPr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B7930">
              <w:rPr>
                <w:noProof/>
              </w:rPr>
              <w:t>12.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31450">
            <w:pPr>
              <w:ind w:right="169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DA9BB2C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06470962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F52FC1">
        <w:rPr>
          <w:rFonts w:eastAsia="Calibri" w:cs="Times New Roman"/>
          <w:lang w:eastAsia="cs-CZ"/>
        </w:rPr>
        <w:t>2</w:t>
      </w:r>
      <w:r w:rsidR="00047078">
        <w:rPr>
          <w:rFonts w:eastAsia="Calibri" w:cs="Times New Roman"/>
          <w:lang w:eastAsia="cs-CZ"/>
        </w:rPr>
        <w:t>3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6A56EE" w14:textId="3B95DEB3" w:rsidR="0027712A" w:rsidRPr="003B26A4" w:rsidRDefault="0027712A" w:rsidP="00047078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6F47DEE6" w14:textId="77777777" w:rsidR="00047078" w:rsidRPr="00047078" w:rsidRDefault="0027712A" w:rsidP="00047078">
      <w:pPr>
        <w:spacing w:after="0"/>
      </w:pPr>
      <w:r w:rsidRPr="00047078">
        <w:rPr>
          <w:rFonts w:eastAsia="Calibri" w:cs="Times New Roman"/>
          <w:b/>
          <w:lang w:eastAsia="cs-CZ"/>
        </w:rPr>
        <w:t xml:space="preserve">Dotaz č. </w:t>
      </w:r>
      <w:r w:rsidR="00F52FC1" w:rsidRPr="00047078">
        <w:rPr>
          <w:rFonts w:eastAsia="Calibri" w:cs="Times New Roman"/>
          <w:b/>
          <w:lang w:eastAsia="cs-CZ"/>
        </w:rPr>
        <w:t>2</w:t>
      </w:r>
      <w:r w:rsidR="00047078" w:rsidRPr="00047078">
        <w:rPr>
          <w:rFonts w:eastAsia="Calibri" w:cs="Times New Roman"/>
          <w:b/>
          <w:lang w:eastAsia="cs-CZ"/>
        </w:rPr>
        <w:t>83</w:t>
      </w:r>
      <w:r w:rsidR="00047078" w:rsidRPr="00047078">
        <w:t xml:space="preserve"> </w:t>
      </w:r>
    </w:p>
    <w:p w14:paraId="4D53E6B7" w14:textId="4F4D9B33" w:rsidR="00047078" w:rsidRPr="00047078" w:rsidRDefault="00047078" w:rsidP="00047078">
      <w:pPr>
        <w:spacing w:after="0"/>
        <w:rPr>
          <w:b/>
        </w:rPr>
      </w:pPr>
      <w:r w:rsidRPr="00047078">
        <w:rPr>
          <w:b/>
        </w:rPr>
        <w:t>SO 18-21-01 Propustek v km 0,897</w:t>
      </w:r>
    </w:p>
    <w:p w14:paraId="26C6E6AE" w14:textId="783B9539" w:rsidR="00047078" w:rsidRPr="00047078" w:rsidRDefault="00047078" w:rsidP="00047078">
      <w:pPr>
        <w:spacing w:after="0"/>
      </w:pPr>
      <w:r w:rsidRPr="00047078">
        <w:t xml:space="preserve">Z projektové dokumentace není zřejmé, kde se nachází položky: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94"/>
        <w:gridCol w:w="1240"/>
        <w:gridCol w:w="374"/>
        <w:gridCol w:w="4932"/>
        <w:gridCol w:w="538"/>
        <w:gridCol w:w="1024"/>
      </w:tblGrid>
      <w:tr w:rsidR="00047078" w:rsidRPr="00047078" w14:paraId="04C57B4D" w14:textId="77777777" w:rsidTr="00F242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" w:type="dxa"/>
            <w:hideMark/>
          </w:tcPr>
          <w:p w14:paraId="378C5FC7" w14:textId="77777777" w:rsidR="00047078" w:rsidRPr="00047078" w:rsidRDefault="00047078" w:rsidP="00047078">
            <w:pPr>
              <w:spacing w:line="264" w:lineRule="auto"/>
              <w:rPr>
                <w:sz w:val="18"/>
              </w:rPr>
            </w:pPr>
            <w:r w:rsidRPr="00047078">
              <w:rPr>
                <w:sz w:val="18"/>
              </w:rPr>
              <w:t>14</w:t>
            </w:r>
          </w:p>
        </w:tc>
        <w:tc>
          <w:tcPr>
            <w:tcW w:w="1273" w:type="dxa"/>
            <w:hideMark/>
          </w:tcPr>
          <w:p w14:paraId="1F432279" w14:textId="77777777" w:rsidR="00047078" w:rsidRPr="00047078" w:rsidRDefault="00047078" w:rsidP="00047078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7078">
              <w:rPr>
                <w:sz w:val="18"/>
              </w:rPr>
              <w:t>311365</w:t>
            </w:r>
          </w:p>
        </w:tc>
        <w:tc>
          <w:tcPr>
            <w:tcW w:w="387" w:type="dxa"/>
            <w:hideMark/>
          </w:tcPr>
          <w:p w14:paraId="6D8E32E1" w14:textId="77777777" w:rsidR="00047078" w:rsidRPr="00047078" w:rsidRDefault="00047078" w:rsidP="00047078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7078">
              <w:rPr>
                <w:sz w:val="18"/>
              </w:rPr>
              <w:t> </w:t>
            </w:r>
          </w:p>
        </w:tc>
        <w:tc>
          <w:tcPr>
            <w:tcW w:w="5245" w:type="dxa"/>
            <w:hideMark/>
          </w:tcPr>
          <w:p w14:paraId="0342C10D" w14:textId="77777777" w:rsidR="00047078" w:rsidRPr="00047078" w:rsidRDefault="00047078" w:rsidP="00047078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7078">
              <w:rPr>
                <w:sz w:val="18"/>
              </w:rPr>
              <w:t>VÝZTUŽ ZDÍ A STEN PODP A VOL Z OCELI 10505, B500B</w:t>
            </w:r>
          </w:p>
        </w:tc>
        <w:tc>
          <w:tcPr>
            <w:tcW w:w="512" w:type="dxa"/>
            <w:hideMark/>
          </w:tcPr>
          <w:p w14:paraId="32F4C4FF" w14:textId="77777777" w:rsidR="00047078" w:rsidRPr="00047078" w:rsidRDefault="00047078" w:rsidP="00047078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7078">
              <w:rPr>
                <w:sz w:val="18"/>
              </w:rPr>
              <w:t>T</w:t>
            </w:r>
          </w:p>
        </w:tc>
        <w:tc>
          <w:tcPr>
            <w:tcW w:w="1034" w:type="dxa"/>
            <w:hideMark/>
          </w:tcPr>
          <w:p w14:paraId="73364A18" w14:textId="77777777" w:rsidR="00047078" w:rsidRPr="00047078" w:rsidRDefault="00047078" w:rsidP="00047078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7078">
              <w:rPr>
                <w:sz w:val="18"/>
              </w:rPr>
              <w:t>0,5160</w:t>
            </w:r>
          </w:p>
        </w:tc>
      </w:tr>
      <w:tr w:rsidR="00047078" w:rsidRPr="00047078" w14:paraId="68607761" w14:textId="77777777" w:rsidTr="00F242B7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" w:type="dxa"/>
            <w:hideMark/>
          </w:tcPr>
          <w:p w14:paraId="2717E0C3" w14:textId="77777777" w:rsidR="00047078" w:rsidRPr="00047078" w:rsidRDefault="00047078" w:rsidP="00047078">
            <w:pPr>
              <w:spacing w:line="264" w:lineRule="auto"/>
              <w:jc w:val="center"/>
              <w:rPr>
                <w:rFonts w:eastAsia="Times New Roman" w:cs="Arial"/>
                <w:sz w:val="18"/>
                <w:lang w:eastAsia="cs-CZ"/>
              </w:rPr>
            </w:pPr>
            <w:r w:rsidRPr="00047078">
              <w:rPr>
                <w:rFonts w:eastAsia="Times New Roman" w:cs="Arial"/>
                <w:sz w:val="18"/>
                <w:lang w:eastAsia="cs-CZ"/>
              </w:rPr>
              <w:t>15</w:t>
            </w:r>
          </w:p>
        </w:tc>
        <w:tc>
          <w:tcPr>
            <w:tcW w:w="1273" w:type="dxa"/>
            <w:hideMark/>
          </w:tcPr>
          <w:p w14:paraId="5A165D9F" w14:textId="77777777" w:rsidR="00047078" w:rsidRPr="00047078" w:rsidRDefault="00047078" w:rsidP="00047078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047078">
              <w:rPr>
                <w:rFonts w:eastAsia="Times New Roman" w:cs="Arial"/>
                <w:sz w:val="18"/>
                <w:lang w:eastAsia="cs-CZ"/>
              </w:rPr>
              <w:t>32732</w:t>
            </w:r>
          </w:p>
        </w:tc>
        <w:tc>
          <w:tcPr>
            <w:tcW w:w="387" w:type="dxa"/>
            <w:hideMark/>
          </w:tcPr>
          <w:p w14:paraId="2712933A" w14:textId="77777777" w:rsidR="00047078" w:rsidRPr="00047078" w:rsidRDefault="00047078" w:rsidP="00047078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047078">
              <w:rPr>
                <w:rFonts w:eastAsia="Times New Roman" w:cs="Arial"/>
                <w:sz w:val="18"/>
                <w:lang w:eastAsia="cs-CZ"/>
              </w:rPr>
              <w:t> </w:t>
            </w:r>
          </w:p>
        </w:tc>
        <w:tc>
          <w:tcPr>
            <w:tcW w:w="5245" w:type="dxa"/>
            <w:hideMark/>
          </w:tcPr>
          <w:p w14:paraId="0EA6D238" w14:textId="77777777" w:rsidR="00047078" w:rsidRPr="00047078" w:rsidRDefault="00047078" w:rsidP="00047078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047078">
              <w:rPr>
                <w:rFonts w:eastAsia="Times New Roman" w:cs="Arial"/>
                <w:sz w:val="18"/>
                <w:lang w:eastAsia="cs-CZ"/>
              </w:rPr>
              <w:t>ZDI OPER, ZÁRUB, NÁBREŽ ZE ŽELEZOBET</w:t>
            </w:r>
          </w:p>
        </w:tc>
        <w:tc>
          <w:tcPr>
            <w:tcW w:w="512" w:type="dxa"/>
            <w:hideMark/>
          </w:tcPr>
          <w:p w14:paraId="30DB6006" w14:textId="77777777" w:rsidR="00047078" w:rsidRPr="00047078" w:rsidRDefault="00047078" w:rsidP="00047078">
            <w:pPr>
              <w:spacing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047078">
              <w:rPr>
                <w:rFonts w:eastAsia="Times New Roman" w:cs="Arial"/>
                <w:sz w:val="18"/>
                <w:lang w:eastAsia="cs-CZ"/>
              </w:rPr>
              <w:t>M3</w:t>
            </w:r>
          </w:p>
        </w:tc>
        <w:tc>
          <w:tcPr>
            <w:tcW w:w="1034" w:type="dxa"/>
            <w:hideMark/>
          </w:tcPr>
          <w:p w14:paraId="6AFF8A10" w14:textId="77777777" w:rsidR="00047078" w:rsidRPr="00047078" w:rsidRDefault="00047078" w:rsidP="00047078">
            <w:pPr>
              <w:spacing w:line="264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047078">
              <w:rPr>
                <w:rFonts w:eastAsia="Times New Roman" w:cs="Arial"/>
                <w:sz w:val="18"/>
                <w:lang w:eastAsia="cs-CZ"/>
              </w:rPr>
              <w:t>18,0000</w:t>
            </w:r>
          </w:p>
        </w:tc>
      </w:tr>
      <w:tr w:rsidR="00047078" w:rsidRPr="00047078" w14:paraId="409DAD2A" w14:textId="77777777" w:rsidTr="00F242B7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" w:type="dxa"/>
            <w:hideMark/>
          </w:tcPr>
          <w:p w14:paraId="57D0AFE9" w14:textId="77777777" w:rsidR="00047078" w:rsidRPr="00047078" w:rsidRDefault="00047078" w:rsidP="00047078">
            <w:pPr>
              <w:spacing w:line="264" w:lineRule="auto"/>
              <w:jc w:val="center"/>
              <w:rPr>
                <w:rFonts w:eastAsia="Times New Roman" w:cs="Arial"/>
                <w:sz w:val="18"/>
                <w:lang w:eastAsia="cs-CZ"/>
              </w:rPr>
            </w:pPr>
            <w:r w:rsidRPr="00047078">
              <w:rPr>
                <w:rFonts w:eastAsia="Times New Roman" w:cs="Arial"/>
                <w:sz w:val="18"/>
                <w:lang w:eastAsia="cs-CZ"/>
              </w:rPr>
              <w:t>24</w:t>
            </w:r>
          </w:p>
        </w:tc>
        <w:tc>
          <w:tcPr>
            <w:tcW w:w="1273" w:type="dxa"/>
            <w:hideMark/>
          </w:tcPr>
          <w:p w14:paraId="7BF95828" w14:textId="77777777" w:rsidR="00047078" w:rsidRPr="00047078" w:rsidRDefault="00047078" w:rsidP="00047078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047078">
              <w:rPr>
                <w:rFonts w:eastAsia="Times New Roman" w:cs="Arial"/>
                <w:sz w:val="18"/>
                <w:lang w:eastAsia="cs-CZ"/>
              </w:rPr>
              <w:t>9181E5</w:t>
            </w:r>
          </w:p>
        </w:tc>
        <w:tc>
          <w:tcPr>
            <w:tcW w:w="387" w:type="dxa"/>
            <w:hideMark/>
          </w:tcPr>
          <w:p w14:paraId="27B7E08E" w14:textId="77777777" w:rsidR="00047078" w:rsidRPr="00047078" w:rsidRDefault="00047078" w:rsidP="00047078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047078">
              <w:rPr>
                <w:rFonts w:eastAsia="Times New Roman" w:cs="Arial"/>
                <w:sz w:val="18"/>
                <w:lang w:eastAsia="cs-CZ"/>
              </w:rPr>
              <w:t> </w:t>
            </w:r>
          </w:p>
        </w:tc>
        <w:tc>
          <w:tcPr>
            <w:tcW w:w="5245" w:type="dxa"/>
            <w:hideMark/>
          </w:tcPr>
          <w:p w14:paraId="542E8253" w14:textId="77777777" w:rsidR="00047078" w:rsidRPr="00047078" w:rsidRDefault="00047078" w:rsidP="00047078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047078">
              <w:rPr>
                <w:rFonts w:eastAsia="Times New Roman" w:cs="Arial"/>
                <w:sz w:val="18"/>
                <w:lang w:eastAsia="cs-CZ"/>
              </w:rPr>
              <w:t>CELA PROPUSTU Z TRUB DN DO 800MM Z BETONU DO C 30/37</w:t>
            </w:r>
          </w:p>
        </w:tc>
        <w:tc>
          <w:tcPr>
            <w:tcW w:w="512" w:type="dxa"/>
            <w:hideMark/>
          </w:tcPr>
          <w:p w14:paraId="174A82B8" w14:textId="77777777" w:rsidR="00047078" w:rsidRPr="00047078" w:rsidRDefault="00047078" w:rsidP="00047078">
            <w:pPr>
              <w:spacing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047078">
              <w:rPr>
                <w:rFonts w:eastAsia="Times New Roman" w:cs="Arial"/>
                <w:sz w:val="18"/>
                <w:lang w:eastAsia="cs-CZ"/>
              </w:rPr>
              <w:t>KUS</w:t>
            </w:r>
          </w:p>
        </w:tc>
        <w:tc>
          <w:tcPr>
            <w:tcW w:w="1034" w:type="dxa"/>
            <w:hideMark/>
          </w:tcPr>
          <w:p w14:paraId="20859B25" w14:textId="77777777" w:rsidR="00047078" w:rsidRPr="00047078" w:rsidRDefault="00047078" w:rsidP="00047078">
            <w:pPr>
              <w:spacing w:line="264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047078">
              <w:rPr>
                <w:rFonts w:eastAsia="Times New Roman" w:cs="Arial"/>
                <w:sz w:val="18"/>
                <w:lang w:eastAsia="cs-CZ"/>
              </w:rPr>
              <w:t>1,0000</w:t>
            </w:r>
          </w:p>
        </w:tc>
      </w:tr>
    </w:tbl>
    <w:p w14:paraId="7C08EC1C" w14:textId="77777777" w:rsidR="00047078" w:rsidRPr="00047078" w:rsidRDefault="00047078" w:rsidP="00047078">
      <w:pPr>
        <w:spacing w:after="0"/>
      </w:pPr>
    </w:p>
    <w:p w14:paraId="7D56F5CA" w14:textId="1632395E" w:rsidR="00047078" w:rsidRPr="00047078" w:rsidRDefault="00047078" w:rsidP="00047078">
      <w:pPr>
        <w:spacing w:after="0"/>
      </w:pPr>
      <w:r w:rsidRPr="00047078">
        <w:t>Jelikož se v rámci objektu buduje nová vtoková železobetonová šachta (pol.č.20), která je kompletní vč. výztuže (viz. výkresy 301 a 311) a tvoří zároveň čelo propustku na vtoku a propustek je zakončen na výtoku ŽB šikmým prefabrikátem s odlážděním svahu, není zřejmé kde se výše uvedené položky v objektu nachází.</w:t>
      </w:r>
    </w:p>
    <w:p w14:paraId="0C203DE6" w14:textId="77777777" w:rsidR="00047078" w:rsidRPr="00047078" w:rsidRDefault="00047078" w:rsidP="00047078">
      <w:pPr>
        <w:spacing w:after="0"/>
      </w:pPr>
      <w:r w:rsidRPr="00047078">
        <w:t>Žádáme zadavatele o prověření a případné odstranění těchto položek z výkazu výměr.</w:t>
      </w:r>
    </w:p>
    <w:p w14:paraId="1E4C61D2" w14:textId="69E4C825" w:rsidR="00A02302" w:rsidRPr="00047078" w:rsidRDefault="00A02302" w:rsidP="00047078">
      <w:pPr>
        <w:spacing w:after="0"/>
        <w:rPr>
          <w:rFonts w:eastAsia="Calibri" w:cs="Times New Roman"/>
          <w:b/>
          <w:lang w:eastAsia="cs-CZ"/>
        </w:rPr>
      </w:pPr>
    </w:p>
    <w:p w14:paraId="04CA7D23" w14:textId="414C119C" w:rsidR="0027712A" w:rsidRPr="00047078" w:rsidRDefault="0027712A" w:rsidP="00047078">
      <w:pPr>
        <w:spacing w:after="0"/>
        <w:rPr>
          <w:rFonts w:eastAsia="Calibri" w:cs="Times New Roman"/>
          <w:b/>
          <w:color w:val="FF0000"/>
          <w:lang w:eastAsia="cs-CZ"/>
        </w:rPr>
      </w:pPr>
      <w:r w:rsidRPr="00047078">
        <w:rPr>
          <w:rFonts w:eastAsia="Calibri" w:cs="Times New Roman"/>
          <w:b/>
          <w:lang w:eastAsia="cs-CZ"/>
        </w:rPr>
        <w:t xml:space="preserve">Odpověď: </w:t>
      </w:r>
    </w:p>
    <w:p w14:paraId="7F2C8D9C" w14:textId="77777777" w:rsidR="00A76A14" w:rsidRPr="004F5C44" w:rsidRDefault="00A76A14" w:rsidP="00A76A14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>Byl upraven soupis prací</w:t>
      </w:r>
    </w:p>
    <w:p w14:paraId="5F53F9C6" w14:textId="2DD0F6B9" w:rsidR="00A76A14" w:rsidRPr="004F5C44" w:rsidRDefault="00A76A14" w:rsidP="00A76A14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>Na základě prověření bylo zjištěno, že položky</w:t>
      </w:r>
      <w:r w:rsidR="00025A05" w:rsidRPr="004F5C44">
        <w:rPr>
          <w:rFonts w:eastAsia="Times New Roman" w:cs="Times New Roman"/>
          <w:lang w:eastAsia="cs-CZ"/>
        </w:rPr>
        <w:t xml:space="preserve"> č.14, 15 a 24</w:t>
      </w:r>
      <w:r w:rsidRPr="004F5C44">
        <w:rPr>
          <w:rFonts w:eastAsia="Times New Roman" w:cs="Times New Roman"/>
          <w:lang w:eastAsia="cs-CZ"/>
        </w:rPr>
        <w:t xml:space="preserve"> jsou v rozpočtu navíc.</w:t>
      </w:r>
      <w:r w:rsidRPr="004F5C44">
        <w:rPr>
          <w:rFonts w:eastAsia="Times New Roman" w:cs="Times New Roman"/>
          <w:b/>
          <w:lang w:eastAsia="cs-CZ"/>
        </w:rPr>
        <w:t xml:space="preserve"> </w:t>
      </w:r>
    </w:p>
    <w:p w14:paraId="33A20B07" w14:textId="77777777" w:rsidR="00A76A14" w:rsidRPr="004F5C44" w:rsidRDefault="00A76A14" w:rsidP="00A76A14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-položka č.14, 311365, Výztuž zdí a stěn pod. a vol. z oceli </w:t>
      </w:r>
      <w:proofErr w:type="gramStart"/>
      <w:r w:rsidRPr="004F5C44">
        <w:rPr>
          <w:rFonts w:eastAsia="Times New Roman" w:cs="Times New Roman"/>
          <w:lang w:eastAsia="cs-CZ"/>
        </w:rPr>
        <w:t>10505,B</w:t>
      </w:r>
      <w:proofErr w:type="gramEnd"/>
      <w:r w:rsidRPr="004F5C44">
        <w:rPr>
          <w:rFonts w:eastAsia="Times New Roman" w:cs="Times New Roman"/>
          <w:lang w:eastAsia="cs-CZ"/>
        </w:rPr>
        <w:t>500B, byla zrušena</w:t>
      </w:r>
    </w:p>
    <w:p w14:paraId="6A8DED2C" w14:textId="77777777" w:rsidR="00A76A14" w:rsidRPr="004F5C44" w:rsidRDefault="00A76A14" w:rsidP="00A76A14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-položka č.15, 32732, Zdi opěr., zárub., </w:t>
      </w:r>
      <w:proofErr w:type="spellStart"/>
      <w:r w:rsidRPr="004F5C44">
        <w:rPr>
          <w:rFonts w:eastAsia="Times New Roman" w:cs="Times New Roman"/>
          <w:lang w:eastAsia="cs-CZ"/>
        </w:rPr>
        <w:t>nábřež</w:t>
      </w:r>
      <w:proofErr w:type="spellEnd"/>
      <w:r w:rsidRPr="004F5C44">
        <w:rPr>
          <w:rFonts w:eastAsia="Times New Roman" w:cs="Times New Roman"/>
          <w:lang w:eastAsia="cs-CZ"/>
        </w:rPr>
        <w:t>. ze železobetonu, byla zrušena</w:t>
      </w:r>
    </w:p>
    <w:p w14:paraId="61D0A4D2" w14:textId="77777777" w:rsidR="00A76A14" w:rsidRPr="004F5C44" w:rsidRDefault="00A76A14" w:rsidP="00A76A14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-položka č.24, 9181E5, Čela </w:t>
      </w:r>
      <w:proofErr w:type="spellStart"/>
      <w:r w:rsidRPr="004F5C44">
        <w:rPr>
          <w:rFonts w:eastAsia="Times New Roman" w:cs="Times New Roman"/>
          <w:lang w:eastAsia="cs-CZ"/>
        </w:rPr>
        <w:t>propustu</w:t>
      </w:r>
      <w:proofErr w:type="spellEnd"/>
      <w:r w:rsidRPr="004F5C44">
        <w:rPr>
          <w:rFonts w:eastAsia="Times New Roman" w:cs="Times New Roman"/>
          <w:lang w:eastAsia="cs-CZ"/>
        </w:rPr>
        <w:t xml:space="preserve"> z trub DN do </w:t>
      </w:r>
      <w:proofErr w:type="gramStart"/>
      <w:r w:rsidRPr="004F5C44">
        <w:rPr>
          <w:rFonts w:eastAsia="Times New Roman" w:cs="Times New Roman"/>
          <w:lang w:eastAsia="cs-CZ"/>
        </w:rPr>
        <w:t>800mm</w:t>
      </w:r>
      <w:proofErr w:type="gramEnd"/>
      <w:r w:rsidRPr="004F5C44">
        <w:rPr>
          <w:rFonts w:eastAsia="Times New Roman" w:cs="Times New Roman"/>
          <w:lang w:eastAsia="cs-CZ"/>
        </w:rPr>
        <w:t xml:space="preserve"> z betonu do C30/37, byla zrušena</w:t>
      </w:r>
    </w:p>
    <w:p w14:paraId="672F47DB" w14:textId="3FA41086" w:rsidR="0027712A" w:rsidRPr="004F5C44" w:rsidRDefault="0027712A" w:rsidP="00047078">
      <w:pPr>
        <w:spacing w:after="0"/>
        <w:rPr>
          <w:rFonts w:eastAsia="Times New Roman" w:cs="Times New Roman"/>
          <w:lang w:eastAsia="cs-CZ"/>
        </w:rPr>
      </w:pPr>
    </w:p>
    <w:p w14:paraId="54356B80" w14:textId="4A5AB850" w:rsidR="0027712A" w:rsidRPr="00047078" w:rsidRDefault="0027712A" w:rsidP="00047078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18E99C9E" w14:textId="1758A6CA" w:rsidR="00F52FC1" w:rsidRPr="00047078" w:rsidRDefault="00F52FC1" w:rsidP="00047078">
      <w:pPr>
        <w:spacing w:after="0"/>
        <w:rPr>
          <w:rFonts w:eastAsia="Calibri" w:cs="Times New Roman"/>
          <w:b/>
          <w:lang w:eastAsia="cs-CZ"/>
        </w:rPr>
      </w:pPr>
      <w:r w:rsidRPr="00047078">
        <w:rPr>
          <w:rFonts w:eastAsia="Calibri" w:cs="Times New Roman"/>
          <w:b/>
          <w:lang w:eastAsia="cs-CZ"/>
        </w:rPr>
        <w:t>Dotaz č. 2</w:t>
      </w:r>
      <w:r w:rsidR="00047078" w:rsidRPr="00047078">
        <w:rPr>
          <w:rFonts w:eastAsia="Calibri" w:cs="Times New Roman"/>
          <w:b/>
          <w:lang w:eastAsia="cs-CZ"/>
        </w:rPr>
        <w:t>84</w:t>
      </w:r>
      <w:r w:rsidRPr="00047078">
        <w:rPr>
          <w:rFonts w:eastAsia="Calibri" w:cs="Times New Roman"/>
          <w:b/>
          <w:lang w:eastAsia="cs-CZ"/>
        </w:rPr>
        <w:t>:</w:t>
      </w:r>
    </w:p>
    <w:p w14:paraId="0438573E" w14:textId="4B4E1BF3" w:rsidR="00047078" w:rsidRDefault="00047078" w:rsidP="00047078">
      <w:pPr>
        <w:spacing w:after="0"/>
        <w:rPr>
          <w:rFonts w:cs="Arial"/>
          <w:b/>
        </w:rPr>
      </w:pPr>
      <w:r w:rsidRPr="00047078">
        <w:rPr>
          <w:rFonts w:cs="Arial"/>
          <w:b/>
        </w:rPr>
        <w:t xml:space="preserve">SO 24-61-01 </w:t>
      </w:r>
      <w:proofErr w:type="spellStart"/>
      <w:r w:rsidRPr="00047078">
        <w:rPr>
          <w:rFonts w:cs="Arial"/>
          <w:b/>
        </w:rPr>
        <w:t>Žst</w:t>
      </w:r>
      <w:proofErr w:type="spellEnd"/>
      <w:r w:rsidRPr="00047078">
        <w:rPr>
          <w:rFonts w:cs="Arial"/>
          <w:b/>
        </w:rPr>
        <w:t xml:space="preserve">. </w:t>
      </w:r>
      <w:proofErr w:type="spellStart"/>
      <w:r w:rsidRPr="00047078">
        <w:rPr>
          <w:rFonts w:cs="Arial"/>
          <w:b/>
        </w:rPr>
        <w:t>Č.Třebová</w:t>
      </w:r>
      <w:proofErr w:type="spellEnd"/>
      <w:r w:rsidRPr="00047078">
        <w:rPr>
          <w:rFonts w:cs="Arial"/>
          <w:b/>
        </w:rPr>
        <w:t xml:space="preserve">, Osobní nádraží, protihlukové stěny a SO 26-61-01, Úsek </w:t>
      </w:r>
      <w:proofErr w:type="spellStart"/>
      <w:r w:rsidRPr="00047078">
        <w:rPr>
          <w:rFonts w:cs="Arial"/>
          <w:b/>
        </w:rPr>
        <w:t>Č.Třebová</w:t>
      </w:r>
      <w:proofErr w:type="spellEnd"/>
      <w:r w:rsidRPr="00047078">
        <w:rPr>
          <w:rFonts w:cs="Arial"/>
          <w:b/>
        </w:rPr>
        <w:t xml:space="preserve"> </w:t>
      </w:r>
      <w:proofErr w:type="spellStart"/>
      <w:r w:rsidRPr="00047078">
        <w:rPr>
          <w:rFonts w:cs="Arial"/>
          <w:b/>
        </w:rPr>
        <w:t>os.n</w:t>
      </w:r>
      <w:proofErr w:type="spellEnd"/>
      <w:r w:rsidRPr="00047078">
        <w:rPr>
          <w:rFonts w:cs="Arial"/>
          <w:b/>
        </w:rPr>
        <w:t xml:space="preserve">. – </w:t>
      </w:r>
      <w:proofErr w:type="spellStart"/>
      <w:proofErr w:type="gramStart"/>
      <w:r w:rsidRPr="00047078">
        <w:rPr>
          <w:rFonts w:cs="Arial"/>
          <w:b/>
        </w:rPr>
        <w:t>odb.Parník</w:t>
      </w:r>
      <w:proofErr w:type="spellEnd"/>
      <w:proofErr w:type="gramEnd"/>
      <w:r w:rsidRPr="00047078">
        <w:rPr>
          <w:rFonts w:cs="Arial"/>
          <w:b/>
        </w:rPr>
        <w:t xml:space="preserve"> </w:t>
      </w:r>
      <w:proofErr w:type="spellStart"/>
      <w:r w:rsidRPr="00047078">
        <w:rPr>
          <w:rFonts w:cs="Arial"/>
          <w:b/>
        </w:rPr>
        <w:t>vc</w:t>
      </w:r>
      <w:proofErr w:type="spellEnd"/>
      <w:r w:rsidRPr="00047078">
        <w:rPr>
          <w:rFonts w:cs="Arial"/>
          <w:b/>
        </w:rPr>
        <w:t xml:space="preserve">, </w:t>
      </w:r>
      <w:proofErr w:type="spellStart"/>
      <w:r w:rsidRPr="00047078">
        <w:rPr>
          <w:rFonts w:cs="Arial"/>
          <w:b/>
        </w:rPr>
        <w:t>os.koleje</w:t>
      </w:r>
      <w:proofErr w:type="spellEnd"/>
      <w:r w:rsidRPr="00047078">
        <w:rPr>
          <w:rFonts w:cs="Arial"/>
          <w:b/>
        </w:rPr>
        <w:t xml:space="preserve">, protihlukové stěny </w:t>
      </w:r>
    </w:p>
    <w:p w14:paraId="0E9315D1" w14:textId="77777777" w:rsidR="00047078" w:rsidRPr="00047078" w:rsidRDefault="00047078" w:rsidP="00047078">
      <w:pPr>
        <w:spacing w:after="0"/>
        <w:rPr>
          <w:rFonts w:cs="Arial"/>
          <w:b/>
        </w:rPr>
      </w:pPr>
    </w:p>
    <w:p w14:paraId="00778C7E" w14:textId="77777777" w:rsidR="00047078" w:rsidRPr="00047078" w:rsidRDefault="00047078" w:rsidP="00047078">
      <w:pPr>
        <w:pStyle w:val="Odstavecseseznamem"/>
        <w:numPr>
          <w:ilvl w:val="0"/>
          <w:numId w:val="12"/>
        </w:numPr>
        <w:spacing w:after="0"/>
        <w:ind w:left="426"/>
        <w:contextualSpacing w:val="0"/>
        <w:rPr>
          <w:rFonts w:eastAsia="Times New Roman" w:cs="Arial"/>
        </w:rPr>
      </w:pPr>
      <w:r w:rsidRPr="00047078">
        <w:rPr>
          <w:rFonts w:eastAsia="Times New Roman" w:cs="Arial"/>
        </w:rPr>
        <w:t>Všeobecně žádáme zadavatele o kontrolu položek protihlukových panelů, kde například u SO 26-79-01.03 je položka č.918242225 PHS do profilu panel betonový odrazivý. Technická zpráva uvádí, že protihlukové panely mají být oboustranně absorpční.</w:t>
      </w:r>
    </w:p>
    <w:p w14:paraId="05557344" w14:textId="77777777" w:rsidR="00047078" w:rsidRPr="00047078" w:rsidRDefault="00047078" w:rsidP="00047078">
      <w:pPr>
        <w:pStyle w:val="Odstavecseseznamem"/>
        <w:numPr>
          <w:ilvl w:val="0"/>
          <w:numId w:val="12"/>
        </w:numPr>
        <w:spacing w:after="0"/>
        <w:ind w:left="426"/>
        <w:contextualSpacing w:val="0"/>
        <w:rPr>
          <w:rFonts w:eastAsia="Times New Roman" w:cs="Arial"/>
        </w:rPr>
      </w:pPr>
      <w:r w:rsidRPr="00047078">
        <w:rPr>
          <w:rFonts w:eastAsia="Times New Roman" w:cs="Arial"/>
        </w:rPr>
        <w:t>Všeobecně žádáme zadavatele o kontrolu položek výztuže pilot, kde například u SO 24-61-01.01 je v PD uvedeno 4,31t výztuže pilot, poskytnutý soupis prací uvádí 2,239t výztuže.</w:t>
      </w:r>
    </w:p>
    <w:p w14:paraId="3A33B673" w14:textId="77777777" w:rsidR="00047078" w:rsidRPr="00047078" w:rsidRDefault="00047078" w:rsidP="00047078">
      <w:pPr>
        <w:pStyle w:val="Odstavecseseznamem"/>
        <w:numPr>
          <w:ilvl w:val="0"/>
          <w:numId w:val="12"/>
        </w:numPr>
        <w:spacing w:after="0"/>
        <w:ind w:left="426"/>
        <w:contextualSpacing w:val="0"/>
        <w:rPr>
          <w:rFonts w:eastAsia="Times New Roman" w:cs="Arial"/>
        </w:rPr>
      </w:pPr>
      <w:r w:rsidRPr="00047078">
        <w:rPr>
          <w:rFonts w:eastAsia="Times New Roman" w:cs="Arial"/>
        </w:rPr>
        <w:lastRenderedPageBreak/>
        <w:t>U objektu SO 24-61-01.01 nejsou v soupisu prací vykázány únikové dveře ani základové konstrukce pro ocelové sloupy těchto dveří.</w:t>
      </w:r>
    </w:p>
    <w:p w14:paraId="6CEB216E" w14:textId="77777777" w:rsidR="00047078" w:rsidRPr="00047078" w:rsidRDefault="00047078" w:rsidP="00047078">
      <w:pPr>
        <w:pStyle w:val="Odstavecseseznamem"/>
        <w:numPr>
          <w:ilvl w:val="0"/>
          <w:numId w:val="12"/>
        </w:numPr>
        <w:spacing w:after="0"/>
        <w:ind w:left="426"/>
        <w:contextualSpacing w:val="0"/>
        <w:rPr>
          <w:rFonts w:eastAsia="Times New Roman" w:cs="Arial"/>
        </w:rPr>
      </w:pPr>
      <w:r w:rsidRPr="00047078">
        <w:rPr>
          <w:rFonts w:eastAsia="Times New Roman" w:cs="Arial"/>
        </w:rPr>
        <w:t>Všeobecně žádáme o kontrolu položek pilotovacích plošin, kde například v SO 24-61-01.01 je uvedena položka 291211111 Zřízení plochy ve výměře 1200 m</w:t>
      </w:r>
      <w:r w:rsidRPr="00047078">
        <w:rPr>
          <w:rFonts w:eastAsia="Times New Roman" w:cs="Arial"/>
          <w:vertAlign w:val="superscript"/>
        </w:rPr>
        <w:t>2</w:t>
      </w:r>
      <w:r w:rsidRPr="00047078">
        <w:rPr>
          <w:rFonts w:eastAsia="Times New Roman" w:cs="Arial"/>
        </w:rPr>
        <w:t xml:space="preserve"> a položka 59381338 panel silniční udává pouze 36 ks panelu rozměru 3,00x2,00 m = 216 m</w:t>
      </w:r>
      <w:r w:rsidRPr="00047078">
        <w:rPr>
          <w:rFonts w:eastAsia="Times New Roman" w:cs="Arial"/>
          <w:vertAlign w:val="superscript"/>
        </w:rPr>
        <w:t>2</w:t>
      </w:r>
      <w:r w:rsidRPr="00047078">
        <w:rPr>
          <w:rFonts w:eastAsia="Times New Roman" w:cs="Arial"/>
        </w:rPr>
        <w:t>.</w:t>
      </w:r>
    </w:p>
    <w:p w14:paraId="136E6B74" w14:textId="77777777" w:rsidR="00047078" w:rsidRPr="00047078" w:rsidRDefault="00047078" w:rsidP="00047078">
      <w:pPr>
        <w:pStyle w:val="Odstavecseseznamem"/>
        <w:numPr>
          <w:ilvl w:val="0"/>
          <w:numId w:val="12"/>
        </w:numPr>
        <w:spacing w:after="0"/>
        <w:ind w:left="426" w:hanging="357"/>
        <w:contextualSpacing w:val="0"/>
        <w:rPr>
          <w:rFonts w:eastAsia="Times New Roman" w:cs="Arial"/>
        </w:rPr>
      </w:pPr>
      <w:r w:rsidRPr="00047078">
        <w:rPr>
          <w:rFonts w:eastAsia="Times New Roman" w:cs="Arial"/>
        </w:rPr>
        <w:t xml:space="preserve">Všeobecně v soupisech prací chybí položky na provedení </w:t>
      </w:r>
      <w:proofErr w:type="spellStart"/>
      <w:r w:rsidRPr="00047078">
        <w:rPr>
          <w:rFonts w:eastAsia="Times New Roman" w:cs="Arial"/>
        </w:rPr>
        <w:t>ukolejnění</w:t>
      </w:r>
      <w:proofErr w:type="spellEnd"/>
      <w:r w:rsidRPr="00047078">
        <w:rPr>
          <w:rFonts w:eastAsia="Times New Roman" w:cs="Arial"/>
        </w:rPr>
        <w:t xml:space="preserve"> protihlukových stěn a položky dielektrických koberců. Jsou tyto položky předmětem jiného stavebního objektu?</w:t>
      </w:r>
    </w:p>
    <w:p w14:paraId="7AB9F738" w14:textId="77777777" w:rsidR="00047078" w:rsidRDefault="00047078" w:rsidP="00047078">
      <w:pPr>
        <w:spacing w:after="0"/>
        <w:rPr>
          <w:rFonts w:cs="Arial"/>
          <w:i/>
          <w:iCs/>
        </w:rPr>
      </w:pPr>
    </w:p>
    <w:p w14:paraId="0E1D099A" w14:textId="7D2B21BB" w:rsidR="00047078" w:rsidRPr="00047078" w:rsidRDefault="00047078" w:rsidP="00047078">
      <w:pPr>
        <w:spacing w:after="0"/>
        <w:rPr>
          <w:rFonts w:cs="Arial"/>
          <w:i/>
          <w:iCs/>
        </w:rPr>
      </w:pPr>
      <w:r w:rsidRPr="00047078">
        <w:rPr>
          <w:rFonts w:cs="Arial"/>
          <w:i/>
          <w:iCs/>
        </w:rPr>
        <w:t>Žádáme zadavatele o prověření a úpravu položek.</w:t>
      </w:r>
    </w:p>
    <w:p w14:paraId="4CC07691" w14:textId="77777777" w:rsidR="00F52FC1" w:rsidRPr="00047078" w:rsidRDefault="00F52FC1" w:rsidP="00047078">
      <w:pPr>
        <w:spacing w:after="0"/>
        <w:rPr>
          <w:rFonts w:eastAsia="Calibri" w:cs="Times New Roman"/>
          <w:b/>
          <w:lang w:eastAsia="cs-CZ"/>
        </w:rPr>
      </w:pPr>
    </w:p>
    <w:p w14:paraId="0E918088" w14:textId="77777777" w:rsidR="00F52FC1" w:rsidRPr="00047078" w:rsidRDefault="00F52FC1" w:rsidP="00047078">
      <w:pPr>
        <w:spacing w:after="0"/>
        <w:rPr>
          <w:rFonts w:eastAsia="Calibri" w:cs="Times New Roman"/>
          <w:b/>
          <w:color w:val="FF0000"/>
          <w:lang w:eastAsia="cs-CZ"/>
        </w:rPr>
      </w:pPr>
      <w:r w:rsidRPr="00047078">
        <w:rPr>
          <w:rFonts w:eastAsia="Calibri" w:cs="Times New Roman"/>
          <w:b/>
          <w:lang w:eastAsia="cs-CZ"/>
        </w:rPr>
        <w:t xml:space="preserve">Odpověď: </w:t>
      </w:r>
    </w:p>
    <w:p w14:paraId="65277B09" w14:textId="77777777" w:rsidR="005B254B" w:rsidRPr="004F5C44" w:rsidRDefault="001512E9" w:rsidP="00047078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Vešker</w:t>
      </w:r>
      <w:r w:rsidR="005B254B" w:rsidRPr="004F5C44">
        <w:rPr>
          <w:rFonts w:eastAsia="Times New Roman" w:cs="Times New Roman"/>
          <w:lang w:eastAsia="cs-CZ"/>
        </w:rPr>
        <w:t>á</w:t>
      </w:r>
      <w:r w:rsidRPr="004F5C44">
        <w:rPr>
          <w:rFonts w:eastAsia="Times New Roman" w:cs="Times New Roman"/>
          <w:lang w:eastAsia="cs-CZ"/>
        </w:rPr>
        <w:t xml:space="preserve"> SO protihlukových stěn a plotů byly zkontrolovány ve všech bodech dotazu a opraveny. Byly opraveny soupisy prací jednotlivých SO, u některých objektů došlo k úpravě technické zprávy, popř. tabulky výztuže. </w:t>
      </w:r>
    </w:p>
    <w:p w14:paraId="63AB060C" w14:textId="77777777" w:rsidR="005B254B" w:rsidRPr="004F5C44" w:rsidRDefault="005B254B" w:rsidP="00047078">
      <w:pPr>
        <w:spacing w:after="0"/>
        <w:rPr>
          <w:rFonts w:eastAsia="Times New Roman" w:cs="Times New Roman"/>
          <w:lang w:eastAsia="cs-CZ"/>
        </w:rPr>
      </w:pPr>
    </w:p>
    <w:p w14:paraId="1C082B75" w14:textId="763154BD" w:rsidR="005B254B" w:rsidRPr="004F5C44" w:rsidRDefault="005B254B" w:rsidP="00047078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Obecné vyjádření k bodům pro všechna SO:</w:t>
      </w:r>
    </w:p>
    <w:p w14:paraId="7B538450" w14:textId="6FF52B16" w:rsidR="005B254B" w:rsidRPr="004F5C44" w:rsidRDefault="005B254B" w:rsidP="00047078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Ad.1 Panely mají být správně oboustranně absorpční. Příslušné položky v soupisu prací</w:t>
      </w:r>
      <w:r w:rsidR="001C2064" w:rsidRPr="004F5C44">
        <w:rPr>
          <w:rFonts w:eastAsia="Times New Roman" w:cs="Times New Roman"/>
          <w:lang w:eastAsia="cs-CZ"/>
        </w:rPr>
        <w:t xml:space="preserve"> byly</w:t>
      </w:r>
      <w:r w:rsidRPr="004F5C44">
        <w:rPr>
          <w:rFonts w:eastAsia="Times New Roman" w:cs="Times New Roman"/>
          <w:lang w:eastAsia="cs-CZ"/>
        </w:rPr>
        <w:t xml:space="preserve"> opraveny či doplněny.</w:t>
      </w:r>
    </w:p>
    <w:p w14:paraId="05097D75" w14:textId="77777777" w:rsidR="005B254B" w:rsidRPr="004F5C44" w:rsidRDefault="005B254B" w:rsidP="00047078">
      <w:pPr>
        <w:spacing w:after="0"/>
        <w:rPr>
          <w:rFonts w:eastAsia="Times New Roman" w:cs="Times New Roman"/>
          <w:lang w:eastAsia="cs-CZ"/>
        </w:rPr>
      </w:pPr>
    </w:p>
    <w:p w14:paraId="293653AB" w14:textId="2808750C" w:rsidR="005B254B" w:rsidRPr="004F5C44" w:rsidRDefault="005B254B" w:rsidP="00047078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Ad.2 Položky výztuže byly zkontrolovány a opraveny v soupisu prací a v PD</w:t>
      </w:r>
    </w:p>
    <w:p w14:paraId="5BEDD775" w14:textId="77777777" w:rsidR="005B254B" w:rsidRPr="004F5C44" w:rsidRDefault="005B254B" w:rsidP="00047078">
      <w:pPr>
        <w:spacing w:after="0"/>
        <w:rPr>
          <w:rFonts w:eastAsia="Times New Roman" w:cs="Times New Roman"/>
          <w:lang w:eastAsia="cs-CZ"/>
        </w:rPr>
      </w:pPr>
    </w:p>
    <w:p w14:paraId="0E97C02F" w14:textId="7198D250" w:rsidR="005B254B" w:rsidRPr="004F5C44" w:rsidRDefault="005B254B" w:rsidP="00047078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Ad.3 Únikové dveře byly doplněny v daném SO. Byly zkontrolovány i ostatní SO a případně doplněny</w:t>
      </w:r>
    </w:p>
    <w:p w14:paraId="56DD3A32" w14:textId="77777777" w:rsidR="005B254B" w:rsidRPr="004F5C44" w:rsidRDefault="005B254B" w:rsidP="00047078">
      <w:pPr>
        <w:spacing w:after="0"/>
        <w:rPr>
          <w:rFonts w:eastAsia="Times New Roman" w:cs="Times New Roman"/>
          <w:lang w:eastAsia="cs-CZ"/>
        </w:rPr>
      </w:pPr>
    </w:p>
    <w:p w14:paraId="45F6C3A9" w14:textId="78ACBC4F" w:rsidR="005B254B" w:rsidRPr="004F5C44" w:rsidRDefault="005B254B" w:rsidP="00047078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Ad.4 Položky pilotovacích plošiny byly správně. Uvažuje se o postupném přesouvání silničních panelů dle potřeby. Byl doplněn popisek u položky pro upřesnění.</w:t>
      </w:r>
    </w:p>
    <w:p w14:paraId="2B2BA346" w14:textId="77777777" w:rsidR="005B254B" w:rsidRPr="004F5C44" w:rsidRDefault="005B254B" w:rsidP="00047078">
      <w:pPr>
        <w:spacing w:after="0"/>
        <w:rPr>
          <w:rFonts w:eastAsia="Times New Roman" w:cs="Times New Roman"/>
          <w:lang w:eastAsia="cs-CZ"/>
        </w:rPr>
      </w:pPr>
    </w:p>
    <w:p w14:paraId="155CEFB7" w14:textId="08DF35BF" w:rsidR="005B254B" w:rsidRDefault="005B254B" w:rsidP="00047078">
      <w:pPr>
        <w:spacing w:after="0"/>
        <w:rPr>
          <w:rFonts w:eastAsia="Times New Roman" w:cs="Times New Roman"/>
          <w:lang w:eastAsia="cs-CZ"/>
        </w:rPr>
      </w:pPr>
    </w:p>
    <w:p w14:paraId="761D8EFD" w14:textId="67037F5C" w:rsidR="004F5C44" w:rsidRDefault="004F5C44" w:rsidP="00047078">
      <w:pPr>
        <w:spacing w:after="0"/>
        <w:rPr>
          <w:rFonts w:eastAsia="Times New Roman" w:cs="Times New Roman"/>
          <w:lang w:eastAsia="cs-CZ"/>
        </w:rPr>
      </w:pPr>
    </w:p>
    <w:p w14:paraId="0C39EB94" w14:textId="77777777" w:rsidR="004F5C44" w:rsidRPr="004F5C44" w:rsidRDefault="004F5C44" w:rsidP="00047078">
      <w:pPr>
        <w:spacing w:after="0"/>
        <w:rPr>
          <w:rFonts w:eastAsia="Times New Roman" w:cs="Times New Roman"/>
          <w:lang w:eastAsia="cs-CZ"/>
        </w:rPr>
      </w:pPr>
    </w:p>
    <w:p w14:paraId="7EFC8B70" w14:textId="1DDBDC5C" w:rsidR="00F52FC1" w:rsidRPr="004F5C44" w:rsidRDefault="005B254B" w:rsidP="00047078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Konkrétní</w:t>
      </w:r>
      <w:r w:rsidR="001512E9" w:rsidRPr="004F5C44">
        <w:rPr>
          <w:rFonts w:eastAsia="Times New Roman" w:cs="Times New Roman"/>
          <w:lang w:eastAsia="cs-CZ"/>
        </w:rPr>
        <w:t xml:space="preserve"> změny </w:t>
      </w:r>
      <w:r w:rsidRPr="004F5C44">
        <w:rPr>
          <w:rFonts w:eastAsia="Times New Roman" w:cs="Times New Roman"/>
          <w:lang w:eastAsia="cs-CZ"/>
        </w:rPr>
        <w:t xml:space="preserve">u jednotlivých SO </w:t>
      </w:r>
      <w:r w:rsidR="001512E9" w:rsidRPr="004F5C44">
        <w:rPr>
          <w:rFonts w:eastAsia="Times New Roman" w:cs="Times New Roman"/>
          <w:lang w:eastAsia="cs-CZ"/>
        </w:rPr>
        <w:t>viz poznámky níže:</w:t>
      </w:r>
    </w:p>
    <w:p w14:paraId="4907BE36" w14:textId="77777777" w:rsidR="001512E9" w:rsidRPr="004F5C44" w:rsidRDefault="001512E9" w:rsidP="00047078">
      <w:pPr>
        <w:spacing w:after="0"/>
        <w:rPr>
          <w:rFonts w:eastAsia="Times New Roman" w:cs="Times New Roman"/>
          <w:lang w:eastAsia="cs-CZ"/>
        </w:rPr>
      </w:pPr>
    </w:p>
    <w:p w14:paraId="4C67EE8D" w14:textId="0C54B8C5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>SO</w:t>
      </w:r>
      <w:r w:rsidR="00941897" w:rsidRPr="004F5C44">
        <w:rPr>
          <w:rFonts w:eastAsia="Times New Roman" w:cs="Times New Roman"/>
          <w:b/>
          <w:lang w:eastAsia="cs-CZ"/>
        </w:rPr>
        <w:t xml:space="preserve"> </w:t>
      </w:r>
      <w:r w:rsidRPr="004F5C44">
        <w:rPr>
          <w:rFonts w:eastAsia="Times New Roman" w:cs="Times New Roman"/>
          <w:b/>
          <w:lang w:eastAsia="cs-CZ"/>
        </w:rPr>
        <w:t>24</w:t>
      </w:r>
      <w:r w:rsidR="00941897" w:rsidRPr="004F5C44">
        <w:rPr>
          <w:rFonts w:eastAsia="Times New Roman" w:cs="Times New Roman"/>
          <w:b/>
          <w:lang w:eastAsia="cs-CZ"/>
        </w:rPr>
        <w:t>-</w:t>
      </w:r>
      <w:r w:rsidRPr="004F5C44">
        <w:rPr>
          <w:rFonts w:eastAsia="Times New Roman" w:cs="Times New Roman"/>
          <w:b/>
          <w:lang w:eastAsia="cs-CZ"/>
        </w:rPr>
        <w:t>61</w:t>
      </w:r>
      <w:r w:rsidR="00941897" w:rsidRPr="004F5C44">
        <w:rPr>
          <w:rFonts w:eastAsia="Times New Roman" w:cs="Times New Roman"/>
          <w:b/>
          <w:lang w:eastAsia="cs-CZ"/>
        </w:rPr>
        <w:t>-</w:t>
      </w:r>
      <w:r w:rsidRPr="004F5C44">
        <w:rPr>
          <w:rFonts w:eastAsia="Times New Roman" w:cs="Times New Roman"/>
          <w:b/>
          <w:lang w:eastAsia="cs-CZ"/>
        </w:rPr>
        <w:t>01</w:t>
      </w:r>
      <w:r w:rsidR="00941897" w:rsidRPr="004F5C44">
        <w:rPr>
          <w:rFonts w:eastAsia="Times New Roman" w:cs="Times New Roman"/>
          <w:b/>
          <w:lang w:eastAsia="cs-CZ"/>
        </w:rPr>
        <w:t>.</w:t>
      </w:r>
      <w:r w:rsidRPr="004F5C44">
        <w:rPr>
          <w:rFonts w:eastAsia="Times New Roman" w:cs="Times New Roman"/>
          <w:b/>
          <w:lang w:eastAsia="cs-CZ"/>
        </w:rPr>
        <w:t xml:space="preserve">01: </w:t>
      </w:r>
    </w:p>
    <w:p w14:paraId="4A376D9D" w14:textId="77777777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 xml:space="preserve">Byl upraven soupis prací: </w:t>
      </w:r>
    </w:p>
    <w:p w14:paraId="4B750A6F" w14:textId="0AC7D7CC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č.9, 231611114, Výztuž pilot betonovaných do </w:t>
      </w:r>
      <w:r w:rsidR="00941897" w:rsidRPr="004F5C44">
        <w:rPr>
          <w:rFonts w:eastAsia="Times New Roman" w:cs="Times New Roman"/>
          <w:lang w:eastAsia="cs-CZ"/>
        </w:rPr>
        <w:t>země</w:t>
      </w:r>
      <w:r w:rsidRPr="004F5C44">
        <w:rPr>
          <w:rFonts w:eastAsia="Times New Roman" w:cs="Times New Roman"/>
          <w:lang w:eastAsia="cs-CZ"/>
        </w:rPr>
        <w:t xml:space="preserve"> ocel z </w:t>
      </w:r>
      <w:r w:rsidR="00941897" w:rsidRPr="004F5C44">
        <w:rPr>
          <w:rFonts w:eastAsia="Times New Roman" w:cs="Times New Roman"/>
          <w:lang w:eastAsia="cs-CZ"/>
        </w:rPr>
        <w:t>betonářské</w:t>
      </w:r>
      <w:r w:rsidRPr="004F5C44">
        <w:rPr>
          <w:rFonts w:eastAsia="Times New Roman" w:cs="Times New Roman"/>
          <w:lang w:eastAsia="cs-CZ"/>
        </w:rPr>
        <w:t xml:space="preserve"> oceli 10 505, byla změna množství a byl upraven výkaz výměr</w:t>
      </w:r>
    </w:p>
    <w:p w14:paraId="641E1B77" w14:textId="508B22DA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č.14, 59381338, panel </w:t>
      </w:r>
      <w:r w:rsidR="00941897" w:rsidRPr="004F5C44">
        <w:rPr>
          <w:rFonts w:eastAsia="Times New Roman" w:cs="Times New Roman"/>
          <w:lang w:eastAsia="cs-CZ"/>
        </w:rPr>
        <w:t>silniční</w:t>
      </w:r>
      <w:r w:rsidRPr="004F5C44">
        <w:rPr>
          <w:rFonts w:eastAsia="Times New Roman" w:cs="Times New Roman"/>
          <w:lang w:eastAsia="cs-CZ"/>
        </w:rPr>
        <w:t xml:space="preserve"> 3,00x2,00x0,</w:t>
      </w:r>
      <w:proofErr w:type="gramStart"/>
      <w:r w:rsidRPr="004F5C44">
        <w:rPr>
          <w:rFonts w:eastAsia="Times New Roman" w:cs="Times New Roman"/>
          <w:lang w:eastAsia="cs-CZ"/>
        </w:rPr>
        <w:t>215m</w:t>
      </w:r>
      <w:proofErr w:type="gramEnd"/>
      <w:r w:rsidRPr="004F5C44">
        <w:rPr>
          <w:rFonts w:eastAsia="Times New Roman" w:cs="Times New Roman"/>
          <w:lang w:eastAsia="cs-CZ"/>
        </w:rPr>
        <w:t>, byl upraven popis položky</w:t>
      </w:r>
    </w:p>
    <w:p w14:paraId="72108795" w14:textId="1122DD22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>- v položce č.28,</w:t>
      </w:r>
      <w:r w:rsidRPr="004F5C44">
        <w:t xml:space="preserve"> </w:t>
      </w:r>
      <w:r w:rsidRPr="004F5C44">
        <w:rPr>
          <w:rFonts w:eastAsia="Times New Roman" w:cs="Times New Roman"/>
          <w:lang w:eastAsia="cs-CZ"/>
        </w:rPr>
        <w:t xml:space="preserve">918242203, PHS do profilu panel soklový betonový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pres 2,5 do 4 m výšky do 1 m, bylo upraveno na množství a byl upraven výkaz výměr</w:t>
      </w:r>
    </w:p>
    <w:p w14:paraId="7F2E59C8" w14:textId="29705923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položka č.29, 918242243, PHS do profilu panel betonový odrazivý únikový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do 2,5 m výšky pres 2 m, byla zrušena</w:t>
      </w:r>
    </w:p>
    <w:p w14:paraId="30375B32" w14:textId="77777777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položka č.30, 918244225, PHS do profilu z panelu hliníkových odrazivých </w:t>
      </w:r>
      <w:proofErr w:type="spellStart"/>
      <w:r w:rsidRPr="004F5C44">
        <w:rPr>
          <w:rFonts w:eastAsia="Times New Roman" w:cs="Times New Roman"/>
          <w:lang w:eastAsia="cs-CZ"/>
        </w:rPr>
        <w:t>šírky</w:t>
      </w:r>
      <w:proofErr w:type="spellEnd"/>
      <w:r w:rsidRPr="004F5C44">
        <w:rPr>
          <w:rFonts w:eastAsia="Times New Roman" w:cs="Times New Roman"/>
          <w:lang w:eastAsia="cs-CZ"/>
        </w:rPr>
        <w:t xml:space="preserve"> pres 2 do 5 m výšky pres 4,5 m, byla zrušena</w:t>
      </w:r>
    </w:p>
    <w:p w14:paraId="56B26BA6" w14:textId="77777777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č.32, 9319941X1, D+M </w:t>
      </w:r>
      <w:proofErr w:type="spellStart"/>
      <w:r w:rsidRPr="004F5C44">
        <w:rPr>
          <w:rFonts w:eastAsia="Times New Roman" w:cs="Times New Roman"/>
          <w:lang w:eastAsia="cs-CZ"/>
        </w:rPr>
        <w:t>vyklínkování</w:t>
      </w:r>
      <w:proofErr w:type="spellEnd"/>
      <w:r w:rsidRPr="004F5C44">
        <w:rPr>
          <w:rFonts w:eastAsia="Times New Roman" w:cs="Times New Roman"/>
          <w:lang w:eastAsia="cs-CZ"/>
        </w:rPr>
        <w:t xml:space="preserve"> jednotlivých panelu ve sloupcích pomocí pryžových pásu (dle PD), bylo upraveno množství</w:t>
      </w:r>
    </w:p>
    <w:p w14:paraId="15D89B05" w14:textId="32F1A110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č.34, 998226011, </w:t>
      </w:r>
      <w:r w:rsidR="00941897" w:rsidRPr="004F5C44">
        <w:rPr>
          <w:rFonts w:eastAsia="Times New Roman" w:cs="Times New Roman"/>
          <w:lang w:eastAsia="cs-CZ"/>
        </w:rPr>
        <w:t>Přesun</w:t>
      </w:r>
      <w:r w:rsidRPr="004F5C44">
        <w:rPr>
          <w:rFonts w:eastAsia="Times New Roman" w:cs="Times New Roman"/>
          <w:lang w:eastAsia="cs-CZ"/>
        </w:rPr>
        <w:t xml:space="preserve"> hmot pro pozemní komunikace a </w:t>
      </w:r>
      <w:r w:rsidR="00941897" w:rsidRPr="004F5C44">
        <w:rPr>
          <w:rFonts w:eastAsia="Times New Roman" w:cs="Times New Roman"/>
          <w:lang w:eastAsia="cs-CZ"/>
        </w:rPr>
        <w:t>letiště</w:t>
      </w:r>
      <w:r w:rsidRPr="004F5C44">
        <w:rPr>
          <w:rFonts w:eastAsia="Times New Roman" w:cs="Times New Roman"/>
          <w:lang w:eastAsia="cs-CZ"/>
        </w:rPr>
        <w:t xml:space="preserve"> s krytem montovaným z ŽB </w:t>
      </w:r>
      <w:r w:rsidR="00941897" w:rsidRPr="004F5C44">
        <w:rPr>
          <w:rFonts w:eastAsia="Times New Roman" w:cs="Times New Roman"/>
          <w:lang w:eastAsia="cs-CZ"/>
        </w:rPr>
        <w:t>dílců</w:t>
      </w:r>
      <w:r w:rsidRPr="004F5C44">
        <w:rPr>
          <w:rFonts w:eastAsia="Times New Roman" w:cs="Times New Roman"/>
          <w:lang w:eastAsia="cs-CZ"/>
        </w:rPr>
        <w:t>, byl upraven výkaz výměr a množství</w:t>
      </w:r>
    </w:p>
    <w:p w14:paraId="31BFCEE2" w14:textId="34522347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- položka č.36, 275313611, Základové patky z betonu t</w:t>
      </w:r>
      <w:r w:rsidR="00941897" w:rsidRPr="004F5C44">
        <w:rPr>
          <w:rFonts w:eastAsia="Times New Roman" w:cs="Times New Roman"/>
          <w:lang w:eastAsia="cs-CZ"/>
        </w:rPr>
        <w:t>ř</w:t>
      </w:r>
      <w:r w:rsidRPr="004F5C44">
        <w:rPr>
          <w:rFonts w:eastAsia="Times New Roman" w:cs="Times New Roman"/>
          <w:lang w:eastAsia="cs-CZ"/>
        </w:rPr>
        <w:t>. C 16/20, byla zrušena</w:t>
      </w:r>
    </w:p>
    <w:p w14:paraId="26707331" w14:textId="77777777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- položka č.37, R9182221, PHS sloupek ocelový UPE 160 zakládaný do pilot výšky pres 3 m, byla zrušena</w:t>
      </w:r>
    </w:p>
    <w:p w14:paraId="42FFF664" w14:textId="77777777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</w:p>
    <w:p w14:paraId="709C4121" w14:textId="77777777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Nově byla přidána položka č.38, 767R, D+M Únikových dveří včetně založení na patkách</w:t>
      </w:r>
    </w:p>
    <w:p w14:paraId="357B70EC" w14:textId="1A60B5C5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Nově byla přidána položka č.39, 918244274, PHS do profilu z panelu hliníkových </w:t>
      </w:r>
      <w:r w:rsidR="00941897" w:rsidRPr="004F5C44">
        <w:rPr>
          <w:rFonts w:eastAsia="Times New Roman" w:cs="Times New Roman"/>
          <w:lang w:eastAsia="cs-CZ"/>
        </w:rPr>
        <w:t>oboustranně</w:t>
      </w:r>
      <w:r w:rsidRPr="004F5C44">
        <w:rPr>
          <w:rFonts w:eastAsia="Times New Roman" w:cs="Times New Roman"/>
          <w:lang w:eastAsia="cs-CZ"/>
        </w:rPr>
        <w:t xml:space="preserve"> </w:t>
      </w:r>
      <w:proofErr w:type="spellStart"/>
      <w:r w:rsidRPr="004F5C44">
        <w:rPr>
          <w:rFonts w:eastAsia="Times New Roman" w:cs="Times New Roman"/>
          <w:lang w:eastAsia="cs-CZ"/>
        </w:rPr>
        <w:t>pohltivých</w:t>
      </w:r>
      <w:proofErr w:type="spellEnd"/>
      <w:r w:rsidRPr="004F5C44">
        <w:rPr>
          <w:rFonts w:eastAsia="Times New Roman" w:cs="Times New Roman"/>
          <w:lang w:eastAsia="cs-CZ"/>
        </w:rPr>
        <w:t xml:space="preserve">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pres 2 do 5 m výšky do 4,5 </w:t>
      </w:r>
      <w:proofErr w:type="gramStart"/>
      <w:r w:rsidRPr="004F5C44">
        <w:rPr>
          <w:rFonts w:eastAsia="Times New Roman" w:cs="Times New Roman"/>
          <w:lang w:eastAsia="cs-CZ"/>
        </w:rPr>
        <w:t>m - nehořlavé</w:t>
      </w:r>
      <w:proofErr w:type="gramEnd"/>
      <w:r w:rsidRPr="004F5C44">
        <w:rPr>
          <w:rFonts w:eastAsia="Times New Roman" w:cs="Times New Roman"/>
          <w:lang w:eastAsia="cs-CZ"/>
        </w:rPr>
        <w:t xml:space="preserve"> pole</w:t>
      </w:r>
    </w:p>
    <w:p w14:paraId="5BA7D0CB" w14:textId="77777777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Nově byla přidána položka č.40, R347151, STĚNY PROTIHLUKOVÉ Z DÍLCŮ Z RECYKLOVANÉ PRYŽE, OBOUSTRANNĚ POHLTIVÝ, NOSNÝ SENDVIČOVÝ PANEL TL.80MM</w:t>
      </w:r>
    </w:p>
    <w:p w14:paraId="5001EB63" w14:textId="77777777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</w:p>
    <w:p w14:paraId="5687AC07" w14:textId="77777777" w:rsidR="004F5C44" w:rsidRDefault="004F5C44" w:rsidP="001512E9">
      <w:pPr>
        <w:spacing w:after="0"/>
        <w:rPr>
          <w:rFonts w:eastAsia="Times New Roman" w:cs="Times New Roman"/>
          <w:b/>
          <w:lang w:eastAsia="cs-CZ"/>
        </w:rPr>
      </w:pPr>
    </w:p>
    <w:p w14:paraId="74B02787" w14:textId="250F499C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lastRenderedPageBreak/>
        <w:t>SO</w:t>
      </w:r>
      <w:r w:rsidR="00941897" w:rsidRPr="004F5C44">
        <w:rPr>
          <w:rFonts w:eastAsia="Times New Roman" w:cs="Times New Roman"/>
          <w:b/>
          <w:lang w:eastAsia="cs-CZ"/>
        </w:rPr>
        <w:t xml:space="preserve"> </w:t>
      </w:r>
      <w:r w:rsidRPr="004F5C44">
        <w:rPr>
          <w:rFonts w:eastAsia="Times New Roman" w:cs="Times New Roman"/>
          <w:b/>
          <w:lang w:eastAsia="cs-CZ"/>
        </w:rPr>
        <w:t>24</w:t>
      </w:r>
      <w:r w:rsidR="00941897" w:rsidRPr="004F5C44">
        <w:rPr>
          <w:rFonts w:eastAsia="Times New Roman" w:cs="Times New Roman"/>
          <w:b/>
          <w:lang w:eastAsia="cs-CZ"/>
        </w:rPr>
        <w:t>-</w:t>
      </w:r>
      <w:r w:rsidRPr="004F5C44">
        <w:rPr>
          <w:rFonts w:eastAsia="Times New Roman" w:cs="Times New Roman"/>
          <w:b/>
          <w:lang w:eastAsia="cs-CZ"/>
        </w:rPr>
        <w:t>61</w:t>
      </w:r>
      <w:r w:rsidR="00941897" w:rsidRPr="004F5C44">
        <w:rPr>
          <w:rFonts w:eastAsia="Times New Roman" w:cs="Times New Roman"/>
          <w:b/>
          <w:lang w:eastAsia="cs-CZ"/>
        </w:rPr>
        <w:t>-</w:t>
      </w:r>
      <w:r w:rsidRPr="004F5C44">
        <w:rPr>
          <w:rFonts w:eastAsia="Times New Roman" w:cs="Times New Roman"/>
          <w:b/>
          <w:lang w:eastAsia="cs-CZ"/>
        </w:rPr>
        <w:t>01</w:t>
      </w:r>
      <w:r w:rsidR="00941897" w:rsidRPr="004F5C44">
        <w:rPr>
          <w:rFonts w:eastAsia="Times New Roman" w:cs="Times New Roman"/>
          <w:b/>
          <w:lang w:eastAsia="cs-CZ"/>
        </w:rPr>
        <w:t>.</w:t>
      </w:r>
      <w:r w:rsidRPr="004F5C44">
        <w:rPr>
          <w:rFonts w:eastAsia="Times New Roman" w:cs="Times New Roman"/>
          <w:b/>
          <w:lang w:eastAsia="cs-CZ"/>
        </w:rPr>
        <w:t xml:space="preserve">02: </w:t>
      </w:r>
    </w:p>
    <w:p w14:paraId="24E95BD5" w14:textId="77777777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 xml:space="preserve">Byl upraven soupis prací: </w:t>
      </w:r>
    </w:p>
    <w:p w14:paraId="2774C289" w14:textId="3427E0D2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č.9, 231611114, Výztuž pilot betonovaných do </w:t>
      </w:r>
      <w:r w:rsidR="00941897" w:rsidRPr="004F5C44">
        <w:rPr>
          <w:rFonts w:eastAsia="Times New Roman" w:cs="Times New Roman"/>
          <w:lang w:eastAsia="cs-CZ"/>
        </w:rPr>
        <w:t>země</w:t>
      </w:r>
      <w:r w:rsidRPr="004F5C44">
        <w:rPr>
          <w:rFonts w:eastAsia="Times New Roman" w:cs="Times New Roman"/>
          <w:lang w:eastAsia="cs-CZ"/>
        </w:rPr>
        <w:t xml:space="preserve"> ocel z </w:t>
      </w:r>
      <w:r w:rsidR="00941897" w:rsidRPr="004F5C44">
        <w:rPr>
          <w:rFonts w:eastAsia="Times New Roman" w:cs="Times New Roman"/>
          <w:lang w:eastAsia="cs-CZ"/>
        </w:rPr>
        <w:t>betonářské</w:t>
      </w:r>
      <w:r w:rsidRPr="004F5C44">
        <w:rPr>
          <w:rFonts w:eastAsia="Times New Roman" w:cs="Times New Roman"/>
          <w:lang w:eastAsia="cs-CZ"/>
        </w:rPr>
        <w:t xml:space="preserve"> oceli 10 505, byla změna množství a byl upraven výkaz výměr</w:t>
      </w:r>
    </w:p>
    <w:p w14:paraId="4557D889" w14:textId="119092F7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č.14, 59381338, panel </w:t>
      </w:r>
      <w:r w:rsidR="00941897" w:rsidRPr="004F5C44">
        <w:rPr>
          <w:rFonts w:eastAsia="Times New Roman" w:cs="Times New Roman"/>
          <w:lang w:eastAsia="cs-CZ"/>
        </w:rPr>
        <w:t>silniční</w:t>
      </w:r>
      <w:r w:rsidRPr="004F5C44">
        <w:rPr>
          <w:rFonts w:eastAsia="Times New Roman" w:cs="Times New Roman"/>
          <w:lang w:eastAsia="cs-CZ"/>
        </w:rPr>
        <w:t xml:space="preserve"> 3,00x2,00x0,</w:t>
      </w:r>
      <w:proofErr w:type="gramStart"/>
      <w:r w:rsidRPr="004F5C44">
        <w:rPr>
          <w:rFonts w:eastAsia="Times New Roman" w:cs="Times New Roman"/>
          <w:lang w:eastAsia="cs-CZ"/>
        </w:rPr>
        <w:t>215m</w:t>
      </w:r>
      <w:proofErr w:type="gramEnd"/>
      <w:r w:rsidRPr="004F5C44">
        <w:rPr>
          <w:rFonts w:eastAsia="Times New Roman" w:cs="Times New Roman"/>
          <w:lang w:eastAsia="cs-CZ"/>
        </w:rPr>
        <w:t>, byl upraven popis položky</w:t>
      </w:r>
    </w:p>
    <w:p w14:paraId="561AE6A5" w14:textId="53DF85CD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- v položce č.26,</w:t>
      </w:r>
      <w:r w:rsidRPr="004F5C44">
        <w:t xml:space="preserve"> </w:t>
      </w:r>
      <w:r w:rsidRPr="004F5C44">
        <w:rPr>
          <w:rFonts w:eastAsia="Times New Roman" w:cs="Times New Roman"/>
          <w:lang w:eastAsia="cs-CZ"/>
        </w:rPr>
        <w:t xml:space="preserve">918242203, PHS do profilu panel soklový betonový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pres 2,5 do 4 m výšky do 1 m, bylo upraveno na množství a byl upraven výkaz výměr</w:t>
      </w:r>
    </w:p>
    <w:p w14:paraId="610F30D7" w14:textId="30628A2C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 položce č.27, 918244264, PHS do profilu z panelu hliníkových </w:t>
      </w:r>
      <w:r w:rsidR="00941897" w:rsidRPr="004F5C44">
        <w:rPr>
          <w:rFonts w:eastAsia="Times New Roman" w:cs="Times New Roman"/>
          <w:lang w:eastAsia="cs-CZ"/>
        </w:rPr>
        <w:t>oboustranně</w:t>
      </w:r>
      <w:r w:rsidRPr="004F5C44">
        <w:rPr>
          <w:rFonts w:eastAsia="Times New Roman" w:cs="Times New Roman"/>
          <w:lang w:eastAsia="cs-CZ"/>
        </w:rPr>
        <w:t xml:space="preserve"> </w:t>
      </w:r>
      <w:proofErr w:type="spellStart"/>
      <w:r w:rsidRPr="004F5C44">
        <w:rPr>
          <w:rFonts w:eastAsia="Times New Roman" w:cs="Times New Roman"/>
          <w:lang w:eastAsia="cs-CZ"/>
        </w:rPr>
        <w:t>pohltivých</w:t>
      </w:r>
      <w:proofErr w:type="spellEnd"/>
      <w:r w:rsidRPr="004F5C44">
        <w:rPr>
          <w:rFonts w:eastAsia="Times New Roman" w:cs="Times New Roman"/>
          <w:lang w:eastAsia="cs-CZ"/>
        </w:rPr>
        <w:t xml:space="preserve">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do 2 m výšky do 4,5 m, bylo upraveno množství a výkaz výměr</w:t>
      </w:r>
    </w:p>
    <w:p w14:paraId="1ED18D56" w14:textId="78847B96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položka č.28, 918244275, PHS do profilu z panelu hliníkových </w:t>
      </w:r>
      <w:r w:rsidR="00941897" w:rsidRPr="004F5C44">
        <w:rPr>
          <w:rFonts w:eastAsia="Times New Roman" w:cs="Times New Roman"/>
          <w:lang w:eastAsia="cs-CZ"/>
        </w:rPr>
        <w:t>oboustranně</w:t>
      </w:r>
      <w:r w:rsidRPr="004F5C44">
        <w:rPr>
          <w:rFonts w:eastAsia="Times New Roman" w:cs="Times New Roman"/>
          <w:lang w:eastAsia="cs-CZ"/>
        </w:rPr>
        <w:t xml:space="preserve"> </w:t>
      </w:r>
      <w:proofErr w:type="spellStart"/>
      <w:r w:rsidRPr="004F5C44">
        <w:rPr>
          <w:rFonts w:eastAsia="Times New Roman" w:cs="Times New Roman"/>
          <w:lang w:eastAsia="cs-CZ"/>
        </w:rPr>
        <w:t>pohltivých</w:t>
      </w:r>
      <w:proofErr w:type="spellEnd"/>
      <w:r w:rsidRPr="004F5C44">
        <w:rPr>
          <w:rFonts w:eastAsia="Times New Roman" w:cs="Times New Roman"/>
          <w:lang w:eastAsia="cs-CZ"/>
        </w:rPr>
        <w:t xml:space="preserve">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pres 2 do 5 m výšky pres 4,5 m, byla zrušena</w:t>
      </w:r>
    </w:p>
    <w:p w14:paraId="6827DEED" w14:textId="77777777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č.30, 9319941X1, D+M </w:t>
      </w:r>
      <w:proofErr w:type="spellStart"/>
      <w:r w:rsidRPr="004F5C44">
        <w:rPr>
          <w:rFonts w:eastAsia="Times New Roman" w:cs="Times New Roman"/>
          <w:lang w:eastAsia="cs-CZ"/>
        </w:rPr>
        <w:t>vyklínkování</w:t>
      </w:r>
      <w:proofErr w:type="spellEnd"/>
      <w:r w:rsidRPr="004F5C44">
        <w:rPr>
          <w:rFonts w:eastAsia="Times New Roman" w:cs="Times New Roman"/>
          <w:lang w:eastAsia="cs-CZ"/>
        </w:rPr>
        <w:t xml:space="preserve"> jednotlivých panelu ve sloupcích pomocí pryžových pásu (dle PD), bylo upraveno množství</w:t>
      </w:r>
    </w:p>
    <w:p w14:paraId="5CA01D43" w14:textId="60E95C4E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č.32, 998226011, </w:t>
      </w:r>
      <w:r w:rsidR="00941897" w:rsidRPr="004F5C44">
        <w:rPr>
          <w:rFonts w:eastAsia="Times New Roman" w:cs="Times New Roman"/>
          <w:lang w:eastAsia="cs-CZ"/>
        </w:rPr>
        <w:t>Přesun</w:t>
      </w:r>
      <w:r w:rsidRPr="004F5C44">
        <w:rPr>
          <w:rFonts w:eastAsia="Times New Roman" w:cs="Times New Roman"/>
          <w:lang w:eastAsia="cs-CZ"/>
        </w:rPr>
        <w:t xml:space="preserve"> hmot pro pozemní komunikace a </w:t>
      </w:r>
      <w:r w:rsidR="00941897" w:rsidRPr="004F5C44">
        <w:rPr>
          <w:rFonts w:eastAsia="Times New Roman" w:cs="Times New Roman"/>
          <w:lang w:eastAsia="cs-CZ"/>
        </w:rPr>
        <w:t>letiště</w:t>
      </w:r>
      <w:r w:rsidRPr="004F5C44">
        <w:rPr>
          <w:rFonts w:eastAsia="Times New Roman" w:cs="Times New Roman"/>
          <w:lang w:eastAsia="cs-CZ"/>
        </w:rPr>
        <w:t xml:space="preserve"> s krytem montovaným z ŽB </w:t>
      </w:r>
      <w:r w:rsidR="00941897" w:rsidRPr="004F5C44">
        <w:rPr>
          <w:rFonts w:eastAsia="Times New Roman" w:cs="Times New Roman"/>
          <w:lang w:eastAsia="cs-CZ"/>
        </w:rPr>
        <w:t>dílců</w:t>
      </w:r>
      <w:r w:rsidRPr="004F5C44">
        <w:rPr>
          <w:rFonts w:eastAsia="Times New Roman" w:cs="Times New Roman"/>
          <w:lang w:eastAsia="cs-CZ"/>
        </w:rPr>
        <w:t>, bylo upraveno množství</w:t>
      </w:r>
    </w:p>
    <w:p w14:paraId="058F7427" w14:textId="77777777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</w:p>
    <w:p w14:paraId="6B67A35A" w14:textId="77777777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Nově byla přidána položka č.36, R347151, STĚNY PROTIHLUKOVÉ Z DÍLCŮ Z RECYKLOVANÉ PRYŽE, OBOUSTRANNĚ POHLTIVÝ, NOSNÝ SENDVIČOVÝ PANEL TL.80MM</w:t>
      </w:r>
    </w:p>
    <w:p w14:paraId="01F2B3D4" w14:textId="77777777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Nově byla přidána položka č.37, R01, D+M </w:t>
      </w:r>
      <w:proofErr w:type="spellStart"/>
      <w:r w:rsidRPr="004F5C44">
        <w:rPr>
          <w:rFonts w:eastAsia="Times New Roman" w:cs="Times New Roman"/>
          <w:lang w:eastAsia="cs-CZ"/>
        </w:rPr>
        <w:t>Ukolejnění</w:t>
      </w:r>
      <w:proofErr w:type="spellEnd"/>
      <w:r w:rsidRPr="004F5C44">
        <w:rPr>
          <w:rFonts w:eastAsia="Times New Roman" w:cs="Times New Roman"/>
          <w:lang w:eastAsia="cs-CZ"/>
        </w:rPr>
        <w:t xml:space="preserve"> PHS v rozsahu viz. PD</w:t>
      </w:r>
    </w:p>
    <w:p w14:paraId="548DF050" w14:textId="77777777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</w:p>
    <w:p w14:paraId="6FD5EF5E" w14:textId="77777777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</w:p>
    <w:p w14:paraId="088D2B72" w14:textId="77777777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</w:p>
    <w:p w14:paraId="644909AC" w14:textId="1A9C99E5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>SO</w:t>
      </w:r>
      <w:r w:rsidR="00941897" w:rsidRPr="004F5C44">
        <w:rPr>
          <w:rFonts w:eastAsia="Times New Roman" w:cs="Times New Roman"/>
          <w:b/>
          <w:lang w:eastAsia="cs-CZ"/>
        </w:rPr>
        <w:t xml:space="preserve"> </w:t>
      </w:r>
      <w:r w:rsidRPr="004F5C44">
        <w:rPr>
          <w:rFonts w:eastAsia="Times New Roman" w:cs="Times New Roman"/>
          <w:b/>
          <w:lang w:eastAsia="cs-CZ"/>
        </w:rPr>
        <w:t>26</w:t>
      </w:r>
      <w:r w:rsidR="00941897" w:rsidRPr="004F5C44">
        <w:rPr>
          <w:rFonts w:eastAsia="Times New Roman" w:cs="Times New Roman"/>
          <w:b/>
          <w:lang w:eastAsia="cs-CZ"/>
        </w:rPr>
        <w:t>-</w:t>
      </w:r>
      <w:r w:rsidRPr="004F5C44">
        <w:rPr>
          <w:rFonts w:eastAsia="Times New Roman" w:cs="Times New Roman"/>
          <w:b/>
          <w:lang w:eastAsia="cs-CZ"/>
        </w:rPr>
        <w:t>61</w:t>
      </w:r>
      <w:r w:rsidR="00941897" w:rsidRPr="004F5C44">
        <w:rPr>
          <w:rFonts w:eastAsia="Times New Roman" w:cs="Times New Roman"/>
          <w:b/>
          <w:lang w:eastAsia="cs-CZ"/>
        </w:rPr>
        <w:t>-</w:t>
      </w:r>
      <w:r w:rsidRPr="004F5C44">
        <w:rPr>
          <w:rFonts w:eastAsia="Times New Roman" w:cs="Times New Roman"/>
          <w:b/>
          <w:lang w:eastAsia="cs-CZ"/>
        </w:rPr>
        <w:t>01</w:t>
      </w:r>
      <w:r w:rsidR="00941897" w:rsidRPr="004F5C44">
        <w:rPr>
          <w:rFonts w:eastAsia="Times New Roman" w:cs="Times New Roman"/>
          <w:b/>
          <w:lang w:eastAsia="cs-CZ"/>
        </w:rPr>
        <w:t>.</w:t>
      </w:r>
      <w:r w:rsidRPr="004F5C44">
        <w:rPr>
          <w:rFonts w:eastAsia="Times New Roman" w:cs="Times New Roman"/>
          <w:b/>
          <w:lang w:eastAsia="cs-CZ"/>
        </w:rPr>
        <w:t>01:</w:t>
      </w:r>
    </w:p>
    <w:p w14:paraId="6104F8CE" w14:textId="77777777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 xml:space="preserve">Byl upraven soupis prací: </w:t>
      </w:r>
    </w:p>
    <w:p w14:paraId="16C9D134" w14:textId="1F7EA168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- v položce č.12,</w:t>
      </w:r>
      <w:r w:rsidRPr="004F5C44">
        <w:t xml:space="preserve"> </w:t>
      </w:r>
      <w:r w:rsidRPr="004F5C44">
        <w:rPr>
          <w:rFonts w:eastAsia="Times New Roman" w:cs="Times New Roman"/>
          <w:lang w:eastAsia="cs-CZ"/>
        </w:rPr>
        <w:t xml:space="preserve">918242203, PHS do profilu panel soklový betonový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pres 2,5 do 4 m výšky do 1 m, bylo upraveno na množství a byl upraven výkaz výměr</w:t>
      </w:r>
    </w:p>
    <w:p w14:paraId="576B6D9D" w14:textId="42C963AA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 položce č.13, 918244264, PHS do profilu z panelu hliníkových </w:t>
      </w:r>
      <w:r w:rsidR="00941897" w:rsidRPr="004F5C44">
        <w:rPr>
          <w:rFonts w:eastAsia="Times New Roman" w:cs="Times New Roman"/>
          <w:lang w:eastAsia="cs-CZ"/>
        </w:rPr>
        <w:t>oboustranně</w:t>
      </w:r>
      <w:r w:rsidRPr="004F5C44">
        <w:rPr>
          <w:rFonts w:eastAsia="Times New Roman" w:cs="Times New Roman"/>
          <w:lang w:eastAsia="cs-CZ"/>
        </w:rPr>
        <w:t xml:space="preserve"> </w:t>
      </w:r>
      <w:proofErr w:type="spellStart"/>
      <w:r w:rsidRPr="004F5C44">
        <w:rPr>
          <w:rFonts w:eastAsia="Times New Roman" w:cs="Times New Roman"/>
          <w:lang w:eastAsia="cs-CZ"/>
        </w:rPr>
        <w:t>pohltivých</w:t>
      </w:r>
      <w:proofErr w:type="spellEnd"/>
      <w:r w:rsidRPr="004F5C44">
        <w:rPr>
          <w:rFonts w:eastAsia="Times New Roman" w:cs="Times New Roman"/>
          <w:lang w:eastAsia="cs-CZ"/>
        </w:rPr>
        <w:t xml:space="preserve">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do 2 m výšky do 4,5 m, bylo upraveno množství a výkaz výměr</w:t>
      </w:r>
    </w:p>
    <w:p w14:paraId="4F5902F1" w14:textId="77777777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č.15, 9319941X1, D+M </w:t>
      </w:r>
      <w:proofErr w:type="spellStart"/>
      <w:r w:rsidRPr="004F5C44">
        <w:rPr>
          <w:rFonts w:eastAsia="Times New Roman" w:cs="Times New Roman"/>
          <w:lang w:eastAsia="cs-CZ"/>
        </w:rPr>
        <w:t>vyklínkování</w:t>
      </w:r>
      <w:proofErr w:type="spellEnd"/>
      <w:r w:rsidRPr="004F5C44">
        <w:rPr>
          <w:rFonts w:eastAsia="Times New Roman" w:cs="Times New Roman"/>
          <w:lang w:eastAsia="cs-CZ"/>
        </w:rPr>
        <w:t xml:space="preserve"> jednotlivých panelu ve sloupcích pomocí pryžových pásu (dle PD), bylo upraveno množství</w:t>
      </w:r>
    </w:p>
    <w:p w14:paraId="5E80CDAC" w14:textId="18C554F6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č.16, 998226011, </w:t>
      </w:r>
      <w:proofErr w:type="spellStart"/>
      <w:r w:rsidRPr="004F5C44">
        <w:rPr>
          <w:rFonts w:eastAsia="Times New Roman" w:cs="Times New Roman"/>
          <w:lang w:eastAsia="cs-CZ"/>
        </w:rPr>
        <w:t>Presun</w:t>
      </w:r>
      <w:proofErr w:type="spellEnd"/>
      <w:r w:rsidRPr="004F5C44">
        <w:rPr>
          <w:rFonts w:eastAsia="Times New Roman" w:cs="Times New Roman"/>
          <w:lang w:eastAsia="cs-CZ"/>
        </w:rPr>
        <w:t xml:space="preserve"> hmot pro pozemní komunikace a </w:t>
      </w:r>
      <w:r w:rsidR="00941897" w:rsidRPr="004F5C44">
        <w:rPr>
          <w:rFonts w:eastAsia="Times New Roman" w:cs="Times New Roman"/>
          <w:lang w:eastAsia="cs-CZ"/>
        </w:rPr>
        <w:t>letiště</w:t>
      </w:r>
      <w:r w:rsidRPr="004F5C44">
        <w:rPr>
          <w:rFonts w:eastAsia="Times New Roman" w:cs="Times New Roman"/>
          <w:lang w:eastAsia="cs-CZ"/>
        </w:rPr>
        <w:t xml:space="preserve"> s krytem montovaným z ŽB </w:t>
      </w:r>
      <w:r w:rsidR="00941897" w:rsidRPr="004F5C44">
        <w:rPr>
          <w:rFonts w:eastAsia="Times New Roman" w:cs="Times New Roman"/>
          <w:lang w:eastAsia="cs-CZ"/>
        </w:rPr>
        <w:t>dílců</w:t>
      </w:r>
      <w:r w:rsidRPr="004F5C44">
        <w:rPr>
          <w:rFonts w:eastAsia="Times New Roman" w:cs="Times New Roman"/>
          <w:lang w:eastAsia="cs-CZ"/>
        </w:rPr>
        <w:t>, bylo upraveno množství</w:t>
      </w:r>
    </w:p>
    <w:p w14:paraId="4734CDAC" w14:textId="2DDF77E3" w:rsidR="001512E9" w:rsidRDefault="001512E9" w:rsidP="00047078">
      <w:pPr>
        <w:spacing w:after="0"/>
        <w:rPr>
          <w:rFonts w:eastAsia="Times New Roman" w:cs="Times New Roman"/>
          <w:lang w:eastAsia="cs-CZ"/>
        </w:rPr>
      </w:pPr>
    </w:p>
    <w:p w14:paraId="71071627" w14:textId="77777777" w:rsidR="004F5C44" w:rsidRPr="004F5C44" w:rsidRDefault="004F5C44" w:rsidP="00047078">
      <w:pPr>
        <w:spacing w:after="0"/>
        <w:rPr>
          <w:rFonts w:eastAsia="Times New Roman" w:cs="Times New Roman"/>
          <w:lang w:eastAsia="cs-CZ"/>
        </w:rPr>
      </w:pPr>
    </w:p>
    <w:p w14:paraId="62573D50" w14:textId="526CC8E4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>SO</w:t>
      </w:r>
      <w:r w:rsidR="00941897" w:rsidRPr="004F5C44">
        <w:rPr>
          <w:rFonts w:eastAsia="Times New Roman" w:cs="Times New Roman"/>
          <w:b/>
          <w:lang w:eastAsia="cs-CZ"/>
        </w:rPr>
        <w:t xml:space="preserve"> </w:t>
      </w:r>
      <w:r w:rsidRPr="004F5C44">
        <w:rPr>
          <w:rFonts w:eastAsia="Times New Roman" w:cs="Times New Roman"/>
          <w:b/>
          <w:lang w:eastAsia="cs-CZ"/>
        </w:rPr>
        <w:t>26</w:t>
      </w:r>
      <w:r w:rsidR="00941897" w:rsidRPr="004F5C44">
        <w:rPr>
          <w:rFonts w:eastAsia="Times New Roman" w:cs="Times New Roman"/>
          <w:b/>
          <w:lang w:eastAsia="cs-CZ"/>
        </w:rPr>
        <w:t>-</w:t>
      </w:r>
      <w:r w:rsidRPr="004F5C44">
        <w:rPr>
          <w:rFonts w:eastAsia="Times New Roman" w:cs="Times New Roman"/>
          <w:b/>
          <w:lang w:eastAsia="cs-CZ"/>
        </w:rPr>
        <w:t>61</w:t>
      </w:r>
      <w:r w:rsidR="00941897" w:rsidRPr="004F5C44">
        <w:rPr>
          <w:rFonts w:eastAsia="Times New Roman" w:cs="Times New Roman"/>
          <w:b/>
          <w:lang w:eastAsia="cs-CZ"/>
        </w:rPr>
        <w:t>-</w:t>
      </w:r>
      <w:r w:rsidRPr="004F5C44">
        <w:rPr>
          <w:rFonts w:eastAsia="Times New Roman" w:cs="Times New Roman"/>
          <w:b/>
          <w:lang w:eastAsia="cs-CZ"/>
        </w:rPr>
        <w:t>01</w:t>
      </w:r>
      <w:r w:rsidR="00941897" w:rsidRPr="004F5C44">
        <w:rPr>
          <w:rFonts w:eastAsia="Times New Roman" w:cs="Times New Roman"/>
          <w:b/>
          <w:lang w:eastAsia="cs-CZ"/>
        </w:rPr>
        <w:t>.</w:t>
      </w:r>
      <w:r w:rsidRPr="004F5C44">
        <w:rPr>
          <w:rFonts w:eastAsia="Times New Roman" w:cs="Times New Roman"/>
          <w:b/>
          <w:lang w:eastAsia="cs-CZ"/>
        </w:rPr>
        <w:t xml:space="preserve">01: </w:t>
      </w:r>
    </w:p>
    <w:p w14:paraId="47D8236B" w14:textId="77777777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 xml:space="preserve">Byl upraven soupis prací: </w:t>
      </w:r>
    </w:p>
    <w:p w14:paraId="49D3954A" w14:textId="6F4CB743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č.9, 231611114, Výztuž pilot betonovaných do </w:t>
      </w:r>
      <w:r w:rsidR="00941897" w:rsidRPr="004F5C44">
        <w:rPr>
          <w:rFonts w:eastAsia="Times New Roman" w:cs="Times New Roman"/>
          <w:lang w:eastAsia="cs-CZ"/>
        </w:rPr>
        <w:t>země</w:t>
      </w:r>
      <w:r w:rsidRPr="004F5C44">
        <w:rPr>
          <w:rFonts w:eastAsia="Times New Roman" w:cs="Times New Roman"/>
          <w:lang w:eastAsia="cs-CZ"/>
        </w:rPr>
        <w:t xml:space="preserve"> ocel z </w:t>
      </w:r>
      <w:r w:rsidR="00941897" w:rsidRPr="004F5C44">
        <w:rPr>
          <w:rFonts w:eastAsia="Times New Roman" w:cs="Times New Roman"/>
          <w:lang w:eastAsia="cs-CZ"/>
        </w:rPr>
        <w:t>betonářské</w:t>
      </w:r>
      <w:r w:rsidRPr="004F5C44">
        <w:rPr>
          <w:rFonts w:eastAsia="Times New Roman" w:cs="Times New Roman"/>
          <w:lang w:eastAsia="cs-CZ"/>
        </w:rPr>
        <w:t xml:space="preserve"> oceli 10 505, byla změna množství a byl upraven výkaz výměr</w:t>
      </w:r>
    </w:p>
    <w:p w14:paraId="5513146B" w14:textId="6DBD5261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č.14, 59381338, panel </w:t>
      </w:r>
      <w:r w:rsidR="00941897" w:rsidRPr="004F5C44">
        <w:rPr>
          <w:rFonts w:eastAsia="Times New Roman" w:cs="Times New Roman"/>
          <w:lang w:eastAsia="cs-CZ"/>
        </w:rPr>
        <w:t>silniční</w:t>
      </w:r>
      <w:r w:rsidRPr="004F5C44">
        <w:rPr>
          <w:rFonts w:eastAsia="Times New Roman" w:cs="Times New Roman"/>
          <w:lang w:eastAsia="cs-CZ"/>
        </w:rPr>
        <w:t xml:space="preserve"> 3,00x2,00x0,</w:t>
      </w:r>
      <w:proofErr w:type="gramStart"/>
      <w:r w:rsidRPr="004F5C44">
        <w:rPr>
          <w:rFonts w:eastAsia="Times New Roman" w:cs="Times New Roman"/>
          <w:lang w:eastAsia="cs-CZ"/>
        </w:rPr>
        <w:t>215m</w:t>
      </w:r>
      <w:proofErr w:type="gramEnd"/>
      <w:r w:rsidRPr="004F5C44">
        <w:rPr>
          <w:rFonts w:eastAsia="Times New Roman" w:cs="Times New Roman"/>
          <w:lang w:eastAsia="cs-CZ"/>
        </w:rPr>
        <w:t>, byl upraven popis položky</w:t>
      </w:r>
    </w:p>
    <w:p w14:paraId="58033339" w14:textId="27BAE6C4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>- v položce č.28,</w:t>
      </w:r>
      <w:r w:rsidRPr="004F5C44">
        <w:t xml:space="preserve"> </w:t>
      </w:r>
      <w:r w:rsidRPr="004F5C44">
        <w:rPr>
          <w:rFonts w:eastAsia="Times New Roman" w:cs="Times New Roman"/>
          <w:lang w:eastAsia="cs-CZ"/>
        </w:rPr>
        <w:t xml:space="preserve">918242203, PHS do profilu panel soklový betonový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pres 2,5 do 4 m výšky do 1 m, bylo upraveno na množství a byl upraven výkaz výměr</w:t>
      </w:r>
    </w:p>
    <w:p w14:paraId="0DD0F032" w14:textId="01711053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položka č.29, 918242243, PHS do profilu panel betonový odrazivý únikový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do 2,5 m výšky pres 2 m, byla zrušena</w:t>
      </w:r>
    </w:p>
    <w:p w14:paraId="239B6384" w14:textId="38871F3E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položka č.30, 918244225, PHS do profilu z panelu hliníkových odrazivých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pres 2 do 5 m výšky pres 4,5 m, byla zrušena</w:t>
      </w:r>
    </w:p>
    <w:p w14:paraId="1B457F05" w14:textId="77777777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č.32, 9319941X1, D+M </w:t>
      </w:r>
      <w:proofErr w:type="spellStart"/>
      <w:r w:rsidRPr="004F5C44">
        <w:rPr>
          <w:rFonts w:eastAsia="Times New Roman" w:cs="Times New Roman"/>
          <w:lang w:eastAsia="cs-CZ"/>
        </w:rPr>
        <w:t>vyklínkování</w:t>
      </w:r>
      <w:proofErr w:type="spellEnd"/>
      <w:r w:rsidRPr="004F5C44">
        <w:rPr>
          <w:rFonts w:eastAsia="Times New Roman" w:cs="Times New Roman"/>
          <w:lang w:eastAsia="cs-CZ"/>
        </w:rPr>
        <w:t xml:space="preserve"> jednotlivých panelu ve sloupcích pomocí pryžových pásu (dle PD), bylo upraveno množství</w:t>
      </w:r>
    </w:p>
    <w:p w14:paraId="5426A1E8" w14:textId="011A638E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č.34, 998226011, </w:t>
      </w:r>
      <w:r w:rsidR="00941897" w:rsidRPr="004F5C44">
        <w:rPr>
          <w:rFonts w:eastAsia="Times New Roman" w:cs="Times New Roman"/>
          <w:lang w:eastAsia="cs-CZ"/>
        </w:rPr>
        <w:t>Přesun</w:t>
      </w:r>
      <w:r w:rsidRPr="004F5C44">
        <w:rPr>
          <w:rFonts w:eastAsia="Times New Roman" w:cs="Times New Roman"/>
          <w:lang w:eastAsia="cs-CZ"/>
        </w:rPr>
        <w:t xml:space="preserve"> hmot pro pozemní komunikace a </w:t>
      </w:r>
      <w:r w:rsidR="00941897" w:rsidRPr="004F5C44">
        <w:rPr>
          <w:rFonts w:eastAsia="Times New Roman" w:cs="Times New Roman"/>
          <w:lang w:eastAsia="cs-CZ"/>
        </w:rPr>
        <w:t>letiště</w:t>
      </w:r>
      <w:r w:rsidRPr="004F5C44">
        <w:rPr>
          <w:rFonts w:eastAsia="Times New Roman" w:cs="Times New Roman"/>
          <w:lang w:eastAsia="cs-CZ"/>
        </w:rPr>
        <w:t xml:space="preserve"> s krytem montovaným z ŽB </w:t>
      </w:r>
      <w:proofErr w:type="spellStart"/>
      <w:r w:rsidRPr="004F5C44">
        <w:rPr>
          <w:rFonts w:eastAsia="Times New Roman" w:cs="Times New Roman"/>
          <w:lang w:eastAsia="cs-CZ"/>
        </w:rPr>
        <w:t>dílcu</w:t>
      </w:r>
      <w:proofErr w:type="spellEnd"/>
      <w:r w:rsidRPr="004F5C44">
        <w:rPr>
          <w:rFonts w:eastAsia="Times New Roman" w:cs="Times New Roman"/>
          <w:lang w:eastAsia="cs-CZ"/>
        </w:rPr>
        <w:t>, byl upraven výkaz výměr a množství</w:t>
      </w:r>
    </w:p>
    <w:p w14:paraId="691E18DF" w14:textId="379D7FCE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- položka č.36, 275313611, Základové patky z betonu t</w:t>
      </w:r>
      <w:r w:rsidR="00941897" w:rsidRPr="004F5C44">
        <w:rPr>
          <w:rFonts w:eastAsia="Times New Roman" w:cs="Times New Roman"/>
          <w:lang w:eastAsia="cs-CZ"/>
        </w:rPr>
        <w:t>ř</w:t>
      </w:r>
      <w:r w:rsidRPr="004F5C44">
        <w:rPr>
          <w:rFonts w:eastAsia="Times New Roman" w:cs="Times New Roman"/>
          <w:lang w:eastAsia="cs-CZ"/>
        </w:rPr>
        <w:t>. C 16/20, byla zrušena</w:t>
      </w:r>
    </w:p>
    <w:p w14:paraId="42AD09D0" w14:textId="77777777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- položka č.37, R9182221, PHS sloupek ocelový UPE 160 zakládaný do pilot výšky pres 3 m, byla zrušena</w:t>
      </w:r>
    </w:p>
    <w:p w14:paraId="035E527F" w14:textId="77777777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- nově byla přidána položka č.38, 767R, D+M Únikových dveří včetně založení na patkách</w:t>
      </w:r>
    </w:p>
    <w:p w14:paraId="548F951F" w14:textId="29291481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nově byla přidána položka č.39, 918244274, PHS do profilu z panelu hliníkových </w:t>
      </w:r>
      <w:r w:rsidR="00941897" w:rsidRPr="004F5C44">
        <w:rPr>
          <w:rFonts w:eastAsia="Times New Roman" w:cs="Times New Roman"/>
          <w:lang w:eastAsia="cs-CZ"/>
        </w:rPr>
        <w:t>oboustranně</w:t>
      </w:r>
      <w:r w:rsidRPr="004F5C44">
        <w:rPr>
          <w:rFonts w:eastAsia="Times New Roman" w:cs="Times New Roman"/>
          <w:lang w:eastAsia="cs-CZ"/>
        </w:rPr>
        <w:t xml:space="preserve"> </w:t>
      </w:r>
      <w:proofErr w:type="spellStart"/>
      <w:r w:rsidRPr="004F5C44">
        <w:rPr>
          <w:rFonts w:eastAsia="Times New Roman" w:cs="Times New Roman"/>
          <w:lang w:eastAsia="cs-CZ"/>
        </w:rPr>
        <w:t>pohltivých</w:t>
      </w:r>
      <w:proofErr w:type="spellEnd"/>
      <w:r w:rsidRPr="004F5C44">
        <w:rPr>
          <w:rFonts w:eastAsia="Times New Roman" w:cs="Times New Roman"/>
          <w:lang w:eastAsia="cs-CZ"/>
        </w:rPr>
        <w:t xml:space="preserve"> </w:t>
      </w:r>
      <w:proofErr w:type="spellStart"/>
      <w:r w:rsidRPr="004F5C44">
        <w:rPr>
          <w:rFonts w:eastAsia="Times New Roman" w:cs="Times New Roman"/>
          <w:lang w:eastAsia="cs-CZ"/>
        </w:rPr>
        <w:t>šírky</w:t>
      </w:r>
      <w:proofErr w:type="spellEnd"/>
      <w:r w:rsidRPr="004F5C44">
        <w:rPr>
          <w:rFonts w:eastAsia="Times New Roman" w:cs="Times New Roman"/>
          <w:lang w:eastAsia="cs-CZ"/>
        </w:rPr>
        <w:t xml:space="preserve"> pres 2 do 5 m výšky do 4,5 </w:t>
      </w:r>
      <w:proofErr w:type="gramStart"/>
      <w:r w:rsidRPr="004F5C44">
        <w:rPr>
          <w:rFonts w:eastAsia="Times New Roman" w:cs="Times New Roman"/>
          <w:lang w:eastAsia="cs-CZ"/>
        </w:rPr>
        <w:t>m - nehořlavé</w:t>
      </w:r>
      <w:proofErr w:type="gramEnd"/>
      <w:r w:rsidRPr="004F5C44">
        <w:rPr>
          <w:rFonts w:eastAsia="Times New Roman" w:cs="Times New Roman"/>
          <w:lang w:eastAsia="cs-CZ"/>
        </w:rPr>
        <w:t xml:space="preserve"> pole</w:t>
      </w:r>
    </w:p>
    <w:p w14:paraId="2358AEF0" w14:textId="77777777" w:rsidR="001512E9" w:rsidRPr="004F5C44" w:rsidRDefault="001512E9" w:rsidP="001512E9">
      <w:pPr>
        <w:spacing w:after="0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- nově byla přidána položka č.40, R347151, STĚNY PROTIHLUKOVÉ Z DÍLCŮ Z RECYKLOVANÉ PRYŽE, OBOUSTRANNĚ POHLTIVÝ, NOSNÝ SENDVIČOVÝ PANEL TL.80MM</w:t>
      </w:r>
    </w:p>
    <w:p w14:paraId="1C3BFD83" w14:textId="77777777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</w:p>
    <w:p w14:paraId="447959A4" w14:textId="77777777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</w:p>
    <w:p w14:paraId="7E70B441" w14:textId="3069C40E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>SO</w:t>
      </w:r>
      <w:r w:rsidR="00941897" w:rsidRPr="004F5C44">
        <w:rPr>
          <w:rFonts w:eastAsia="Times New Roman" w:cs="Times New Roman"/>
          <w:b/>
          <w:lang w:eastAsia="cs-CZ"/>
        </w:rPr>
        <w:t xml:space="preserve"> </w:t>
      </w:r>
      <w:r w:rsidRPr="004F5C44">
        <w:rPr>
          <w:rFonts w:eastAsia="Times New Roman" w:cs="Times New Roman"/>
          <w:b/>
          <w:lang w:eastAsia="cs-CZ"/>
        </w:rPr>
        <w:t>26</w:t>
      </w:r>
      <w:r w:rsidR="00941897" w:rsidRPr="004F5C44">
        <w:rPr>
          <w:rFonts w:eastAsia="Times New Roman" w:cs="Times New Roman"/>
          <w:b/>
          <w:lang w:eastAsia="cs-CZ"/>
        </w:rPr>
        <w:t>-</w:t>
      </w:r>
      <w:r w:rsidRPr="004F5C44">
        <w:rPr>
          <w:rFonts w:eastAsia="Times New Roman" w:cs="Times New Roman"/>
          <w:b/>
          <w:lang w:eastAsia="cs-CZ"/>
        </w:rPr>
        <w:t>61</w:t>
      </w:r>
      <w:r w:rsidR="00941897" w:rsidRPr="004F5C44">
        <w:rPr>
          <w:rFonts w:eastAsia="Times New Roman" w:cs="Times New Roman"/>
          <w:b/>
          <w:lang w:eastAsia="cs-CZ"/>
        </w:rPr>
        <w:t>-</w:t>
      </w:r>
      <w:r w:rsidRPr="004F5C44">
        <w:rPr>
          <w:rFonts w:eastAsia="Times New Roman" w:cs="Times New Roman"/>
          <w:b/>
          <w:lang w:eastAsia="cs-CZ"/>
        </w:rPr>
        <w:t>01</w:t>
      </w:r>
      <w:r w:rsidR="00941897" w:rsidRPr="004F5C44">
        <w:rPr>
          <w:rFonts w:eastAsia="Times New Roman" w:cs="Times New Roman"/>
          <w:b/>
          <w:lang w:eastAsia="cs-CZ"/>
        </w:rPr>
        <w:t>.</w:t>
      </w:r>
      <w:r w:rsidRPr="004F5C44">
        <w:rPr>
          <w:rFonts w:eastAsia="Times New Roman" w:cs="Times New Roman"/>
          <w:b/>
          <w:lang w:eastAsia="cs-CZ"/>
        </w:rPr>
        <w:t xml:space="preserve">02: </w:t>
      </w:r>
    </w:p>
    <w:p w14:paraId="44C00CFC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 xml:space="preserve">Byl upraven soupis prací: </w:t>
      </w:r>
    </w:p>
    <w:p w14:paraId="16BF04A1" w14:textId="2E0A4338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č.11, 231611114, Výztuž pilot betonovaných do </w:t>
      </w:r>
      <w:r w:rsidR="00941897" w:rsidRPr="004F5C44">
        <w:rPr>
          <w:rFonts w:eastAsia="Times New Roman" w:cs="Times New Roman"/>
          <w:lang w:eastAsia="cs-CZ"/>
        </w:rPr>
        <w:t>země</w:t>
      </w:r>
      <w:r w:rsidRPr="004F5C44">
        <w:rPr>
          <w:rFonts w:eastAsia="Times New Roman" w:cs="Times New Roman"/>
          <w:lang w:eastAsia="cs-CZ"/>
        </w:rPr>
        <w:t xml:space="preserve"> ocel z </w:t>
      </w:r>
      <w:r w:rsidR="00941897" w:rsidRPr="004F5C44">
        <w:rPr>
          <w:rFonts w:eastAsia="Times New Roman" w:cs="Times New Roman"/>
          <w:lang w:eastAsia="cs-CZ"/>
        </w:rPr>
        <w:t>betonářské</w:t>
      </w:r>
      <w:r w:rsidRPr="004F5C44">
        <w:rPr>
          <w:rFonts w:eastAsia="Times New Roman" w:cs="Times New Roman"/>
          <w:lang w:eastAsia="cs-CZ"/>
        </w:rPr>
        <w:t xml:space="preserve"> oceli 10 505, byla změna množství a byl upraven výkaz výměr.</w:t>
      </w:r>
    </w:p>
    <w:p w14:paraId="3921493D" w14:textId="4CEA1BC0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-v položce č.17, 59381338, panel </w:t>
      </w:r>
      <w:r w:rsidR="00941897" w:rsidRPr="004F5C44">
        <w:rPr>
          <w:rFonts w:eastAsia="Times New Roman" w:cs="Times New Roman"/>
          <w:lang w:eastAsia="cs-CZ"/>
        </w:rPr>
        <w:t>silniční</w:t>
      </w:r>
      <w:r w:rsidRPr="004F5C44">
        <w:rPr>
          <w:rFonts w:eastAsia="Times New Roman" w:cs="Times New Roman"/>
          <w:lang w:eastAsia="cs-CZ"/>
        </w:rPr>
        <w:t xml:space="preserve"> 3,00x2,00x0,</w:t>
      </w:r>
      <w:proofErr w:type="gramStart"/>
      <w:r w:rsidRPr="004F5C44">
        <w:rPr>
          <w:rFonts w:eastAsia="Times New Roman" w:cs="Times New Roman"/>
          <w:lang w:eastAsia="cs-CZ"/>
        </w:rPr>
        <w:t>215m</w:t>
      </w:r>
      <w:proofErr w:type="gramEnd"/>
      <w:r w:rsidRPr="004F5C44">
        <w:rPr>
          <w:rFonts w:eastAsia="Times New Roman" w:cs="Times New Roman"/>
          <w:lang w:eastAsia="cs-CZ"/>
        </w:rPr>
        <w:t>, byla změna množství a byl upraven popis položky.</w:t>
      </w:r>
    </w:p>
    <w:p w14:paraId="4D037E34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>- v položce č.28,</w:t>
      </w:r>
      <w:r w:rsidRPr="004F5C44">
        <w:t xml:space="preserve"> </w:t>
      </w:r>
      <w:r w:rsidRPr="004F5C44">
        <w:rPr>
          <w:rFonts w:eastAsia="Times New Roman" w:cs="Times New Roman"/>
          <w:lang w:eastAsia="cs-CZ"/>
        </w:rPr>
        <w:t>918222123, PHS sloupek ocelový HE-A zakládaný do pilot výšky pres 3 m, bylo upraveno množství a byl upraven výkaz výměr.</w:t>
      </w:r>
    </w:p>
    <w:p w14:paraId="1A0D70F4" w14:textId="05162E7B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položka č.29, 918242203, PHS do profilu panel soklový betonový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pres 2,5 do 4 m výšky do 1 m, bylo upraveno množství a byl upraven výkaz výměr.</w:t>
      </w:r>
    </w:p>
    <w:p w14:paraId="10B2EEE0" w14:textId="4466F339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položka č.30, 918242243, PHS do profilu panel betonový odrazivý únikový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do 2,5 m výšky pres 2 m, byla zrušena.</w:t>
      </w:r>
    </w:p>
    <w:p w14:paraId="3B82BDA0" w14:textId="334BC655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položka č.31, 918244274, PHS do profilu z panelu hliníkových </w:t>
      </w:r>
      <w:r w:rsidR="00941897" w:rsidRPr="004F5C44">
        <w:rPr>
          <w:rFonts w:eastAsia="Times New Roman" w:cs="Times New Roman"/>
          <w:lang w:eastAsia="cs-CZ"/>
        </w:rPr>
        <w:t>oboustranně</w:t>
      </w:r>
      <w:r w:rsidRPr="004F5C44">
        <w:rPr>
          <w:rFonts w:eastAsia="Times New Roman" w:cs="Times New Roman"/>
          <w:lang w:eastAsia="cs-CZ"/>
        </w:rPr>
        <w:t xml:space="preserve"> </w:t>
      </w:r>
      <w:proofErr w:type="spellStart"/>
      <w:r w:rsidRPr="004F5C44">
        <w:rPr>
          <w:rFonts w:eastAsia="Times New Roman" w:cs="Times New Roman"/>
          <w:lang w:eastAsia="cs-CZ"/>
        </w:rPr>
        <w:t>pohltivých</w:t>
      </w:r>
      <w:proofErr w:type="spellEnd"/>
      <w:r w:rsidRPr="004F5C44">
        <w:rPr>
          <w:rFonts w:eastAsia="Times New Roman" w:cs="Times New Roman"/>
          <w:lang w:eastAsia="cs-CZ"/>
        </w:rPr>
        <w:t xml:space="preserve">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pres 2 do 5 m výšky do 4,5 m byla zrušena.</w:t>
      </w:r>
    </w:p>
    <w:p w14:paraId="21B16A16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- nově byla doplněna položka č.37, R347151, STĚNY PROTIHLUKOVÉ Z DÍLCŮ Z RECYKLOVANÉ PRYŽE, OBOUSTRANNĚ POHLTIVÝ, NOSNÝ SENDVIČOVÝ PANEL TL.80MM</w:t>
      </w:r>
    </w:p>
    <w:p w14:paraId="2E3F81FE" w14:textId="08F77796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nově byla doplněna položka č.38, 918242243, PHS do profilu z panelu hliníkových </w:t>
      </w:r>
      <w:r w:rsidR="00941897" w:rsidRPr="004F5C44">
        <w:rPr>
          <w:rFonts w:eastAsia="Times New Roman" w:cs="Times New Roman"/>
          <w:lang w:eastAsia="cs-CZ"/>
        </w:rPr>
        <w:t>oboustranně</w:t>
      </w:r>
      <w:r w:rsidRPr="004F5C44">
        <w:rPr>
          <w:rFonts w:eastAsia="Times New Roman" w:cs="Times New Roman"/>
          <w:lang w:eastAsia="cs-CZ"/>
        </w:rPr>
        <w:t xml:space="preserve"> </w:t>
      </w:r>
      <w:proofErr w:type="spellStart"/>
      <w:r w:rsidRPr="004F5C44">
        <w:rPr>
          <w:rFonts w:eastAsia="Times New Roman" w:cs="Times New Roman"/>
          <w:lang w:eastAsia="cs-CZ"/>
        </w:rPr>
        <w:t>pohltivých</w:t>
      </w:r>
      <w:proofErr w:type="spellEnd"/>
      <w:r w:rsidRPr="004F5C44">
        <w:rPr>
          <w:rFonts w:eastAsia="Times New Roman" w:cs="Times New Roman"/>
          <w:lang w:eastAsia="cs-CZ"/>
        </w:rPr>
        <w:t xml:space="preserve">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pres 2 do 5 m výšky do 4,5 </w:t>
      </w:r>
      <w:proofErr w:type="gramStart"/>
      <w:r w:rsidRPr="004F5C44">
        <w:rPr>
          <w:rFonts w:eastAsia="Times New Roman" w:cs="Times New Roman"/>
          <w:lang w:eastAsia="cs-CZ"/>
        </w:rPr>
        <w:t>m - nehořlavé</w:t>
      </w:r>
      <w:proofErr w:type="gramEnd"/>
      <w:r w:rsidRPr="004F5C44">
        <w:rPr>
          <w:rFonts w:eastAsia="Times New Roman" w:cs="Times New Roman"/>
          <w:lang w:eastAsia="cs-CZ"/>
        </w:rPr>
        <w:t xml:space="preserve"> pole</w:t>
      </w:r>
    </w:p>
    <w:p w14:paraId="556AC95C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nově byla doplněna položka č.39, R01, D+M </w:t>
      </w:r>
      <w:proofErr w:type="spellStart"/>
      <w:r w:rsidRPr="004F5C44">
        <w:rPr>
          <w:rFonts w:eastAsia="Times New Roman" w:cs="Times New Roman"/>
          <w:lang w:eastAsia="cs-CZ"/>
        </w:rPr>
        <w:t>Ukolejnění</w:t>
      </w:r>
      <w:proofErr w:type="spellEnd"/>
      <w:r w:rsidRPr="004F5C44">
        <w:rPr>
          <w:rFonts w:eastAsia="Times New Roman" w:cs="Times New Roman"/>
          <w:lang w:eastAsia="cs-CZ"/>
        </w:rPr>
        <w:t xml:space="preserve"> PHS v rozsahu viz. PD</w:t>
      </w:r>
    </w:p>
    <w:p w14:paraId="7CBBB153" w14:textId="2043411C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č.32, 998226011, </w:t>
      </w:r>
      <w:r w:rsidR="00941897" w:rsidRPr="004F5C44">
        <w:rPr>
          <w:rFonts w:eastAsia="Times New Roman" w:cs="Times New Roman"/>
          <w:lang w:eastAsia="cs-CZ"/>
        </w:rPr>
        <w:t>Přesun</w:t>
      </w:r>
      <w:r w:rsidRPr="004F5C44">
        <w:rPr>
          <w:rFonts w:eastAsia="Times New Roman" w:cs="Times New Roman"/>
          <w:lang w:eastAsia="cs-CZ"/>
        </w:rPr>
        <w:t xml:space="preserve"> hmot pro pozemní komunikace a </w:t>
      </w:r>
      <w:r w:rsidR="00941897" w:rsidRPr="004F5C44">
        <w:rPr>
          <w:rFonts w:eastAsia="Times New Roman" w:cs="Times New Roman"/>
          <w:lang w:eastAsia="cs-CZ"/>
        </w:rPr>
        <w:t>letiště</w:t>
      </w:r>
      <w:r w:rsidRPr="004F5C44">
        <w:rPr>
          <w:rFonts w:eastAsia="Times New Roman" w:cs="Times New Roman"/>
          <w:lang w:eastAsia="cs-CZ"/>
        </w:rPr>
        <w:t xml:space="preserve"> s krytem montovaným z ŽB </w:t>
      </w:r>
      <w:proofErr w:type="spellStart"/>
      <w:r w:rsidRPr="004F5C44">
        <w:rPr>
          <w:rFonts w:eastAsia="Times New Roman" w:cs="Times New Roman"/>
          <w:lang w:eastAsia="cs-CZ"/>
        </w:rPr>
        <w:t>dílcu</w:t>
      </w:r>
      <w:proofErr w:type="spellEnd"/>
      <w:r w:rsidRPr="004F5C44">
        <w:rPr>
          <w:rFonts w:eastAsia="Times New Roman" w:cs="Times New Roman"/>
          <w:lang w:eastAsia="cs-CZ"/>
        </w:rPr>
        <w:t>, bylo upraveno množství.</w:t>
      </w:r>
    </w:p>
    <w:p w14:paraId="478EB45D" w14:textId="16A18453" w:rsidR="001512E9" w:rsidRPr="004F5C44" w:rsidRDefault="001512E9" w:rsidP="001512E9">
      <w:pPr>
        <w:rPr>
          <w:rFonts w:eastAsia="Times New Roman" w:cs="Times New Roman"/>
          <w:b/>
          <w:lang w:eastAsia="cs-CZ"/>
        </w:rPr>
      </w:pPr>
    </w:p>
    <w:p w14:paraId="48AA2D53" w14:textId="13463BCE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>SO</w:t>
      </w:r>
      <w:r w:rsidR="00941897" w:rsidRPr="004F5C44">
        <w:rPr>
          <w:rFonts w:eastAsia="Times New Roman" w:cs="Times New Roman"/>
          <w:b/>
          <w:lang w:eastAsia="cs-CZ"/>
        </w:rPr>
        <w:t xml:space="preserve"> </w:t>
      </w:r>
      <w:r w:rsidRPr="004F5C44">
        <w:rPr>
          <w:rFonts w:eastAsia="Times New Roman" w:cs="Times New Roman"/>
          <w:b/>
          <w:lang w:eastAsia="cs-CZ"/>
        </w:rPr>
        <w:t>26</w:t>
      </w:r>
      <w:r w:rsidR="00941897" w:rsidRPr="004F5C44">
        <w:rPr>
          <w:rFonts w:eastAsia="Times New Roman" w:cs="Times New Roman"/>
          <w:b/>
          <w:lang w:eastAsia="cs-CZ"/>
        </w:rPr>
        <w:t>-</w:t>
      </w:r>
      <w:r w:rsidRPr="004F5C44">
        <w:rPr>
          <w:rFonts w:eastAsia="Times New Roman" w:cs="Times New Roman"/>
          <w:b/>
          <w:lang w:eastAsia="cs-CZ"/>
        </w:rPr>
        <w:t>61</w:t>
      </w:r>
      <w:r w:rsidR="00941897" w:rsidRPr="004F5C44">
        <w:rPr>
          <w:rFonts w:eastAsia="Times New Roman" w:cs="Times New Roman"/>
          <w:b/>
          <w:lang w:eastAsia="cs-CZ"/>
        </w:rPr>
        <w:t>-</w:t>
      </w:r>
      <w:r w:rsidRPr="004F5C44">
        <w:rPr>
          <w:rFonts w:eastAsia="Times New Roman" w:cs="Times New Roman"/>
          <w:b/>
          <w:lang w:eastAsia="cs-CZ"/>
        </w:rPr>
        <w:t>01</w:t>
      </w:r>
      <w:r w:rsidR="00941897" w:rsidRPr="004F5C44">
        <w:rPr>
          <w:rFonts w:eastAsia="Times New Roman" w:cs="Times New Roman"/>
          <w:b/>
          <w:lang w:eastAsia="cs-CZ"/>
        </w:rPr>
        <w:t>.</w:t>
      </w:r>
      <w:r w:rsidRPr="004F5C44">
        <w:rPr>
          <w:rFonts w:eastAsia="Times New Roman" w:cs="Times New Roman"/>
          <w:b/>
          <w:lang w:eastAsia="cs-CZ"/>
        </w:rPr>
        <w:t xml:space="preserve">03: </w:t>
      </w:r>
    </w:p>
    <w:p w14:paraId="4399A550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 xml:space="preserve">Byl upraven soupis prací: </w:t>
      </w:r>
    </w:p>
    <w:p w14:paraId="7867D7EF" w14:textId="102B46BF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č.9, 231611114, Výztuž pilot betonovaných do </w:t>
      </w:r>
      <w:r w:rsidR="00941897" w:rsidRPr="004F5C44">
        <w:rPr>
          <w:rFonts w:eastAsia="Times New Roman" w:cs="Times New Roman"/>
          <w:lang w:eastAsia="cs-CZ"/>
        </w:rPr>
        <w:t>země</w:t>
      </w:r>
      <w:r w:rsidRPr="004F5C44">
        <w:rPr>
          <w:rFonts w:eastAsia="Times New Roman" w:cs="Times New Roman"/>
          <w:lang w:eastAsia="cs-CZ"/>
        </w:rPr>
        <w:t xml:space="preserve"> ocel z </w:t>
      </w:r>
      <w:r w:rsidR="00941897" w:rsidRPr="004F5C44">
        <w:rPr>
          <w:rFonts w:eastAsia="Times New Roman" w:cs="Times New Roman"/>
          <w:lang w:eastAsia="cs-CZ"/>
        </w:rPr>
        <w:t>betonářské</w:t>
      </w:r>
      <w:r w:rsidRPr="004F5C44">
        <w:rPr>
          <w:rFonts w:eastAsia="Times New Roman" w:cs="Times New Roman"/>
          <w:lang w:eastAsia="cs-CZ"/>
        </w:rPr>
        <w:t xml:space="preserve"> oceli 10 505, byla změna množství a byl upraven výkaz výměr.</w:t>
      </w:r>
    </w:p>
    <w:p w14:paraId="42D3DEEA" w14:textId="7A694B6D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č.14, 59381338, panel </w:t>
      </w:r>
      <w:r w:rsidR="00941897" w:rsidRPr="004F5C44">
        <w:rPr>
          <w:rFonts w:eastAsia="Times New Roman" w:cs="Times New Roman"/>
          <w:lang w:eastAsia="cs-CZ"/>
        </w:rPr>
        <w:t>silniční</w:t>
      </w:r>
      <w:r w:rsidRPr="004F5C44">
        <w:rPr>
          <w:rFonts w:eastAsia="Times New Roman" w:cs="Times New Roman"/>
          <w:lang w:eastAsia="cs-CZ"/>
        </w:rPr>
        <w:t xml:space="preserve"> 3,00x2,00x0,</w:t>
      </w:r>
      <w:proofErr w:type="gramStart"/>
      <w:r w:rsidRPr="004F5C44">
        <w:rPr>
          <w:rFonts w:eastAsia="Times New Roman" w:cs="Times New Roman"/>
          <w:lang w:eastAsia="cs-CZ"/>
        </w:rPr>
        <w:t>215m</w:t>
      </w:r>
      <w:proofErr w:type="gramEnd"/>
      <w:r w:rsidRPr="004F5C44">
        <w:rPr>
          <w:rFonts w:eastAsia="Times New Roman" w:cs="Times New Roman"/>
          <w:lang w:eastAsia="cs-CZ"/>
        </w:rPr>
        <w:t>, byla změna množství a byl upraven popis položky.</w:t>
      </w:r>
    </w:p>
    <w:p w14:paraId="551B90D9" w14:textId="4BC2F354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č.21, 767000X01, D+M Z1 kotvení sloupu PHS P28/400-400 </w:t>
      </w:r>
      <w:r w:rsidR="00941897" w:rsidRPr="004F5C44">
        <w:rPr>
          <w:rFonts w:eastAsia="Times New Roman" w:cs="Times New Roman"/>
          <w:lang w:eastAsia="cs-CZ"/>
        </w:rPr>
        <w:t>vč.</w:t>
      </w:r>
      <w:r w:rsidRPr="004F5C44">
        <w:rPr>
          <w:rFonts w:eastAsia="Times New Roman" w:cs="Times New Roman"/>
          <w:lang w:eastAsia="cs-CZ"/>
        </w:rPr>
        <w:t xml:space="preserve"> </w:t>
      </w:r>
      <w:r w:rsidR="00941897" w:rsidRPr="004F5C44">
        <w:rPr>
          <w:rFonts w:eastAsia="Times New Roman" w:cs="Times New Roman"/>
          <w:lang w:eastAsia="cs-CZ"/>
        </w:rPr>
        <w:t>doplňku</w:t>
      </w:r>
      <w:r w:rsidRPr="004F5C44">
        <w:rPr>
          <w:rFonts w:eastAsia="Times New Roman" w:cs="Times New Roman"/>
          <w:lang w:eastAsia="cs-CZ"/>
        </w:rPr>
        <w:t xml:space="preserve"> (dle PD), byla změna množství</w:t>
      </w:r>
    </w:p>
    <w:p w14:paraId="1D90A682" w14:textId="7453FC2D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č.24, 767000X06, D+M kryty sloupku PHS (nosné </w:t>
      </w:r>
      <w:r w:rsidR="00941897" w:rsidRPr="004F5C44">
        <w:rPr>
          <w:rFonts w:eastAsia="Times New Roman" w:cs="Times New Roman"/>
          <w:lang w:eastAsia="cs-CZ"/>
        </w:rPr>
        <w:t>sendvičové</w:t>
      </w:r>
      <w:r w:rsidRPr="004F5C44">
        <w:rPr>
          <w:rFonts w:eastAsia="Times New Roman" w:cs="Times New Roman"/>
          <w:lang w:eastAsia="cs-CZ"/>
        </w:rPr>
        <w:t xml:space="preserve"> panely) </w:t>
      </w:r>
      <w:r w:rsidR="00941897" w:rsidRPr="004F5C44">
        <w:rPr>
          <w:rFonts w:eastAsia="Times New Roman" w:cs="Times New Roman"/>
          <w:lang w:eastAsia="cs-CZ"/>
        </w:rPr>
        <w:t>vč.</w:t>
      </w:r>
      <w:r w:rsidRPr="004F5C44">
        <w:rPr>
          <w:rFonts w:eastAsia="Times New Roman" w:cs="Times New Roman"/>
          <w:lang w:eastAsia="cs-CZ"/>
        </w:rPr>
        <w:t xml:space="preserve"> </w:t>
      </w:r>
      <w:r w:rsidR="00941897" w:rsidRPr="004F5C44">
        <w:rPr>
          <w:rFonts w:eastAsia="Times New Roman" w:cs="Times New Roman"/>
          <w:lang w:eastAsia="cs-CZ"/>
        </w:rPr>
        <w:t>doplňku</w:t>
      </w:r>
      <w:r w:rsidRPr="004F5C44">
        <w:rPr>
          <w:rFonts w:eastAsia="Times New Roman" w:cs="Times New Roman"/>
          <w:lang w:eastAsia="cs-CZ"/>
        </w:rPr>
        <w:t xml:space="preserve"> (dle PD), byla změna množství</w:t>
      </w:r>
    </w:p>
    <w:p w14:paraId="51507C41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>- v položce č.25,</w:t>
      </w:r>
      <w:r w:rsidRPr="004F5C44">
        <w:t xml:space="preserve"> </w:t>
      </w:r>
      <w:r w:rsidRPr="004F5C44">
        <w:rPr>
          <w:rFonts w:eastAsia="Times New Roman" w:cs="Times New Roman"/>
          <w:lang w:eastAsia="cs-CZ"/>
        </w:rPr>
        <w:t>918222123, PHS sloupek ocelový HE-A zakládaný do pilot výšky pres 3 m, bylo upraveno množství a byl upraven výkaz výměr.</w:t>
      </w:r>
    </w:p>
    <w:p w14:paraId="17BB97D7" w14:textId="37B8D4D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- v položce č.26,</w:t>
      </w:r>
      <w:r w:rsidRPr="004F5C44">
        <w:t xml:space="preserve"> </w:t>
      </w:r>
      <w:r w:rsidRPr="004F5C44">
        <w:rPr>
          <w:rFonts w:eastAsia="Times New Roman" w:cs="Times New Roman"/>
          <w:lang w:eastAsia="cs-CZ"/>
        </w:rPr>
        <w:t xml:space="preserve">918242203, PHS do profilu panel soklový betonový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pres 2,5 do 4 m výšky do 1 m, bylo upraveno množství a byl upraven výkaz výměr.</w:t>
      </w:r>
    </w:p>
    <w:p w14:paraId="12BCDEDC" w14:textId="69B1F7A6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-položka č.27, 918244274, PHS do profilu z panelu hliníkových </w:t>
      </w:r>
      <w:r w:rsidR="00941897" w:rsidRPr="004F5C44">
        <w:rPr>
          <w:rFonts w:eastAsia="Times New Roman" w:cs="Times New Roman"/>
          <w:lang w:eastAsia="cs-CZ"/>
        </w:rPr>
        <w:t>oboustranně</w:t>
      </w:r>
      <w:r w:rsidRPr="004F5C44">
        <w:rPr>
          <w:rFonts w:eastAsia="Times New Roman" w:cs="Times New Roman"/>
          <w:lang w:eastAsia="cs-CZ"/>
        </w:rPr>
        <w:t xml:space="preserve"> </w:t>
      </w:r>
      <w:proofErr w:type="spellStart"/>
      <w:r w:rsidRPr="004F5C44">
        <w:rPr>
          <w:rFonts w:eastAsia="Times New Roman" w:cs="Times New Roman"/>
          <w:lang w:eastAsia="cs-CZ"/>
        </w:rPr>
        <w:t>pohltivých</w:t>
      </w:r>
      <w:proofErr w:type="spellEnd"/>
      <w:r w:rsidRPr="004F5C44">
        <w:rPr>
          <w:rFonts w:eastAsia="Times New Roman" w:cs="Times New Roman"/>
          <w:lang w:eastAsia="cs-CZ"/>
        </w:rPr>
        <w:t xml:space="preserve">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pres 2 do 5 m výšky do 4,5 m, byla zrušena.</w:t>
      </w:r>
    </w:p>
    <w:p w14:paraId="72BE69E5" w14:textId="1287A9F6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-položka č.28, 918261112, PHS do profilu z plexiskla </w:t>
      </w:r>
      <w:r w:rsidR="00941897" w:rsidRPr="004F5C44">
        <w:rPr>
          <w:rFonts w:eastAsia="Times New Roman" w:cs="Times New Roman"/>
          <w:lang w:eastAsia="cs-CZ"/>
        </w:rPr>
        <w:t>čirého</w:t>
      </w:r>
      <w:r w:rsidRPr="004F5C44">
        <w:rPr>
          <w:rFonts w:eastAsia="Times New Roman" w:cs="Times New Roman"/>
          <w:lang w:eastAsia="cs-CZ"/>
        </w:rPr>
        <w:t xml:space="preserve"> PMMA </w:t>
      </w:r>
      <w:r w:rsidR="00941897" w:rsidRPr="004F5C44">
        <w:rPr>
          <w:rFonts w:eastAsia="Times New Roman" w:cs="Times New Roman"/>
          <w:lang w:eastAsia="cs-CZ"/>
        </w:rPr>
        <w:t>rozměru</w:t>
      </w:r>
      <w:r w:rsidRPr="004F5C44">
        <w:rPr>
          <w:rFonts w:eastAsia="Times New Roman" w:cs="Times New Roman"/>
          <w:lang w:eastAsia="cs-CZ"/>
        </w:rPr>
        <w:t xml:space="preserve"> 2 x 3 m </w:t>
      </w:r>
      <w:r w:rsidR="00941897" w:rsidRPr="004F5C44">
        <w:rPr>
          <w:rFonts w:eastAsia="Times New Roman" w:cs="Times New Roman"/>
          <w:lang w:eastAsia="cs-CZ"/>
        </w:rPr>
        <w:t>tloušťky</w:t>
      </w:r>
      <w:r w:rsidRPr="004F5C44">
        <w:rPr>
          <w:rFonts w:eastAsia="Times New Roman" w:cs="Times New Roman"/>
          <w:lang w:eastAsia="cs-CZ"/>
        </w:rPr>
        <w:t xml:space="preserve"> </w:t>
      </w:r>
      <w:proofErr w:type="spellStart"/>
      <w:r w:rsidRPr="004F5C44">
        <w:rPr>
          <w:rFonts w:eastAsia="Times New Roman" w:cs="Times New Roman"/>
          <w:lang w:eastAsia="cs-CZ"/>
        </w:rPr>
        <w:t>tl</w:t>
      </w:r>
      <w:proofErr w:type="spellEnd"/>
      <w:r w:rsidR="00941897" w:rsidRPr="004F5C44">
        <w:rPr>
          <w:rFonts w:eastAsia="Times New Roman" w:cs="Times New Roman"/>
          <w:lang w:eastAsia="cs-CZ"/>
        </w:rPr>
        <w:t>.</w:t>
      </w:r>
      <w:r w:rsidRPr="004F5C44">
        <w:rPr>
          <w:rFonts w:eastAsia="Times New Roman" w:cs="Times New Roman"/>
          <w:lang w:eastAsia="cs-CZ"/>
        </w:rPr>
        <w:t xml:space="preserve"> 10 mm, byla zrušena.</w:t>
      </w:r>
    </w:p>
    <w:p w14:paraId="0DF17D71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č.30, 9319941X1, D+M </w:t>
      </w:r>
      <w:proofErr w:type="spellStart"/>
      <w:r w:rsidRPr="004F5C44">
        <w:rPr>
          <w:rFonts w:eastAsia="Times New Roman" w:cs="Times New Roman"/>
          <w:lang w:eastAsia="cs-CZ"/>
        </w:rPr>
        <w:t>vyklínkování</w:t>
      </w:r>
      <w:proofErr w:type="spellEnd"/>
      <w:r w:rsidRPr="004F5C44">
        <w:rPr>
          <w:rFonts w:eastAsia="Times New Roman" w:cs="Times New Roman"/>
          <w:lang w:eastAsia="cs-CZ"/>
        </w:rPr>
        <w:t xml:space="preserve"> jednotlivých panelu ve sloupcích pomocí pryžových pásu (dle PD), bylo upraveno množství.</w:t>
      </w:r>
    </w:p>
    <w:p w14:paraId="04660649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- nově byla doplněna položka č.34, R347151, STĚNY PROTIHLUKOVÉ Z DÍLCŮ Z RECYKLOVANÉ PRYŽE, OBOUSTRANNĚ POHLTIVÝ, NOSNÝ SENDVIČOVÝ PANEL TL.80MM</w:t>
      </w:r>
    </w:p>
    <w:p w14:paraId="590BD4C4" w14:textId="5E6B41FD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nově byla doplněna položka č.35, R918261112, PHS do profilu z plexiskla </w:t>
      </w:r>
      <w:r w:rsidR="00941897" w:rsidRPr="004F5C44">
        <w:rPr>
          <w:rFonts w:eastAsia="Times New Roman" w:cs="Times New Roman"/>
          <w:lang w:eastAsia="cs-CZ"/>
        </w:rPr>
        <w:t>čirého</w:t>
      </w:r>
      <w:r w:rsidRPr="004F5C44">
        <w:rPr>
          <w:rFonts w:eastAsia="Times New Roman" w:cs="Times New Roman"/>
          <w:lang w:eastAsia="cs-CZ"/>
        </w:rPr>
        <w:t xml:space="preserve"> PMMA </w:t>
      </w:r>
      <w:r w:rsidR="00941897" w:rsidRPr="004F5C44">
        <w:rPr>
          <w:rFonts w:eastAsia="Times New Roman" w:cs="Times New Roman"/>
          <w:lang w:eastAsia="cs-CZ"/>
        </w:rPr>
        <w:t>rozměru</w:t>
      </w:r>
      <w:r w:rsidRPr="004F5C44">
        <w:rPr>
          <w:rFonts w:eastAsia="Times New Roman" w:cs="Times New Roman"/>
          <w:lang w:eastAsia="cs-CZ"/>
        </w:rPr>
        <w:t xml:space="preserve"> 2 x 3 m </w:t>
      </w:r>
      <w:r w:rsidR="00941897" w:rsidRPr="004F5C44">
        <w:rPr>
          <w:rFonts w:eastAsia="Times New Roman" w:cs="Times New Roman"/>
          <w:lang w:eastAsia="cs-CZ"/>
        </w:rPr>
        <w:t>tloušťky</w:t>
      </w:r>
      <w:r w:rsidRPr="004F5C44">
        <w:rPr>
          <w:rFonts w:eastAsia="Times New Roman" w:cs="Times New Roman"/>
          <w:lang w:eastAsia="cs-CZ"/>
        </w:rPr>
        <w:t xml:space="preserve"> </w:t>
      </w:r>
      <w:proofErr w:type="spellStart"/>
      <w:r w:rsidRPr="004F5C44">
        <w:rPr>
          <w:rFonts w:eastAsia="Times New Roman" w:cs="Times New Roman"/>
          <w:lang w:eastAsia="cs-CZ"/>
        </w:rPr>
        <w:t>tl</w:t>
      </w:r>
      <w:proofErr w:type="spellEnd"/>
      <w:r w:rsidR="00941897" w:rsidRPr="004F5C44">
        <w:rPr>
          <w:rFonts w:eastAsia="Times New Roman" w:cs="Times New Roman"/>
          <w:lang w:eastAsia="cs-CZ"/>
        </w:rPr>
        <w:t>.</w:t>
      </w:r>
      <w:r w:rsidRPr="004F5C44">
        <w:rPr>
          <w:rFonts w:eastAsia="Times New Roman" w:cs="Times New Roman"/>
          <w:lang w:eastAsia="cs-CZ"/>
        </w:rPr>
        <w:t xml:space="preserve"> 15 mm</w:t>
      </w:r>
    </w:p>
    <w:p w14:paraId="35EE5086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nově byla doplněna položka č.36, R01, D+M </w:t>
      </w:r>
      <w:proofErr w:type="spellStart"/>
      <w:r w:rsidRPr="004F5C44">
        <w:rPr>
          <w:rFonts w:eastAsia="Times New Roman" w:cs="Times New Roman"/>
          <w:lang w:eastAsia="cs-CZ"/>
        </w:rPr>
        <w:t>Ukolejnění</w:t>
      </w:r>
      <w:proofErr w:type="spellEnd"/>
      <w:r w:rsidRPr="004F5C44">
        <w:rPr>
          <w:rFonts w:eastAsia="Times New Roman" w:cs="Times New Roman"/>
          <w:lang w:eastAsia="cs-CZ"/>
        </w:rPr>
        <w:t xml:space="preserve"> PHS v rozsahu viz. PD</w:t>
      </w:r>
    </w:p>
    <w:p w14:paraId="1293FF0C" w14:textId="5893B883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č.32, 998226011, </w:t>
      </w:r>
      <w:r w:rsidR="00941897" w:rsidRPr="004F5C44">
        <w:rPr>
          <w:rFonts w:eastAsia="Times New Roman" w:cs="Times New Roman"/>
          <w:lang w:eastAsia="cs-CZ"/>
        </w:rPr>
        <w:t>Přesun</w:t>
      </w:r>
      <w:r w:rsidRPr="004F5C44">
        <w:rPr>
          <w:rFonts w:eastAsia="Times New Roman" w:cs="Times New Roman"/>
          <w:lang w:eastAsia="cs-CZ"/>
        </w:rPr>
        <w:t xml:space="preserve"> hmot pro pozemní komunikace a </w:t>
      </w:r>
      <w:r w:rsidR="00941897" w:rsidRPr="004F5C44">
        <w:rPr>
          <w:rFonts w:eastAsia="Times New Roman" w:cs="Times New Roman"/>
          <w:lang w:eastAsia="cs-CZ"/>
        </w:rPr>
        <w:t>letiště</w:t>
      </w:r>
      <w:r w:rsidRPr="004F5C44">
        <w:rPr>
          <w:rFonts w:eastAsia="Times New Roman" w:cs="Times New Roman"/>
          <w:lang w:eastAsia="cs-CZ"/>
        </w:rPr>
        <w:t xml:space="preserve"> s krytem montovaným z ŽB </w:t>
      </w:r>
      <w:proofErr w:type="spellStart"/>
      <w:r w:rsidRPr="004F5C44">
        <w:rPr>
          <w:rFonts w:eastAsia="Times New Roman" w:cs="Times New Roman"/>
          <w:lang w:eastAsia="cs-CZ"/>
        </w:rPr>
        <w:t>dílcu</w:t>
      </w:r>
      <w:proofErr w:type="spellEnd"/>
      <w:r w:rsidRPr="004F5C44">
        <w:rPr>
          <w:rFonts w:eastAsia="Times New Roman" w:cs="Times New Roman"/>
          <w:lang w:eastAsia="cs-CZ"/>
        </w:rPr>
        <w:t>, bylo upraveno množství.</w:t>
      </w:r>
    </w:p>
    <w:p w14:paraId="52AC2515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</w:p>
    <w:p w14:paraId="31177989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 xml:space="preserve"> Byla upravena tato příloha:</w:t>
      </w:r>
    </w:p>
    <w:p w14:paraId="6C9E4D9D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>-2.005 Detail kotvení. V příloze byla na základě dotazu upravena celková hmotnost pilot v tabulce výztuže.</w:t>
      </w:r>
    </w:p>
    <w:p w14:paraId="10147FDE" w14:textId="77777777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</w:p>
    <w:p w14:paraId="4FC2F40E" w14:textId="420A4F88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lastRenderedPageBreak/>
        <w:t>SO</w:t>
      </w:r>
      <w:r w:rsidR="00941897" w:rsidRPr="004F5C44">
        <w:rPr>
          <w:rFonts w:eastAsia="Times New Roman" w:cs="Times New Roman"/>
          <w:b/>
          <w:lang w:eastAsia="cs-CZ"/>
        </w:rPr>
        <w:t xml:space="preserve"> </w:t>
      </w:r>
      <w:r w:rsidRPr="004F5C44">
        <w:rPr>
          <w:rFonts w:eastAsia="Times New Roman" w:cs="Times New Roman"/>
          <w:b/>
          <w:lang w:eastAsia="cs-CZ"/>
        </w:rPr>
        <w:t>26</w:t>
      </w:r>
      <w:r w:rsidR="00941897" w:rsidRPr="004F5C44">
        <w:rPr>
          <w:rFonts w:eastAsia="Times New Roman" w:cs="Times New Roman"/>
          <w:b/>
          <w:lang w:eastAsia="cs-CZ"/>
        </w:rPr>
        <w:t>-</w:t>
      </w:r>
      <w:r w:rsidRPr="004F5C44">
        <w:rPr>
          <w:rFonts w:eastAsia="Times New Roman" w:cs="Times New Roman"/>
          <w:b/>
          <w:lang w:eastAsia="cs-CZ"/>
        </w:rPr>
        <w:t>61</w:t>
      </w:r>
      <w:r w:rsidR="00941897" w:rsidRPr="004F5C44">
        <w:rPr>
          <w:rFonts w:eastAsia="Times New Roman" w:cs="Times New Roman"/>
          <w:b/>
          <w:lang w:eastAsia="cs-CZ"/>
        </w:rPr>
        <w:t>-</w:t>
      </w:r>
      <w:r w:rsidRPr="004F5C44">
        <w:rPr>
          <w:rFonts w:eastAsia="Times New Roman" w:cs="Times New Roman"/>
          <w:b/>
          <w:lang w:eastAsia="cs-CZ"/>
        </w:rPr>
        <w:t>01</w:t>
      </w:r>
      <w:r w:rsidR="00941897" w:rsidRPr="004F5C44">
        <w:rPr>
          <w:rFonts w:eastAsia="Times New Roman" w:cs="Times New Roman"/>
          <w:b/>
          <w:lang w:eastAsia="cs-CZ"/>
        </w:rPr>
        <w:t>.</w:t>
      </w:r>
      <w:r w:rsidRPr="004F5C44">
        <w:rPr>
          <w:rFonts w:eastAsia="Times New Roman" w:cs="Times New Roman"/>
          <w:b/>
          <w:lang w:eastAsia="cs-CZ"/>
        </w:rPr>
        <w:t xml:space="preserve">04: </w:t>
      </w:r>
    </w:p>
    <w:p w14:paraId="0519A7B6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 xml:space="preserve">Byl upraven soupis prací: </w:t>
      </w:r>
    </w:p>
    <w:p w14:paraId="4443B6CD" w14:textId="5E3C7C8B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č.9, 231611114, Výztuž pilot betonovaných do </w:t>
      </w:r>
      <w:r w:rsidR="00941897" w:rsidRPr="004F5C44">
        <w:rPr>
          <w:rFonts w:eastAsia="Times New Roman" w:cs="Times New Roman"/>
          <w:lang w:eastAsia="cs-CZ"/>
        </w:rPr>
        <w:t>země</w:t>
      </w:r>
      <w:r w:rsidRPr="004F5C44">
        <w:rPr>
          <w:rFonts w:eastAsia="Times New Roman" w:cs="Times New Roman"/>
          <w:lang w:eastAsia="cs-CZ"/>
        </w:rPr>
        <w:t xml:space="preserve"> ocel z </w:t>
      </w:r>
      <w:r w:rsidR="00941897" w:rsidRPr="004F5C44">
        <w:rPr>
          <w:rFonts w:eastAsia="Times New Roman" w:cs="Times New Roman"/>
          <w:lang w:eastAsia="cs-CZ"/>
        </w:rPr>
        <w:t>betonářské</w:t>
      </w:r>
      <w:r w:rsidRPr="004F5C44">
        <w:rPr>
          <w:rFonts w:eastAsia="Times New Roman" w:cs="Times New Roman"/>
          <w:lang w:eastAsia="cs-CZ"/>
        </w:rPr>
        <w:t xml:space="preserve"> oceli 10 505, byla změna množství a byl upraven výkaz výměr.</w:t>
      </w:r>
    </w:p>
    <w:p w14:paraId="74C8AD76" w14:textId="235DB6F0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č.17, 59381338, panel </w:t>
      </w:r>
      <w:r w:rsidR="00941897" w:rsidRPr="004F5C44">
        <w:rPr>
          <w:rFonts w:eastAsia="Times New Roman" w:cs="Times New Roman"/>
          <w:lang w:eastAsia="cs-CZ"/>
        </w:rPr>
        <w:t>silniční</w:t>
      </w:r>
      <w:r w:rsidRPr="004F5C44">
        <w:rPr>
          <w:rFonts w:eastAsia="Times New Roman" w:cs="Times New Roman"/>
          <w:lang w:eastAsia="cs-CZ"/>
        </w:rPr>
        <w:t xml:space="preserve"> 3,00x2,00x0,</w:t>
      </w:r>
      <w:proofErr w:type="gramStart"/>
      <w:r w:rsidRPr="004F5C44">
        <w:rPr>
          <w:rFonts w:eastAsia="Times New Roman" w:cs="Times New Roman"/>
          <w:lang w:eastAsia="cs-CZ"/>
        </w:rPr>
        <w:t>215m</w:t>
      </w:r>
      <w:proofErr w:type="gramEnd"/>
      <w:r w:rsidRPr="004F5C44">
        <w:rPr>
          <w:rFonts w:eastAsia="Times New Roman" w:cs="Times New Roman"/>
          <w:lang w:eastAsia="cs-CZ"/>
        </w:rPr>
        <w:t>, byla změna množství a byl upraven popis položky.</w:t>
      </w:r>
    </w:p>
    <w:p w14:paraId="51B383A6" w14:textId="73C84A81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- v položce č.29,</w:t>
      </w:r>
      <w:r w:rsidRPr="004F5C44">
        <w:t xml:space="preserve"> </w:t>
      </w:r>
      <w:r w:rsidRPr="004F5C44">
        <w:rPr>
          <w:rFonts w:eastAsia="Times New Roman" w:cs="Times New Roman"/>
          <w:lang w:eastAsia="cs-CZ"/>
        </w:rPr>
        <w:t xml:space="preserve">918242203, PHS do profilu panel soklový betonový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pres 2,5 do 4 m výšky do 1 m, bylo upraveno množství a byl upraven výkaz výměr.</w:t>
      </w:r>
    </w:p>
    <w:p w14:paraId="6ECE53D7" w14:textId="3CE09510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položka č.30, 918242243, PHS do profilu panel betonový odrazivý únikový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do 2,5 m výšky pres 2 m, byla zrušena.</w:t>
      </w:r>
    </w:p>
    <w:p w14:paraId="7C734574" w14:textId="069363C9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položka č.31, 918244274, PHS do profilu z panelu hliníkových </w:t>
      </w:r>
      <w:r w:rsidR="00941897" w:rsidRPr="004F5C44">
        <w:rPr>
          <w:rFonts w:eastAsia="Times New Roman" w:cs="Times New Roman"/>
          <w:lang w:eastAsia="cs-CZ"/>
        </w:rPr>
        <w:t>oboustranně</w:t>
      </w:r>
      <w:r w:rsidRPr="004F5C44">
        <w:rPr>
          <w:rFonts w:eastAsia="Times New Roman" w:cs="Times New Roman"/>
          <w:lang w:eastAsia="cs-CZ"/>
        </w:rPr>
        <w:t xml:space="preserve"> </w:t>
      </w:r>
      <w:proofErr w:type="spellStart"/>
      <w:r w:rsidRPr="004F5C44">
        <w:rPr>
          <w:rFonts w:eastAsia="Times New Roman" w:cs="Times New Roman"/>
          <w:lang w:eastAsia="cs-CZ"/>
        </w:rPr>
        <w:t>pohltivých</w:t>
      </w:r>
      <w:proofErr w:type="spellEnd"/>
      <w:r w:rsidRPr="004F5C44">
        <w:rPr>
          <w:rFonts w:eastAsia="Times New Roman" w:cs="Times New Roman"/>
          <w:lang w:eastAsia="cs-CZ"/>
        </w:rPr>
        <w:t xml:space="preserve">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pres 2 do 5 m výšky do 4,5 m, byla zrušena.</w:t>
      </w:r>
    </w:p>
    <w:p w14:paraId="6D3C7823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- nově byla doplněna položka č.37, R347151, STĚNY PROTIHLUKOVÉ Z DÍLCŮ Z RECYKLOVANÉ PRYŽE, OBOUSTRANNĚ POHLTIVÝ, NOSNÝ SENDVIČOVÝ PANEL TL.80MM</w:t>
      </w:r>
    </w:p>
    <w:p w14:paraId="43D9C070" w14:textId="33B2C869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nově byla doplněna položka č.38, 918242243, PHS do profilu z panelu hliníkových </w:t>
      </w:r>
      <w:r w:rsidR="00941897" w:rsidRPr="004F5C44">
        <w:rPr>
          <w:rFonts w:eastAsia="Times New Roman" w:cs="Times New Roman"/>
          <w:lang w:eastAsia="cs-CZ"/>
        </w:rPr>
        <w:t>oboustranně</w:t>
      </w:r>
      <w:r w:rsidRPr="004F5C44">
        <w:rPr>
          <w:rFonts w:eastAsia="Times New Roman" w:cs="Times New Roman"/>
          <w:lang w:eastAsia="cs-CZ"/>
        </w:rPr>
        <w:t xml:space="preserve"> </w:t>
      </w:r>
      <w:proofErr w:type="spellStart"/>
      <w:r w:rsidRPr="004F5C44">
        <w:rPr>
          <w:rFonts w:eastAsia="Times New Roman" w:cs="Times New Roman"/>
          <w:lang w:eastAsia="cs-CZ"/>
        </w:rPr>
        <w:t>pohltivých</w:t>
      </w:r>
      <w:proofErr w:type="spellEnd"/>
      <w:r w:rsidRPr="004F5C44">
        <w:rPr>
          <w:rFonts w:eastAsia="Times New Roman" w:cs="Times New Roman"/>
          <w:lang w:eastAsia="cs-CZ"/>
        </w:rPr>
        <w:t xml:space="preserve">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pres 2 do 5 m výšky do 4,5 </w:t>
      </w:r>
      <w:proofErr w:type="gramStart"/>
      <w:r w:rsidRPr="004F5C44">
        <w:rPr>
          <w:rFonts w:eastAsia="Times New Roman" w:cs="Times New Roman"/>
          <w:lang w:eastAsia="cs-CZ"/>
        </w:rPr>
        <w:t>m - nehořlavé</w:t>
      </w:r>
      <w:proofErr w:type="gramEnd"/>
      <w:r w:rsidRPr="004F5C44">
        <w:rPr>
          <w:rFonts w:eastAsia="Times New Roman" w:cs="Times New Roman"/>
          <w:lang w:eastAsia="cs-CZ"/>
        </w:rPr>
        <w:t xml:space="preserve"> pole</w:t>
      </w:r>
    </w:p>
    <w:p w14:paraId="13B86DEB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nově byla doplněna položka č.39, R01, D+M </w:t>
      </w:r>
      <w:proofErr w:type="spellStart"/>
      <w:r w:rsidRPr="004F5C44">
        <w:rPr>
          <w:rFonts w:eastAsia="Times New Roman" w:cs="Times New Roman"/>
          <w:lang w:eastAsia="cs-CZ"/>
        </w:rPr>
        <w:t>Ukolejnění</w:t>
      </w:r>
      <w:proofErr w:type="spellEnd"/>
      <w:r w:rsidRPr="004F5C44">
        <w:rPr>
          <w:rFonts w:eastAsia="Times New Roman" w:cs="Times New Roman"/>
          <w:lang w:eastAsia="cs-CZ"/>
        </w:rPr>
        <w:t xml:space="preserve"> PHS v rozsahu viz. PD</w:t>
      </w:r>
    </w:p>
    <w:p w14:paraId="255D930F" w14:textId="06387E14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č.35, 998226011, </w:t>
      </w:r>
      <w:r w:rsidR="00941897" w:rsidRPr="004F5C44">
        <w:rPr>
          <w:rFonts w:eastAsia="Times New Roman" w:cs="Times New Roman"/>
          <w:lang w:eastAsia="cs-CZ"/>
        </w:rPr>
        <w:t>Přesun</w:t>
      </w:r>
      <w:r w:rsidRPr="004F5C44">
        <w:rPr>
          <w:rFonts w:eastAsia="Times New Roman" w:cs="Times New Roman"/>
          <w:lang w:eastAsia="cs-CZ"/>
        </w:rPr>
        <w:t xml:space="preserve"> hmot pro pozemní komunikace a </w:t>
      </w:r>
      <w:r w:rsidR="00941897" w:rsidRPr="004F5C44">
        <w:rPr>
          <w:rFonts w:eastAsia="Times New Roman" w:cs="Times New Roman"/>
          <w:lang w:eastAsia="cs-CZ"/>
        </w:rPr>
        <w:t>letiště</w:t>
      </w:r>
      <w:r w:rsidRPr="004F5C44">
        <w:rPr>
          <w:rFonts w:eastAsia="Times New Roman" w:cs="Times New Roman"/>
          <w:lang w:eastAsia="cs-CZ"/>
        </w:rPr>
        <w:t xml:space="preserve"> s krytem montovaným z ŽB </w:t>
      </w:r>
      <w:r w:rsidR="00941897" w:rsidRPr="004F5C44">
        <w:rPr>
          <w:rFonts w:eastAsia="Times New Roman" w:cs="Times New Roman"/>
          <w:lang w:eastAsia="cs-CZ"/>
        </w:rPr>
        <w:t>dílců</w:t>
      </w:r>
      <w:r w:rsidRPr="004F5C44">
        <w:rPr>
          <w:rFonts w:eastAsia="Times New Roman" w:cs="Times New Roman"/>
          <w:lang w:eastAsia="cs-CZ"/>
        </w:rPr>
        <w:t>, bylo upraveno množství.</w:t>
      </w:r>
    </w:p>
    <w:p w14:paraId="42E409C4" w14:textId="77777777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</w:p>
    <w:p w14:paraId="41576EE8" w14:textId="77777777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</w:p>
    <w:p w14:paraId="524697CA" w14:textId="58494E83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>SO</w:t>
      </w:r>
      <w:r w:rsidR="00941897" w:rsidRPr="004F5C44">
        <w:rPr>
          <w:rFonts w:eastAsia="Times New Roman" w:cs="Times New Roman"/>
          <w:b/>
          <w:lang w:eastAsia="cs-CZ"/>
        </w:rPr>
        <w:t xml:space="preserve"> </w:t>
      </w:r>
      <w:r w:rsidRPr="004F5C44">
        <w:rPr>
          <w:rFonts w:eastAsia="Times New Roman" w:cs="Times New Roman"/>
          <w:b/>
          <w:lang w:eastAsia="cs-CZ"/>
        </w:rPr>
        <w:t>26</w:t>
      </w:r>
      <w:r w:rsidR="00941897" w:rsidRPr="004F5C44">
        <w:rPr>
          <w:rFonts w:eastAsia="Times New Roman" w:cs="Times New Roman"/>
          <w:b/>
          <w:lang w:eastAsia="cs-CZ"/>
        </w:rPr>
        <w:t>-</w:t>
      </w:r>
      <w:r w:rsidRPr="004F5C44">
        <w:rPr>
          <w:rFonts w:eastAsia="Times New Roman" w:cs="Times New Roman"/>
          <w:b/>
          <w:lang w:eastAsia="cs-CZ"/>
        </w:rPr>
        <w:t>61</w:t>
      </w:r>
      <w:r w:rsidR="00941897" w:rsidRPr="004F5C44">
        <w:rPr>
          <w:rFonts w:eastAsia="Times New Roman" w:cs="Times New Roman"/>
          <w:b/>
          <w:lang w:eastAsia="cs-CZ"/>
        </w:rPr>
        <w:t>-</w:t>
      </w:r>
      <w:r w:rsidRPr="004F5C44">
        <w:rPr>
          <w:rFonts w:eastAsia="Times New Roman" w:cs="Times New Roman"/>
          <w:b/>
          <w:lang w:eastAsia="cs-CZ"/>
        </w:rPr>
        <w:t>01</w:t>
      </w:r>
      <w:r w:rsidR="00941897" w:rsidRPr="004F5C44">
        <w:rPr>
          <w:rFonts w:eastAsia="Times New Roman" w:cs="Times New Roman"/>
          <w:b/>
          <w:lang w:eastAsia="cs-CZ"/>
        </w:rPr>
        <w:t>.</w:t>
      </w:r>
      <w:r w:rsidRPr="004F5C44">
        <w:rPr>
          <w:rFonts w:eastAsia="Times New Roman" w:cs="Times New Roman"/>
          <w:b/>
          <w:lang w:eastAsia="cs-CZ"/>
        </w:rPr>
        <w:t xml:space="preserve">05: </w:t>
      </w:r>
    </w:p>
    <w:p w14:paraId="793A1498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 xml:space="preserve">Byl upraven soupis prací: </w:t>
      </w:r>
    </w:p>
    <w:p w14:paraId="443500DB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č.9, 231611114, Výztuž pilot betonovaných do </w:t>
      </w:r>
      <w:proofErr w:type="spellStart"/>
      <w:r w:rsidRPr="004F5C44">
        <w:rPr>
          <w:rFonts w:eastAsia="Times New Roman" w:cs="Times New Roman"/>
          <w:lang w:eastAsia="cs-CZ"/>
        </w:rPr>
        <w:t>zeme</w:t>
      </w:r>
      <w:proofErr w:type="spellEnd"/>
      <w:r w:rsidRPr="004F5C44">
        <w:rPr>
          <w:rFonts w:eastAsia="Times New Roman" w:cs="Times New Roman"/>
          <w:lang w:eastAsia="cs-CZ"/>
        </w:rPr>
        <w:t xml:space="preserve"> ocel z </w:t>
      </w:r>
      <w:proofErr w:type="spellStart"/>
      <w:r w:rsidRPr="004F5C44">
        <w:rPr>
          <w:rFonts w:eastAsia="Times New Roman" w:cs="Times New Roman"/>
          <w:lang w:eastAsia="cs-CZ"/>
        </w:rPr>
        <w:t>betonárské</w:t>
      </w:r>
      <w:proofErr w:type="spellEnd"/>
      <w:r w:rsidRPr="004F5C44">
        <w:rPr>
          <w:rFonts w:eastAsia="Times New Roman" w:cs="Times New Roman"/>
          <w:lang w:eastAsia="cs-CZ"/>
        </w:rPr>
        <w:t xml:space="preserve"> oceli 10 505, byla změna množství a byl upraven výkaz výměr.</w:t>
      </w:r>
    </w:p>
    <w:p w14:paraId="406EB24B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-v položce č.14, 59381338, panel </w:t>
      </w:r>
      <w:proofErr w:type="spellStart"/>
      <w:r w:rsidRPr="004F5C44">
        <w:rPr>
          <w:rFonts w:eastAsia="Times New Roman" w:cs="Times New Roman"/>
          <w:lang w:eastAsia="cs-CZ"/>
        </w:rPr>
        <w:t>silnicní</w:t>
      </w:r>
      <w:proofErr w:type="spellEnd"/>
      <w:r w:rsidRPr="004F5C44">
        <w:rPr>
          <w:rFonts w:eastAsia="Times New Roman" w:cs="Times New Roman"/>
          <w:lang w:eastAsia="cs-CZ"/>
        </w:rPr>
        <w:t xml:space="preserve"> 3,00x2,00x0,</w:t>
      </w:r>
      <w:proofErr w:type="gramStart"/>
      <w:r w:rsidRPr="004F5C44">
        <w:rPr>
          <w:rFonts w:eastAsia="Times New Roman" w:cs="Times New Roman"/>
          <w:lang w:eastAsia="cs-CZ"/>
        </w:rPr>
        <w:t>215m</w:t>
      </w:r>
      <w:proofErr w:type="gramEnd"/>
      <w:r w:rsidRPr="004F5C44">
        <w:rPr>
          <w:rFonts w:eastAsia="Times New Roman" w:cs="Times New Roman"/>
          <w:lang w:eastAsia="cs-CZ"/>
        </w:rPr>
        <w:t>, byla změna množství a byl upraven popis položky.</w:t>
      </w:r>
    </w:p>
    <w:p w14:paraId="71BAADD3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>- v položce č.26,</w:t>
      </w:r>
      <w:r w:rsidRPr="004F5C44">
        <w:t xml:space="preserve"> </w:t>
      </w:r>
      <w:r w:rsidRPr="004F5C44">
        <w:rPr>
          <w:rFonts w:eastAsia="Times New Roman" w:cs="Times New Roman"/>
          <w:lang w:eastAsia="cs-CZ"/>
        </w:rPr>
        <w:t xml:space="preserve">918242203, PHS do profilu panel soklový betonový </w:t>
      </w:r>
      <w:proofErr w:type="spellStart"/>
      <w:r w:rsidRPr="004F5C44">
        <w:rPr>
          <w:rFonts w:eastAsia="Times New Roman" w:cs="Times New Roman"/>
          <w:lang w:eastAsia="cs-CZ"/>
        </w:rPr>
        <w:t>šírky</w:t>
      </w:r>
      <w:proofErr w:type="spellEnd"/>
      <w:r w:rsidRPr="004F5C44">
        <w:rPr>
          <w:rFonts w:eastAsia="Times New Roman" w:cs="Times New Roman"/>
          <w:lang w:eastAsia="cs-CZ"/>
        </w:rPr>
        <w:t xml:space="preserve"> pres 2,5 do 4 m výšky do 1 m, bylo upraveno na množství a byl upraven výkaz výměr.</w:t>
      </w:r>
    </w:p>
    <w:p w14:paraId="21AB7BE7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položka č.27, 918242243, PHS do profilu panel betonový odrazivý únikový </w:t>
      </w:r>
      <w:proofErr w:type="spellStart"/>
      <w:r w:rsidRPr="004F5C44">
        <w:rPr>
          <w:rFonts w:eastAsia="Times New Roman" w:cs="Times New Roman"/>
          <w:lang w:eastAsia="cs-CZ"/>
        </w:rPr>
        <w:t>šírky</w:t>
      </w:r>
      <w:proofErr w:type="spellEnd"/>
      <w:r w:rsidRPr="004F5C44">
        <w:rPr>
          <w:rFonts w:eastAsia="Times New Roman" w:cs="Times New Roman"/>
          <w:lang w:eastAsia="cs-CZ"/>
        </w:rPr>
        <w:t xml:space="preserve"> do 2,5 m výšky pres 2 m, byla zrušena.</w:t>
      </w:r>
    </w:p>
    <w:p w14:paraId="4ABD1752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položka č.28, 918244274, PHS do profilu z panelu hliníkových </w:t>
      </w:r>
      <w:proofErr w:type="spellStart"/>
      <w:r w:rsidRPr="004F5C44">
        <w:rPr>
          <w:rFonts w:eastAsia="Times New Roman" w:cs="Times New Roman"/>
          <w:lang w:eastAsia="cs-CZ"/>
        </w:rPr>
        <w:t>oboustranne</w:t>
      </w:r>
      <w:proofErr w:type="spellEnd"/>
      <w:r w:rsidRPr="004F5C44">
        <w:rPr>
          <w:rFonts w:eastAsia="Times New Roman" w:cs="Times New Roman"/>
          <w:lang w:eastAsia="cs-CZ"/>
        </w:rPr>
        <w:t xml:space="preserve"> </w:t>
      </w:r>
      <w:proofErr w:type="spellStart"/>
      <w:r w:rsidRPr="004F5C44">
        <w:rPr>
          <w:rFonts w:eastAsia="Times New Roman" w:cs="Times New Roman"/>
          <w:lang w:eastAsia="cs-CZ"/>
        </w:rPr>
        <w:t>pohltivých</w:t>
      </w:r>
      <w:proofErr w:type="spellEnd"/>
      <w:r w:rsidRPr="004F5C44">
        <w:rPr>
          <w:rFonts w:eastAsia="Times New Roman" w:cs="Times New Roman"/>
          <w:lang w:eastAsia="cs-CZ"/>
        </w:rPr>
        <w:t xml:space="preserve"> </w:t>
      </w:r>
      <w:proofErr w:type="spellStart"/>
      <w:r w:rsidRPr="004F5C44">
        <w:rPr>
          <w:rFonts w:eastAsia="Times New Roman" w:cs="Times New Roman"/>
          <w:lang w:eastAsia="cs-CZ"/>
        </w:rPr>
        <w:t>šírky</w:t>
      </w:r>
      <w:proofErr w:type="spellEnd"/>
      <w:r w:rsidRPr="004F5C44">
        <w:rPr>
          <w:rFonts w:eastAsia="Times New Roman" w:cs="Times New Roman"/>
          <w:lang w:eastAsia="cs-CZ"/>
        </w:rPr>
        <w:t xml:space="preserve"> pres 2 do 5 m výšky do 4,5 m, byla zrušena.</w:t>
      </w:r>
    </w:p>
    <w:p w14:paraId="53348CCA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č.32, 998226011, </w:t>
      </w:r>
      <w:proofErr w:type="spellStart"/>
      <w:r w:rsidRPr="004F5C44">
        <w:rPr>
          <w:rFonts w:eastAsia="Times New Roman" w:cs="Times New Roman"/>
          <w:lang w:eastAsia="cs-CZ"/>
        </w:rPr>
        <w:t>Presun</w:t>
      </w:r>
      <w:proofErr w:type="spellEnd"/>
      <w:r w:rsidRPr="004F5C44">
        <w:rPr>
          <w:rFonts w:eastAsia="Times New Roman" w:cs="Times New Roman"/>
          <w:lang w:eastAsia="cs-CZ"/>
        </w:rPr>
        <w:t xml:space="preserve"> hmot pro pozemní komunikace a </w:t>
      </w:r>
      <w:proofErr w:type="spellStart"/>
      <w:r w:rsidRPr="004F5C44">
        <w:rPr>
          <w:rFonts w:eastAsia="Times New Roman" w:cs="Times New Roman"/>
          <w:lang w:eastAsia="cs-CZ"/>
        </w:rPr>
        <w:t>letište</w:t>
      </w:r>
      <w:proofErr w:type="spellEnd"/>
      <w:r w:rsidRPr="004F5C44">
        <w:rPr>
          <w:rFonts w:eastAsia="Times New Roman" w:cs="Times New Roman"/>
          <w:lang w:eastAsia="cs-CZ"/>
        </w:rPr>
        <w:t xml:space="preserve"> s krytem montovaným z ŽB </w:t>
      </w:r>
      <w:proofErr w:type="spellStart"/>
      <w:r w:rsidRPr="004F5C44">
        <w:rPr>
          <w:rFonts w:eastAsia="Times New Roman" w:cs="Times New Roman"/>
          <w:lang w:eastAsia="cs-CZ"/>
        </w:rPr>
        <w:t>dílcu</w:t>
      </w:r>
      <w:proofErr w:type="spellEnd"/>
      <w:r w:rsidRPr="004F5C44">
        <w:rPr>
          <w:rFonts w:eastAsia="Times New Roman" w:cs="Times New Roman"/>
          <w:lang w:eastAsia="cs-CZ"/>
        </w:rPr>
        <w:t>, bylo upraveno množství.</w:t>
      </w:r>
    </w:p>
    <w:p w14:paraId="2209FFB8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- nově byla doplněna položka č.36, R347151, STĚNY PROTIHLUKOVÉ Z DÍLCŮ Z RECYKLOVANÉ PRYŽE, OBOUSTRANNĚ POHLTIVÝ, NOSNÝ SENDVIČOVÝ PANEL TL.80MM</w:t>
      </w:r>
    </w:p>
    <w:p w14:paraId="74A4039E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nově byla doplněna položka č.37, R01, D+M </w:t>
      </w:r>
      <w:proofErr w:type="spellStart"/>
      <w:r w:rsidRPr="004F5C44">
        <w:rPr>
          <w:rFonts w:eastAsia="Times New Roman" w:cs="Times New Roman"/>
          <w:lang w:eastAsia="cs-CZ"/>
        </w:rPr>
        <w:t>Ukolejnění</w:t>
      </w:r>
      <w:proofErr w:type="spellEnd"/>
      <w:r w:rsidRPr="004F5C44">
        <w:rPr>
          <w:rFonts w:eastAsia="Times New Roman" w:cs="Times New Roman"/>
          <w:lang w:eastAsia="cs-CZ"/>
        </w:rPr>
        <w:t xml:space="preserve"> PHS v rozsahu viz. PD</w:t>
      </w:r>
    </w:p>
    <w:p w14:paraId="532BB311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 </w:t>
      </w:r>
    </w:p>
    <w:p w14:paraId="4E8177F4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 xml:space="preserve"> Byla upravena tato příloha:</w:t>
      </w:r>
    </w:p>
    <w:p w14:paraId="57E3B13E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>-2.005 Detail kotvení. V příloze byla na základě dotazu upravena celková hmotnost pilot v tabulce výztuže.</w:t>
      </w:r>
    </w:p>
    <w:p w14:paraId="55137D0D" w14:textId="37E9DC71" w:rsidR="001512E9" w:rsidRDefault="001512E9" w:rsidP="001512E9">
      <w:pPr>
        <w:spacing w:after="0"/>
        <w:rPr>
          <w:rFonts w:eastAsia="Times New Roman" w:cs="Times New Roman"/>
          <w:b/>
          <w:lang w:eastAsia="cs-CZ"/>
        </w:rPr>
      </w:pPr>
    </w:p>
    <w:p w14:paraId="21BAA1B6" w14:textId="77777777" w:rsidR="004F5C44" w:rsidRPr="004F5C44" w:rsidRDefault="004F5C44" w:rsidP="001512E9">
      <w:pPr>
        <w:spacing w:after="0"/>
        <w:rPr>
          <w:rFonts w:eastAsia="Times New Roman" w:cs="Times New Roman"/>
          <w:b/>
          <w:lang w:eastAsia="cs-CZ"/>
        </w:rPr>
      </w:pPr>
    </w:p>
    <w:p w14:paraId="67B13A48" w14:textId="706F47CA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>SO</w:t>
      </w:r>
      <w:r w:rsidR="00941897" w:rsidRPr="004F5C44">
        <w:rPr>
          <w:rFonts w:eastAsia="Times New Roman" w:cs="Times New Roman"/>
          <w:b/>
          <w:lang w:eastAsia="cs-CZ"/>
        </w:rPr>
        <w:t xml:space="preserve"> </w:t>
      </w:r>
      <w:r w:rsidRPr="004F5C44">
        <w:rPr>
          <w:rFonts w:eastAsia="Times New Roman" w:cs="Times New Roman"/>
          <w:b/>
          <w:lang w:eastAsia="cs-CZ"/>
        </w:rPr>
        <w:t>26</w:t>
      </w:r>
      <w:r w:rsidR="00941897" w:rsidRPr="004F5C44">
        <w:rPr>
          <w:rFonts w:eastAsia="Times New Roman" w:cs="Times New Roman"/>
          <w:b/>
          <w:lang w:eastAsia="cs-CZ"/>
        </w:rPr>
        <w:t>-</w:t>
      </w:r>
      <w:r w:rsidRPr="004F5C44">
        <w:rPr>
          <w:rFonts w:eastAsia="Times New Roman" w:cs="Times New Roman"/>
          <w:b/>
          <w:lang w:eastAsia="cs-CZ"/>
        </w:rPr>
        <w:t>61</w:t>
      </w:r>
      <w:r w:rsidR="00941897" w:rsidRPr="004F5C44">
        <w:rPr>
          <w:rFonts w:eastAsia="Times New Roman" w:cs="Times New Roman"/>
          <w:b/>
          <w:lang w:eastAsia="cs-CZ"/>
        </w:rPr>
        <w:t>-</w:t>
      </w:r>
      <w:r w:rsidRPr="004F5C44">
        <w:rPr>
          <w:rFonts w:eastAsia="Times New Roman" w:cs="Times New Roman"/>
          <w:b/>
          <w:lang w:eastAsia="cs-CZ"/>
        </w:rPr>
        <w:t>01</w:t>
      </w:r>
      <w:r w:rsidR="00941897" w:rsidRPr="004F5C44">
        <w:rPr>
          <w:rFonts w:eastAsia="Times New Roman" w:cs="Times New Roman"/>
          <w:b/>
          <w:lang w:eastAsia="cs-CZ"/>
        </w:rPr>
        <w:t>.</w:t>
      </w:r>
      <w:r w:rsidRPr="004F5C44">
        <w:rPr>
          <w:rFonts w:eastAsia="Times New Roman" w:cs="Times New Roman"/>
          <w:b/>
          <w:lang w:eastAsia="cs-CZ"/>
        </w:rPr>
        <w:t xml:space="preserve">06: </w:t>
      </w:r>
    </w:p>
    <w:p w14:paraId="1515BED7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 xml:space="preserve">Byl upraven soupis prací: </w:t>
      </w:r>
    </w:p>
    <w:p w14:paraId="7E46FA0B" w14:textId="4A5B55DB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č.9, 231611114, Výztuž pilot betonovaných do </w:t>
      </w:r>
      <w:r w:rsidR="00941897" w:rsidRPr="004F5C44">
        <w:rPr>
          <w:rFonts w:eastAsia="Times New Roman" w:cs="Times New Roman"/>
          <w:lang w:eastAsia="cs-CZ"/>
        </w:rPr>
        <w:t>země</w:t>
      </w:r>
      <w:r w:rsidRPr="004F5C44">
        <w:rPr>
          <w:rFonts w:eastAsia="Times New Roman" w:cs="Times New Roman"/>
          <w:lang w:eastAsia="cs-CZ"/>
        </w:rPr>
        <w:t xml:space="preserve"> ocel z </w:t>
      </w:r>
      <w:r w:rsidR="00941897" w:rsidRPr="004F5C44">
        <w:rPr>
          <w:rFonts w:eastAsia="Times New Roman" w:cs="Times New Roman"/>
          <w:lang w:eastAsia="cs-CZ"/>
        </w:rPr>
        <w:t>betonářské</w:t>
      </w:r>
      <w:r w:rsidRPr="004F5C44">
        <w:rPr>
          <w:rFonts w:eastAsia="Times New Roman" w:cs="Times New Roman"/>
          <w:lang w:eastAsia="cs-CZ"/>
        </w:rPr>
        <w:t xml:space="preserve"> oceli 10 505, byla změna množství a byl upraven popis položky.</w:t>
      </w:r>
    </w:p>
    <w:p w14:paraId="03F38431" w14:textId="7B472556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-v položce č.14, 59381338, panel </w:t>
      </w:r>
      <w:r w:rsidR="00941897" w:rsidRPr="004F5C44">
        <w:rPr>
          <w:rFonts w:eastAsia="Times New Roman" w:cs="Times New Roman"/>
          <w:lang w:eastAsia="cs-CZ"/>
        </w:rPr>
        <w:t>silniční</w:t>
      </w:r>
      <w:r w:rsidRPr="004F5C44">
        <w:rPr>
          <w:rFonts w:eastAsia="Times New Roman" w:cs="Times New Roman"/>
          <w:lang w:eastAsia="cs-CZ"/>
        </w:rPr>
        <w:t xml:space="preserve"> 3,00x2,00x0,</w:t>
      </w:r>
      <w:proofErr w:type="gramStart"/>
      <w:r w:rsidRPr="004F5C44">
        <w:rPr>
          <w:rFonts w:eastAsia="Times New Roman" w:cs="Times New Roman"/>
          <w:lang w:eastAsia="cs-CZ"/>
        </w:rPr>
        <w:t>215m</w:t>
      </w:r>
      <w:proofErr w:type="gramEnd"/>
      <w:r w:rsidRPr="004F5C44">
        <w:rPr>
          <w:rFonts w:eastAsia="Times New Roman" w:cs="Times New Roman"/>
          <w:lang w:eastAsia="cs-CZ"/>
        </w:rPr>
        <w:t>, byla změna množství a byl upraven popis položky.</w:t>
      </w:r>
    </w:p>
    <w:p w14:paraId="3022F995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- v položce č.25,</w:t>
      </w:r>
      <w:r w:rsidRPr="004F5C44">
        <w:t xml:space="preserve"> </w:t>
      </w:r>
      <w:r w:rsidRPr="004F5C44">
        <w:rPr>
          <w:rFonts w:eastAsia="Times New Roman" w:cs="Times New Roman"/>
          <w:lang w:eastAsia="cs-CZ"/>
        </w:rPr>
        <w:t>918222123, PHS sloupek ocelový HE-A zakládaný do pilot výšky pres 3 m, bylo upraveno množství a byl upraven výkaz výměr.</w:t>
      </w:r>
    </w:p>
    <w:p w14:paraId="48CDA24B" w14:textId="381F42AE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č.26, 918242203, PHS do profilu panel soklový betonový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pres 2,5 do 4 m výšky do 1 m, byla změna množství a byl upraven výkaz výměr.</w:t>
      </w:r>
    </w:p>
    <w:p w14:paraId="13D7F6EF" w14:textId="21B12EE1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položka č.27, 918242243, PHS do profilu panel betonový odrazivý únikový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do 2,5 m výšky pres 2 m, byla zrušena.</w:t>
      </w:r>
    </w:p>
    <w:p w14:paraId="5F28E093" w14:textId="4E9773BD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lastRenderedPageBreak/>
        <w:t xml:space="preserve">- položka č.28, 918244274, PHS do profilu z panelu hliníkových </w:t>
      </w:r>
      <w:r w:rsidR="00941897" w:rsidRPr="004F5C44">
        <w:rPr>
          <w:rFonts w:eastAsia="Times New Roman" w:cs="Times New Roman"/>
          <w:lang w:eastAsia="cs-CZ"/>
        </w:rPr>
        <w:t>oboustranně</w:t>
      </w:r>
      <w:r w:rsidRPr="004F5C44">
        <w:rPr>
          <w:rFonts w:eastAsia="Times New Roman" w:cs="Times New Roman"/>
          <w:lang w:eastAsia="cs-CZ"/>
        </w:rPr>
        <w:t xml:space="preserve"> </w:t>
      </w:r>
      <w:proofErr w:type="spellStart"/>
      <w:r w:rsidRPr="004F5C44">
        <w:rPr>
          <w:rFonts w:eastAsia="Times New Roman" w:cs="Times New Roman"/>
          <w:lang w:eastAsia="cs-CZ"/>
        </w:rPr>
        <w:t>pohltivých</w:t>
      </w:r>
      <w:proofErr w:type="spellEnd"/>
      <w:r w:rsidRPr="004F5C44">
        <w:rPr>
          <w:rFonts w:eastAsia="Times New Roman" w:cs="Times New Roman"/>
          <w:lang w:eastAsia="cs-CZ"/>
        </w:rPr>
        <w:t xml:space="preserve">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pres 2 do 5 m výšky do 4,5 m, byla zrušena.</w:t>
      </w:r>
    </w:p>
    <w:p w14:paraId="3E3C589F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č.30, 9319941X1, D+M </w:t>
      </w:r>
      <w:proofErr w:type="spellStart"/>
      <w:r w:rsidRPr="004F5C44">
        <w:rPr>
          <w:rFonts w:eastAsia="Times New Roman" w:cs="Times New Roman"/>
          <w:lang w:eastAsia="cs-CZ"/>
        </w:rPr>
        <w:t>vyklínkování</w:t>
      </w:r>
      <w:proofErr w:type="spellEnd"/>
      <w:r w:rsidRPr="004F5C44">
        <w:rPr>
          <w:rFonts w:eastAsia="Times New Roman" w:cs="Times New Roman"/>
          <w:lang w:eastAsia="cs-CZ"/>
        </w:rPr>
        <w:t xml:space="preserve"> jednotlivých panelu ve sloupcích pomocí pryžových pásu (dle PD), bylo upraveno množství.</w:t>
      </w:r>
    </w:p>
    <w:p w14:paraId="2C2090D9" w14:textId="61B6E74B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nově byla doplněna položka č.38, 918242243, PHS do profilu z panelu hliníkových </w:t>
      </w:r>
      <w:r w:rsidR="00941897" w:rsidRPr="004F5C44">
        <w:rPr>
          <w:rFonts w:eastAsia="Times New Roman" w:cs="Times New Roman"/>
          <w:lang w:eastAsia="cs-CZ"/>
        </w:rPr>
        <w:t>oboustranně</w:t>
      </w:r>
      <w:r w:rsidRPr="004F5C44">
        <w:rPr>
          <w:rFonts w:eastAsia="Times New Roman" w:cs="Times New Roman"/>
          <w:lang w:eastAsia="cs-CZ"/>
        </w:rPr>
        <w:t xml:space="preserve"> </w:t>
      </w:r>
      <w:proofErr w:type="spellStart"/>
      <w:r w:rsidRPr="004F5C44">
        <w:rPr>
          <w:rFonts w:eastAsia="Times New Roman" w:cs="Times New Roman"/>
          <w:lang w:eastAsia="cs-CZ"/>
        </w:rPr>
        <w:t>pohltivých</w:t>
      </w:r>
      <w:proofErr w:type="spellEnd"/>
      <w:r w:rsidRPr="004F5C44">
        <w:rPr>
          <w:rFonts w:eastAsia="Times New Roman" w:cs="Times New Roman"/>
          <w:lang w:eastAsia="cs-CZ"/>
        </w:rPr>
        <w:t xml:space="preserve">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pres 2 do 5 m výšky do 4,5 </w:t>
      </w:r>
      <w:proofErr w:type="gramStart"/>
      <w:r w:rsidRPr="004F5C44">
        <w:rPr>
          <w:rFonts w:eastAsia="Times New Roman" w:cs="Times New Roman"/>
          <w:lang w:eastAsia="cs-CZ"/>
        </w:rPr>
        <w:t>m - nehořlavé</w:t>
      </w:r>
      <w:proofErr w:type="gramEnd"/>
      <w:r w:rsidRPr="004F5C44">
        <w:rPr>
          <w:rFonts w:eastAsia="Times New Roman" w:cs="Times New Roman"/>
          <w:lang w:eastAsia="cs-CZ"/>
        </w:rPr>
        <w:t xml:space="preserve"> pole</w:t>
      </w:r>
    </w:p>
    <w:p w14:paraId="78619A70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- nově byla doplněna položka č.39, R347151, STĚNY PROTIHLUKOVÉ Z DÍLCŮ Z RECYKLOVANÉ PRYŽE, OBOUSTRANNĚ POHLTIVÝ, NOSNÝ SENDVIČOVÝ PANEL TL.80MM</w:t>
      </w:r>
    </w:p>
    <w:p w14:paraId="536EB113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nově byla doplněna položka č.40, R01, D+M </w:t>
      </w:r>
      <w:proofErr w:type="spellStart"/>
      <w:r w:rsidRPr="004F5C44">
        <w:rPr>
          <w:rFonts w:eastAsia="Times New Roman" w:cs="Times New Roman"/>
          <w:lang w:eastAsia="cs-CZ"/>
        </w:rPr>
        <w:t>Ukolejnění</w:t>
      </w:r>
      <w:proofErr w:type="spellEnd"/>
      <w:r w:rsidRPr="004F5C44">
        <w:rPr>
          <w:rFonts w:eastAsia="Times New Roman" w:cs="Times New Roman"/>
          <w:lang w:eastAsia="cs-CZ"/>
        </w:rPr>
        <w:t xml:space="preserve"> PHS v rozsahu viz. PD</w:t>
      </w:r>
    </w:p>
    <w:p w14:paraId="588BFF71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nově byla doplněna položka č.31, R015111, </w:t>
      </w:r>
      <w:proofErr w:type="gramStart"/>
      <w:r w:rsidRPr="004F5C44">
        <w:rPr>
          <w:rFonts w:eastAsia="Times New Roman" w:cs="Times New Roman"/>
          <w:lang w:eastAsia="cs-CZ"/>
        </w:rPr>
        <w:t>NEOCENOVAT - POPLATKY</w:t>
      </w:r>
      <w:proofErr w:type="gramEnd"/>
      <w:r w:rsidRPr="004F5C44">
        <w:rPr>
          <w:rFonts w:eastAsia="Times New Roman" w:cs="Times New Roman"/>
          <w:lang w:eastAsia="cs-CZ"/>
        </w:rPr>
        <w:t xml:space="preserve"> ZA LIKVIDACI ODPADU NEKONTAMINOVANÝCH - 17 05 04 VYTEŽENÉ ZEMINY A HORNINY - I. TRÍDA TEŽITELNOSTI VCETNE DOPRAVY, (chyběla v listu SO)</w:t>
      </w:r>
    </w:p>
    <w:p w14:paraId="0DD36E37" w14:textId="26D6769F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- nově byla doplněna položka č.32,</w:t>
      </w:r>
      <w:r w:rsidRPr="004F5C44">
        <w:t xml:space="preserve"> </w:t>
      </w:r>
      <w:r w:rsidRPr="004F5C44">
        <w:rPr>
          <w:rFonts w:eastAsia="Times New Roman" w:cs="Times New Roman"/>
          <w:lang w:eastAsia="cs-CZ"/>
        </w:rPr>
        <w:t xml:space="preserve">998226011, </w:t>
      </w:r>
      <w:r w:rsidR="00941897" w:rsidRPr="004F5C44">
        <w:rPr>
          <w:rFonts w:eastAsia="Times New Roman" w:cs="Times New Roman"/>
          <w:lang w:eastAsia="cs-CZ"/>
        </w:rPr>
        <w:t>Přesun</w:t>
      </w:r>
      <w:r w:rsidRPr="004F5C44">
        <w:rPr>
          <w:rFonts w:eastAsia="Times New Roman" w:cs="Times New Roman"/>
          <w:lang w:eastAsia="cs-CZ"/>
        </w:rPr>
        <w:t xml:space="preserve"> hmot pro pozemní komunikace a </w:t>
      </w:r>
      <w:r w:rsidR="00941897" w:rsidRPr="004F5C44">
        <w:rPr>
          <w:rFonts w:eastAsia="Times New Roman" w:cs="Times New Roman"/>
          <w:lang w:eastAsia="cs-CZ"/>
        </w:rPr>
        <w:t>letiště</w:t>
      </w:r>
      <w:r w:rsidRPr="004F5C44">
        <w:rPr>
          <w:rFonts w:eastAsia="Times New Roman" w:cs="Times New Roman"/>
          <w:lang w:eastAsia="cs-CZ"/>
        </w:rPr>
        <w:t xml:space="preserve"> s krytem montovaným z ŽB </w:t>
      </w:r>
      <w:r w:rsidR="00941897" w:rsidRPr="004F5C44">
        <w:rPr>
          <w:rFonts w:eastAsia="Times New Roman" w:cs="Times New Roman"/>
          <w:lang w:eastAsia="cs-CZ"/>
        </w:rPr>
        <w:t>dílců</w:t>
      </w:r>
      <w:r w:rsidRPr="004F5C44">
        <w:rPr>
          <w:rFonts w:eastAsia="Times New Roman" w:cs="Times New Roman"/>
          <w:lang w:eastAsia="cs-CZ"/>
        </w:rPr>
        <w:t>, (chyběla v listu SO)</w:t>
      </w:r>
    </w:p>
    <w:p w14:paraId="0337F77F" w14:textId="0FDA819C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nově byla doplněna položka č.33, OST000X1, D+M </w:t>
      </w:r>
      <w:r w:rsidR="00941897" w:rsidRPr="004F5C44">
        <w:rPr>
          <w:rFonts w:eastAsia="Times New Roman" w:cs="Times New Roman"/>
          <w:lang w:eastAsia="cs-CZ"/>
        </w:rPr>
        <w:t>číslování</w:t>
      </w:r>
      <w:r w:rsidRPr="004F5C44">
        <w:rPr>
          <w:rFonts w:eastAsia="Times New Roman" w:cs="Times New Roman"/>
          <w:lang w:eastAsia="cs-CZ"/>
        </w:rPr>
        <w:t xml:space="preserve"> nových sloupku PHS (dle PD), (chyběla v listu SO)</w:t>
      </w:r>
    </w:p>
    <w:p w14:paraId="151E6981" w14:textId="4CAB03E1" w:rsidR="001512E9" w:rsidRDefault="001512E9" w:rsidP="001512E9">
      <w:pPr>
        <w:spacing w:after="0"/>
        <w:rPr>
          <w:rFonts w:eastAsia="Times New Roman" w:cs="Times New Roman"/>
          <w:b/>
          <w:lang w:eastAsia="cs-CZ"/>
        </w:rPr>
      </w:pPr>
    </w:p>
    <w:p w14:paraId="57C0B025" w14:textId="77777777" w:rsidR="004F5C44" w:rsidRPr="004F5C44" w:rsidRDefault="004F5C44" w:rsidP="001512E9">
      <w:pPr>
        <w:spacing w:after="0"/>
        <w:rPr>
          <w:rFonts w:eastAsia="Times New Roman" w:cs="Times New Roman"/>
          <w:b/>
          <w:lang w:eastAsia="cs-CZ"/>
        </w:rPr>
      </w:pPr>
    </w:p>
    <w:p w14:paraId="4AC22D57" w14:textId="32306329" w:rsidR="001512E9" w:rsidRPr="004F5C44" w:rsidRDefault="001512E9" w:rsidP="001512E9">
      <w:pPr>
        <w:spacing w:after="0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>SO</w:t>
      </w:r>
      <w:r w:rsidR="00941897" w:rsidRPr="004F5C44">
        <w:rPr>
          <w:rFonts w:eastAsia="Times New Roman" w:cs="Times New Roman"/>
          <w:b/>
          <w:lang w:eastAsia="cs-CZ"/>
        </w:rPr>
        <w:t xml:space="preserve"> </w:t>
      </w:r>
      <w:r w:rsidRPr="004F5C44">
        <w:rPr>
          <w:rFonts w:eastAsia="Times New Roman" w:cs="Times New Roman"/>
          <w:b/>
          <w:lang w:eastAsia="cs-CZ"/>
        </w:rPr>
        <w:t>26</w:t>
      </w:r>
      <w:r w:rsidR="00941897" w:rsidRPr="004F5C44">
        <w:rPr>
          <w:rFonts w:eastAsia="Times New Roman" w:cs="Times New Roman"/>
          <w:b/>
          <w:lang w:eastAsia="cs-CZ"/>
        </w:rPr>
        <w:t>-</w:t>
      </w:r>
      <w:r w:rsidRPr="004F5C44">
        <w:rPr>
          <w:rFonts w:eastAsia="Times New Roman" w:cs="Times New Roman"/>
          <w:b/>
          <w:lang w:eastAsia="cs-CZ"/>
        </w:rPr>
        <w:t>61</w:t>
      </w:r>
      <w:r w:rsidR="00941897" w:rsidRPr="004F5C44">
        <w:rPr>
          <w:rFonts w:eastAsia="Times New Roman" w:cs="Times New Roman"/>
          <w:b/>
          <w:lang w:eastAsia="cs-CZ"/>
        </w:rPr>
        <w:t>-</w:t>
      </w:r>
      <w:r w:rsidRPr="004F5C44">
        <w:rPr>
          <w:rFonts w:eastAsia="Times New Roman" w:cs="Times New Roman"/>
          <w:b/>
          <w:lang w:eastAsia="cs-CZ"/>
        </w:rPr>
        <w:t>01</w:t>
      </w:r>
      <w:r w:rsidR="00941897" w:rsidRPr="004F5C44">
        <w:rPr>
          <w:rFonts w:eastAsia="Times New Roman" w:cs="Times New Roman"/>
          <w:b/>
          <w:lang w:eastAsia="cs-CZ"/>
        </w:rPr>
        <w:t>.</w:t>
      </w:r>
      <w:r w:rsidRPr="004F5C44">
        <w:rPr>
          <w:rFonts w:eastAsia="Times New Roman" w:cs="Times New Roman"/>
          <w:b/>
          <w:lang w:eastAsia="cs-CZ"/>
        </w:rPr>
        <w:t xml:space="preserve">07: </w:t>
      </w:r>
    </w:p>
    <w:p w14:paraId="16524B48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 xml:space="preserve">Byl upraven soupis prací: </w:t>
      </w:r>
    </w:p>
    <w:p w14:paraId="6E1ED97A" w14:textId="64AEB40A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č.9, 231611114, Výztuž pilot betonovaných do </w:t>
      </w:r>
      <w:r w:rsidR="00941897" w:rsidRPr="004F5C44">
        <w:rPr>
          <w:rFonts w:eastAsia="Times New Roman" w:cs="Times New Roman"/>
          <w:lang w:eastAsia="cs-CZ"/>
        </w:rPr>
        <w:t>země</w:t>
      </w:r>
      <w:r w:rsidRPr="004F5C44">
        <w:rPr>
          <w:rFonts w:eastAsia="Times New Roman" w:cs="Times New Roman"/>
          <w:lang w:eastAsia="cs-CZ"/>
        </w:rPr>
        <w:t xml:space="preserve"> ocel z </w:t>
      </w:r>
      <w:r w:rsidR="00941897" w:rsidRPr="004F5C44">
        <w:rPr>
          <w:rFonts w:eastAsia="Times New Roman" w:cs="Times New Roman"/>
          <w:lang w:eastAsia="cs-CZ"/>
        </w:rPr>
        <w:t>betonářské</w:t>
      </w:r>
      <w:r w:rsidRPr="004F5C44">
        <w:rPr>
          <w:rFonts w:eastAsia="Times New Roman" w:cs="Times New Roman"/>
          <w:lang w:eastAsia="cs-CZ"/>
        </w:rPr>
        <w:t xml:space="preserve"> oceli 10 505, byla změna množství a byl upraven popis položky.</w:t>
      </w:r>
    </w:p>
    <w:p w14:paraId="308A12BC" w14:textId="653B9562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č.14, 59381338, panel </w:t>
      </w:r>
      <w:r w:rsidR="00941897" w:rsidRPr="004F5C44">
        <w:rPr>
          <w:rFonts w:eastAsia="Times New Roman" w:cs="Times New Roman"/>
          <w:lang w:eastAsia="cs-CZ"/>
        </w:rPr>
        <w:t>silniční</w:t>
      </w:r>
      <w:r w:rsidRPr="004F5C44">
        <w:rPr>
          <w:rFonts w:eastAsia="Times New Roman" w:cs="Times New Roman"/>
          <w:lang w:eastAsia="cs-CZ"/>
        </w:rPr>
        <w:t xml:space="preserve"> 3,00x2,00x0,</w:t>
      </w:r>
      <w:proofErr w:type="gramStart"/>
      <w:r w:rsidRPr="004F5C44">
        <w:rPr>
          <w:rFonts w:eastAsia="Times New Roman" w:cs="Times New Roman"/>
          <w:lang w:eastAsia="cs-CZ"/>
        </w:rPr>
        <w:t>215m</w:t>
      </w:r>
      <w:proofErr w:type="gramEnd"/>
      <w:r w:rsidRPr="004F5C44">
        <w:rPr>
          <w:rFonts w:eastAsia="Times New Roman" w:cs="Times New Roman"/>
          <w:lang w:eastAsia="cs-CZ"/>
        </w:rPr>
        <w:t>, byla změna množství a byl upraven popis položky.</w:t>
      </w:r>
    </w:p>
    <w:p w14:paraId="3BFD820D" w14:textId="33D50252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č.26, 918242203, PHS do profilu panel soklový betonový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pres 2,5 do 4 m výšky do 1 m, byla změna množství a byl upraven výkaz výměr.</w:t>
      </w:r>
    </w:p>
    <w:p w14:paraId="0772F8B4" w14:textId="1E45DCCA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položka č.27, 918242243, PHS do profilu panel betonový odrazivý únikový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do 2,5 m výšky pres 2 m, byla zrušena.</w:t>
      </w:r>
    </w:p>
    <w:p w14:paraId="60BBCBE8" w14:textId="25CB6B62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položka č.28, 918244274, PHS do profilu z panelu hliníkových </w:t>
      </w:r>
      <w:r w:rsidR="00941897" w:rsidRPr="004F5C44">
        <w:rPr>
          <w:rFonts w:eastAsia="Times New Roman" w:cs="Times New Roman"/>
          <w:lang w:eastAsia="cs-CZ"/>
        </w:rPr>
        <w:t>oboustranně</w:t>
      </w:r>
      <w:r w:rsidRPr="004F5C44">
        <w:rPr>
          <w:rFonts w:eastAsia="Times New Roman" w:cs="Times New Roman"/>
          <w:lang w:eastAsia="cs-CZ"/>
        </w:rPr>
        <w:t xml:space="preserve"> </w:t>
      </w:r>
      <w:proofErr w:type="spellStart"/>
      <w:r w:rsidRPr="004F5C44">
        <w:rPr>
          <w:rFonts w:eastAsia="Times New Roman" w:cs="Times New Roman"/>
          <w:lang w:eastAsia="cs-CZ"/>
        </w:rPr>
        <w:t>pohltivých</w:t>
      </w:r>
      <w:proofErr w:type="spellEnd"/>
      <w:r w:rsidRPr="004F5C44">
        <w:rPr>
          <w:rFonts w:eastAsia="Times New Roman" w:cs="Times New Roman"/>
          <w:lang w:eastAsia="cs-CZ"/>
        </w:rPr>
        <w:t xml:space="preserve"> </w:t>
      </w:r>
      <w:r w:rsidR="00941897" w:rsidRPr="004F5C44">
        <w:rPr>
          <w:rFonts w:eastAsia="Times New Roman" w:cs="Times New Roman"/>
          <w:lang w:eastAsia="cs-CZ"/>
        </w:rPr>
        <w:t>šířky</w:t>
      </w:r>
      <w:r w:rsidRPr="004F5C44">
        <w:rPr>
          <w:rFonts w:eastAsia="Times New Roman" w:cs="Times New Roman"/>
          <w:lang w:eastAsia="cs-CZ"/>
        </w:rPr>
        <w:t xml:space="preserve"> pres 2 do 5 m výšky do 4,5 m, byla zrušena.</w:t>
      </w:r>
    </w:p>
    <w:p w14:paraId="1F8A7E2A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č.30, 9319941X1, D+M </w:t>
      </w:r>
      <w:proofErr w:type="spellStart"/>
      <w:r w:rsidRPr="004F5C44">
        <w:rPr>
          <w:rFonts w:eastAsia="Times New Roman" w:cs="Times New Roman"/>
          <w:lang w:eastAsia="cs-CZ"/>
        </w:rPr>
        <w:t>vyklínkování</w:t>
      </w:r>
      <w:proofErr w:type="spellEnd"/>
      <w:r w:rsidRPr="004F5C44">
        <w:rPr>
          <w:rFonts w:eastAsia="Times New Roman" w:cs="Times New Roman"/>
          <w:lang w:eastAsia="cs-CZ"/>
        </w:rPr>
        <w:t xml:space="preserve"> jednotlivých panelu ve sloupcích pomocí pryžových pásu (dle PD), bylo upraveno množství.</w:t>
      </w:r>
    </w:p>
    <w:p w14:paraId="1F16E6E7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>- nově byla doplněna položka č.35, R347151, STĚNY PROTIHLUKOVÉ Z DÍLCŮ Z RECYKLOVANÉ PRYŽE, OBOUSTRANNĚ POHLTIVÝ, NOSNÝ SENDVIČOVÝ PANEL TL.80MM</w:t>
      </w:r>
    </w:p>
    <w:p w14:paraId="4CA4F6FF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nově byla doplněna položka č.36, R01, D+M </w:t>
      </w:r>
      <w:proofErr w:type="spellStart"/>
      <w:r w:rsidRPr="004F5C44">
        <w:rPr>
          <w:rFonts w:eastAsia="Times New Roman" w:cs="Times New Roman"/>
          <w:lang w:eastAsia="cs-CZ"/>
        </w:rPr>
        <w:t>Ukolejnění</w:t>
      </w:r>
      <w:proofErr w:type="spellEnd"/>
      <w:r w:rsidRPr="004F5C44">
        <w:rPr>
          <w:rFonts w:eastAsia="Times New Roman" w:cs="Times New Roman"/>
          <w:lang w:eastAsia="cs-CZ"/>
        </w:rPr>
        <w:t xml:space="preserve"> PHS v rozsahu viz. PD</w:t>
      </w:r>
    </w:p>
    <w:p w14:paraId="6FA46E9F" w14:textId="40BC2821" w:rsidR="001512E9" w:rsidRPr="004F5C44" w:rsidRDefault="001512E9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v položce č.32, 998226011, </w:t>
      </w:r>
      <w:r w:rsidR="00941897" w:rsidRPr="004F5C44">
        <w:rPr>
          <w:rFonts w:eastAsia="Times New Roman" w:cs="Times New Roman"/>
          <w:lang w:eastAsia="cs-CZ"/>
        </w:rPr>
        <w:t>Přesun</w:t>
      </w:r>
      <w:r w:rsidRPr="004F5C44">
        <w:rPr>
          <w:rFonts w:eastAsia="Times New Roman" w:cs="Times New Roman"/>
          <w:lang w:eastAsia="cs-CZ"/>
        </w:rPr>
        <w:t xml:space="preserve"> hmot pro pozemní komunikace a </w:t>
      </w:r>
      <w:r w:rsidR="00941897" w:rsidRPr="004F5C44">
        <w:rPr>
          <w:rFonts w:eastAsia="Times New Roman" w:cs="Times New Roman"/>
          <w:lang w:eastAsia="cs-CZ"/>
        </w:rPr>
        <w:t>letiště</w:t>
      </w:r>
      <w:r w:rsidRPr="004F5C44">
        <w:rPr>
          <w:rFonts w:eastAsia="Times New Roman" w:cs="Times New Roman"/>
          <w:lang w:eastAsia="cs-CZ"/>
        </w:rPr>
        <w:t xml:space="preserve"> s krytem montovaným z ŽB </w:t>
      </w:r>
      <w:r w:rsidR="00941897" w:rsidRPr="004F5C44">
        <w:rPr>
          <w:rFonts w:eastAsia="Times New Roman" w:cs="Times New Roman"/>
          <w:lang w:eastAsia="cs-CZ"/>
        </w:rPr>
        <w:t>dílců</w:t>
      </w:r>
      <w:r w:rsidRPr="004F5C44">
        <w:rPr>
          <w:rFonts w:eastAsia="Times New Roman" w:cs="Times New Roman"/>
          <w:lang w:eastAsia="cs-CZ"/>
        </w:rPr>
        <w:t>, bylo upraveno množství.</w:t>
      </w:r>
    </w:p>
    <w:p w14:paraId="1234CFBD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</w:p>
    <w:p w14:paraId="0F123073" w14:textId="77777777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>Byla upravena tato příloha:</w:t>
      </w:r>
    </w:p>
    <w:p w14:paraId="47D95463" w14:textId="0D5C62D1" w:rsidR="001512E9" w:rsidRPr="004F5C44" w:rsidRDefault="001512E9" w:rsidP="001512E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-1.001 TZ. V TZ kap. 4.2.11 byly doplněny schémata </w:t>
      </w:r>
      <w:proofErr w:type="spellStart"/>
      <w:r w:rsidRPr="004F5C44">
        <w:rPr>
          <w:rFonts w:eastAsia="Times New Roman" w:cs="Times New Roman"/>
          <w:lang w:eastAsia="cs-CZ"/>
        </w:rPr>
        <w:t>ukolejnění</w:t>
      </w:r>
      <w:proofErr w:type="spellEnd"/>
      <w:r w:rsidRPr="004F5C44">
        <w:rPr>
          <w:rFonts w:eastAsia="Times New Roman" w:cs="Times New Roman"/>
          <w:lang w:eastAsia="cs-CZ"/>
        </w:rPr>
        <w:t xml:space="preserve"> PHS na str. 9 a 10.</w:t>
      </w:r>
    </w:p>
    <w:p w14:paraId="397E4412" w14:textId="16325A61" w:rsidR="00F52FC1" w:rsidRDefault="00F52FC1" w:rsidP="00047078">
      <w:pPr>
        <w:spacing w:after="0"/>
        <w:rPr>
          <w:rFonts w:eastAsia="Times New Roman" w:cs="Times New Roman"/>
          <w:b/>
          <w:lang w:eastAsia="cs-CZ"/>
        </w:rPr>
      </w:pPr>
    </w:p>
    <w:p w14:paraId="24C1F409" w14:textId="77777777" w:rsidR="004F5C44" w:rsidRPr="004F5C44" w:rsidRDefault="004F5C44" w:rsidP="00047078">
      <w:pPr>
        <w:spacing w:after="0"/>
        <w:rPr>
          <w:rFonts w:eastAsia="Times New Roman" w:cs="Times New Roman"/>
          <w:b/>
          <w:lang w:eastAsia="cs-CZ"/>
        </w:rPr>
      </w:pPr>
    </w:p>
    <w:p w14:paraId="4B2D1094" w14:textId="38248B74" w:rsidR="001512E9" w:rsidRPr="004F5C44" w:rsidRDefault="001512E9" w:rsidP="00C51999">
      <w:pPr>
        <w:spacing w:after="0" w:line="276" w:lineRule="auto"/>
        <w:rPr>
          <w:rFonts w:eastAsia="Times New Roman" w:cs="Times New Roman"/>
          <w:b/>
          <w:bCs/>
          <w:lang w:eastAsia="cs-CZ"/>
        </w:rPr>
      </w:pPr>
      <w:r w:rsidRPr="004F5C44">
        <w:rPr>
          <w:rFonts w:eastAsia="Times New Roman" w:cs="Times New Roman"/>
          <w:b/>
          <w:bCs/>
          <w:lang w:eastAsia="cs-CZ"/>
        </w:rPr>
        <w:t>SO</w:t>
      </w:r>
      <w:r w:rsidR="00941897" w:rsidRPr="004F5C44">
        <w:rPr>
          <w:rFonts w:eastAsia="Times New Roman" w:cs="Times New Roman"/>
          <w:b/>
          <w:bCs/>
          <w:lang w:eastAsia="cs-CZ"/>
        </w:rPr>
        <w:t xml:space="preserve"> </w:t>
      </w:r>
      <w:r w:rsidR="00C51999" w:rsidRPr="004F5C44">
        <w:rPr>
          <w:rFonts w:eastAsia="Times New Roman" w:cs="Times New Roman"/>
          <w:b/>
          <w:bCs/>
          <w:lang w:eastAsia="cs-CZ"/>
        </w:rPr>
        <w:t>26</w:t>
      </w:r>
      <w:r w:rsidR="00941897" w:rsidRPr="004F5C44">
        <w:rPr>
          <w:rFonts w:eastAsia="Times New Roman" w:cs="Times New Roman"/>
          <w:b/>
          <w:bCs/>
          <w:lang w:eastAsia="cs-CZ"/>
        </w:rPr>
        <w:t>-</w:t>
      </w:r>
      <w:r w:rsidR="00C51999" w:rsidRPr="004F5C44">
        <w:rPr>
          <w:rFonts w:eastAsia="Times New Roman" w:cs="Times New Roman"/>
          <w:b/>
          <w:bCs/>
          <w:lang w:eastAsia="cs-CZ"/>
        </w:rPr>
        <w:t>79</w:t>
      </w:r>
      <w:r w:rsidR="00941897" w:rsidRPr="004F5C44">
        <w:rPr>
          <w:rFonts w:eastAsia="Times New Roman" w:cs="Times New Roman"/>
          <w:b/>
          <w:bCs/>
          <w:lang w:eastAsia="cs-CZ"/>
        </w:rPr>
        <w:t>-</w:t>
      </w:r>
      <w:r w:rsidR="00C51999" w:rsidRPr="004F5C44">
        <w:rPr>
          <w:rFonts w:eastAsia="Times New Roman" w:cs="Times New Roman"/>
          <w:b/>
          <w:bCs/>
          <w:lang w:eastAsia="cs-CZ"/>
        </w:rPr>
        <w:t>01</w:t>
      </w:r>
      <w:r w:rsidR="00941897" w:rsidRPr="004F5C44">
        <w:rPr>
          <w:rFonts w:eastAsia="Times New Roman" w:cs="Times New Roman"/>
          <w:b/>
          <w:bCs/>
          <w:lang w:eastAsia="cs-CZ"/>
        </w:rPr>
        <w:t>.</w:t>
      </w:r>
      <w:r w:rsidR="00C51999" w:rsidRPr="004F5C44">
        <w:rPr>
          <w:rFonts w:eastAsia="Times New Roman" w:cs="Times New Roman"/>
          <w:b/>
          <w:bCs/>
          <w:lang w:eastAsia="cs-CZ"/>
        </w:rPr>
        <w:t xml:space="preserve">02 </w:t>
      </w:r>
    </w:p>
    <w:p w14:paraId="51AE6A83" w14:textId="46EE9925" w:rsidR="00DC5E8D" w:rsidRPr="004F5C44" w:rsidRDefault="00DC5E8D" w:rsidP="00DC5E8D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>Byl upraven soupis prací:</w:t>
      </w:r>
    </w:p>
    <w:p w14:paraId="1AE1D835" w14:textId="77E61B33" w:rsidR="001512E9" w:rsidRPr="004F5C44" w:rsidRDefault="00DC5E8D" w:rsidP="00DC5E8D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Množství v položce č.9 bylo upraveno na „10,899“. Byl upraven popis položky.</w:t>
      </w:r>
    </w:p>
    <w:p w14:paraId="653025F2" w14:textId="2A0BA9FD" w:rsidR="001512E9" w:rsidRPr="004F5C44" w:rsidRDefault="00DC5E8D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V položce č. 14 byl upraven popis položky.</w:t>
      </w:r>
    </w:p>
    <w:p w14:paraId="032C93B4" w14:textId="1C85223C" w:rsidR="001512E9" w:rsidRPr="004F5C44" w:rsidRDefault="00DC5E8D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Množství v položce č.24 bylo upraveno na „123“</w:t>
      </w:r>
    </w:p>
    <w:p w14:paraId="602B0B3F" w14:textId="36C94F23" w:rsidR="001512E9" w:rsidRPr="004F5C44" w:rsidRDefault="00DC5E8D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Množství v položce č.26 bylo upraveno na „393,879“. Byl upraven popis položky.</w:t>
      </w:r>
    </w:p>
    <w:p w14:paraId="6E5B6C31" w14:textId="3A7F0AAD" w:rsidR="001512E9" w:rsidRPr="004F5C44" w:rsidRDefault="00DC5E8D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Položka č. 27 zrušena</w:t>
      </w:r>
    </w:p>
    <w:p w14:paraId="445291C1" w14:textId="63EDC5B5" w:rsidR="001512E9" w:rsidRPr="004F5C44" w:rsidRDefault="00DC5E8D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Položka č. 28 zrušena</w:t>
      </w:r>
    </w:p>
    <w:p w14:paraId="2EAE7FFE" w14:textId="33C6A259" w:rsidR="001512E9" w:rsidRPr="004F5C44" w:rsidRDefault="00DC5E8D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Množství v položce č.32 bylo upraveno na „2977,650“</w:t>
      </w:r>
    </w:p>
    <w:p w14:paraId="7770F5CF" w14:textId="02C26BF2" w:rsidR="001512E9" w:rsidRPr="004F5C44" w:rsidRDefault="00DC5E8D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Položka č. 34 zrušena</w:t>
      </w:r>
    </w:p>
    <w:p w14:paraId="4392EB6D" w14:textId="77B3E4B3" w:rsidR="001512E9" w:rsidRPr="004F5C44" w:rsidRDefault="00DC5E8D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 xml:space="preserve">Byla přidána položka č. 35 </w:t>
      </w:r>
    </w:p>
    <w:p w14:paraId="765E9DB8" w14:textId="4B59934D" w:rsidR="001512E9" w:rsidRPr="004F5C44" w:rsidRDefault="00DC5E8D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Byla přidána položka č. 36</w:t>
      </w:r>
    </w:p>
    <w:p w14:paraId="26D595FB" w14:textId="4674CD82" w:rsidR="001512E9" w:rsidRPr="004F5C44" w:rsidRDefault="00DC5E8D" w:rsidP="001512E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Byla přidána položka č. 37</w:t>
      </w:r>
    </w:p>
    <w:p w14:paraId="4C732CE5" w14:textId="77777777" w:rsidR="001512E9" w:rsidRPr="004F5C44" w:rsidRDefault="001512E9" w:rsidP="001512E9">
      <w:pPr>
        <w:rPr>
          <w:rFonts w:eastAsia="Times New Roman" w:cs="Times New Roman"/>
          <w:lang w:eastAsia="cs-CZ"/>
        </w:rPr>
      </w:pPr>
    </w:p>
    <w:p w14:paraId="22EE4B5B" w14:textId="77777777" w:rsidR="00DC5E8D" w:rsidRPr="004F5C44" w:rsidRDefault="00DC5E8D" w:rsidP="00DC5E8D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lastRenderedPageBreak/>
        <w:t>Byla upravena tato příloha:</w:t>
      </w:r>
    </w:p>
    <w:p w14:paraId="2ACDABA4" w14:textId="746A52D7" w:rsidR="00DC5E8D" w:rsidRPr="004F5C44" w:rsidRDefault="00DC5E8D" w:rsidP="00DC5E8D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>-2.008 Detail kotvení. V příloze byla na základě dotazu upravena celková hmotnost a počet pilot v tabulce výztuže.</w:t>
      </w:r>
    </w:p>
    <w:p w14:paraId="6512F282" w14:textId="77777777" w:rsidR="00DC5E8D" w:rsidRPr="004F5C44" w:rsidRDefault="00DC5E8D" w:rsidP="001512E9">
      <w:pPr>
        <w:rPr>
          <w:rFonts w:eastAsia="Times New Roman" w:cs="Times New Roman"/>
          <w:lang w:eastAsia="cs-CZ"/>
        </w:rPr>
      </w:pPr>
    </w:p>
    <w:p w14:paraId="798E1B57" w14:textId="64A7F5D1" w:rsidR="001512E9" w:rsidRPr="004F5C44" w:rsidRDefault="001512E9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b/>
          <w:bCs/>
          <w:lang w:eastAsia="cs-CZ"/>
        </w:rPr>
        <w:t>SO</w:t>
      </w:r>
      <w:r w:rsidR="00941897" w:rsidRPr="004F5C44">
        <w:rPr>
          <w:rFonts w:eastAsia="Times New Roman" w:cs="Times New Roman"/>
          <w:b/>
          <w:bCs/>
          <w:lang w:eastAsia="cs-CZ"/>
        </w:rPr>
        <w:t xml:space="preserve"> </w:t>
      </w:r>
      <w:r w:rsidR="00C51999" w:rsidRPr="004F5C44">
        <w:rPr>
          <w:rFonts w:eastAsia="Times New Roman" w:cs="Times New Roman"/>
          <w:b/>
          <w:bCs/>
          <w:lang w:eastAsia="cs-CZ"/>
        </w:rPr>
        <w:t>26</w:t>
      </w:r>
      <w:r w:rsidR="00941897" w:rsidRPr="004F5C44">
        <w:rPr>
          <w:rFonts w:eastAsia="Times New Roman" w:cs="Times New Roman"/>
          <w:b/>
          <w:bCs/>
          <w:lang w:eastAsia="cs-CZ"/>
        </w:rPr>
        <w:t>-</w:t>
      </w:r>
      <w:r w:rsidR="00C51999" w:rsidRPr="004F5C44">
        <w:rPr>
          <w:rFonts w:eastAsia="Times New Roman" w:cs="Times New Roman"/>
          <w:b/>
          <w:bCs/>
          <w:lang w:eastAsia="cs-CZ"/>
        </w:rPr>
        <w:t>79</w:t>
      </w:r>
      <w:r w:rsidR="00941897" w:rsidRPr="004F5C44">
        <w:rPr>
          <w:rFonts w:eastAsia="Times New Roman" w:cs="Times New Roman"/>
          <w:b/>
          <w:bCs/>
          <w:lang w:eastAsia="cs-CZ"/>
        </w:rPr>
        <w:t>-</w:t>
      </w:r>
      <w:r w:rsidR="00C51999" w:rsidRPr="004F5C44">
        <w:rPr>
          <w:rFonts w:eastAsia="Times New Roman" w:cs="Times New Roman"/>
          <w:b/>
          <w:bCs/>
          <w:lang w:eastAsia="cs-CZ"/>
        </w:rPr>
        <w:t>01</w:t>
      </w:r>
      <w:r w:rsidR="00941897" w:rsidRPr="004F5C44">
        <w:rPr>
          <w:rFonts w:eastAsia="Times New Roman" w:cs="Times New Roman"/>
          <w:b/>
          <w:bCs/>
          <w:lang w:eastAsia="cs-CZ"/>
        </w:rPr>
        <w:t>.</w:t>
      </w:r>
      <w:r w:rsidR="00C51999" w:rsidRPr="004F5C44">
        <w:rPr>
          <w:rFonts w:eastAsia="Times New Roman" w:cs="Times New Roman"/>
          <w:b/>
          <w:bCs/>
          <w:lang w:eastAsia="cs-CZ"/>
        </w:rPr>
        <w:t>03</w:t>
      </w:r>
      <w:r w:rsidR="00C51999" w:rsidRPr="004F5C44">
        <w:rPr>
          <w:rFonts w:eastAsia="Times New Roman" w:cs="Times New Roman"/>
          <w:lang w:eastAsia="cs-CZ"/>
        </w:rPr>
        <w:t xml:space="preserve"> </w:t>
      </w:r>
    </w:p>
    <w:p w14:paraId="680E213C" w14:textId="4A80D4C8" w:rsidR="00DC5E8D" w:rsidRPr="004F5C44" w:rsidRDefault="00DC5E8D" w:rsidP="00C5199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>Byl upraven soupis prací:</w:t>
      </w:r>
    </w:p>
    <w:p w14:paraId="5BBBC3C0" w14:textId="6E3E534A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Množství v položce č.9 bylo upraveno na „17,988“. Byl upraven popis položky.</w:t>
      </w:r>
    </w:p>
    <w:p w14:paraId="4D51935C" w14:textId="445A3E40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V položce č. 14 byl upraven popis položky.</w:t>
      </w:r>
    </w:p>
    <w:p w14:paraId="4D8F1EDE" w14:textId="5512F8F6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Množství v položce č.27 bylo upraveno na „519,591“. Byl upraven popis položky.</w:t>
      </w:r>
    </w:p>
    <w:p w14:paraId="069FFA73" w14:textId="53E5DBCB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Položka č. 28 odstraněna</w:t>
      </w:r>
    </w:p>
    <w:p w14:paraId="4257D269" w14:textId="342DE033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Položka č. 29 odstraněna</w:t>
      </w:r>
    </w:p>
    <w:p w14:paraId="3E2FEEAC" w14:textId="5EFEDC1E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Množství v položce č.33 bylo upraveno na „4428,020“</w:t>
      </w:r>
    </w:p>
    <w:p w14:paraId="4FE3FEDF" w14:textId="724F51B3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Byla přidána položka č. 35</w:t>
      </w:r>
    </w:p>
    <w:p w14:paraId="78B5884D" w14:textId="67FE21F5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Byla přidána položka č. 36</w:t>
      </w:r>
    </w:p>
    <w:p w14:paraId="673AE343" w14:textId="1B699D6E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Byla přidána položka č. 37</w:t>
      </w:r>
    </w:p>
    <w:p w14:paraId="3FBE9AF7" w14:textId="226673CC" w:rsidR="001512E9" w:rsidRDefault="00DC5E8D" w:rsidP="004F5C44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Byla přidána položka č. 38</w:t>
      </w:r>
    </w:p>
    <w:p w14:paraId="4F751B92" w14:textId="77777777" w:rsidR="004F5C44" w:rsidRPr="004F5C44" w:rsidRDefault="004F5C44" w:rsidP="004F5C44">
      <w:pPr>
        <w:spacing w:after="0" w:line="276" w:lineRule="auto"/>
        <w:rPr>
          <w:rFonts w:eastAsia="Times New Roman" w:cs="Times New Roman"/>
          <w:lang w:eastAsia="cs-CZ"/>
        </w:rPr>
      </w:pPr>
    </w:p>
    <w:p w14:paraId="2C72590C" w14:textId="77777777" w:rsidR="00DC5E8D" w:rsidRPr="004F5C44" w:rsidRDefault="00DC5E8D" w:rsidP="00DC5E8D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>Byla upravena tato příloha:</w:t>
      </w:r>
    </w:p>
    <w:p w14:paraId="39CEFCB3" w14:textId="1059B4BC" w:rsidR="00DC5E8D" w:rsidRPr="004F5C44" w:rsidRDefault="00DC5E8D" w:rsidP="00DC5E8D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>-2.009 Detail kotvení. V příloze byla na základě dotazu upravena celková hmotnost a počet pilot v tabulce výztuže.</w:t>
      </w:r>
    </w:p>
    <w:p w14:paraId="79AAE724" w14:textId="77777777" w:rsidR="00DC5E8D" w:rsidRPr="004F5C44" w:rsidRDefault="00DC5E8D" w:rsidP="001512E9">
      <w:pPr>
        <w:rPr>
          <w:rFonts w:eastAsia="Times New Roman" w:cs="Times New Roman"/>
          <w:lang w:eastAsia="cs-CZ"/>
        </w:rPr>
      </w:pPr>
    </w:p>
    <w:p w14:paraId="0E4BC622" w14:textId="06E2BBF1" w:rsidR="001512E9" w:rsidRPr="004F5C44" w:rsidRDefault="001512E9" w:rsidP="00C51999">
      <w:pPr>
        <w:spacing w:after="0" w:line="276" w:lineRule="auto"/>
        <w:rPr>
          <w:rFonts w:eastAsia="Times New Roman" w:cs="Times New Roman"/>
          <w:b/>
          <w:bCs/>
          <w:lang w:eastAsia="cs-CZ"/>
        </w:rPr>
      </w:pPr>
      <w:r w:rsidRPr="004F5C44">
        <w:rPr>
          <w:rFonts w:eastAsia="Times New Roman" w:cs="Times New Roman"/>
          <w:b/>
          <w:bCs/>
          <w:lang w:eastAsia="cs-CZ"/>
        </w:rPr>
        <w:t>SO</w:t>
      </w:r>
      <w:r w:rsidR="00941897" w:rsidRPr="004F5C44">
        <w:rPr>
          <w:rFonts w:eastAsia="Times New Roman" w:cs="Times New Roman"/>
          <w:b/>
          <w:bCs/>
          <w:lang w:eastAsia="cs-CZ"/>
        </w:rPr>
        <w:t xml:space="preserve"> </w:t>
      </w:r>
      <w:r w:rsidR="00C51999" w:rsidRPr="004F5C44">
        <w:rPr>
          <w:rFonts w:eastAsia="Times New Roman" w:cs="Times New Roman"/>
          <w:b/>
          <w:bCs/>
          <w:lang w:eastAsia="cs-CZ"/>
        </w:rPr>
        <w:t>26</w:t>
      </w:r>
      <w:r w:rsidR="00941897" w:rsidRPr="004F5C44">
        <w:rPr>
          <w:rFonts w:eastAsia="Times New Roman" w:cs="Times New Roman"/>
          <w:b/>
          <w:bCs/>
          <w:lang w:eastAsia="cs-CZ"/>
        </w:rPr>
        <w:t>-</w:t>
      </w:r>
      <w:r w:rsidR="00C51999" w:rsidRPr="004F5C44">
        <w:rPr>
          <w:rFonts w:eastAsia="Times New Roman" w:cs="Times New Roman"/>
          <w:b/>
          <w:bCs/>
          <w:lang w:eastAsia="cs-CZ"/>
        </w:rPr>
        <w:t>79</w:t>
      </w:r>
      <w:r w:rsidR="00941897" w:rsidRPr="004F5C44">
        <w:rPr>
          <w:rFonts w:eastAsia="Times New Roman" w:cs="Times New Roman"/>
          <w:b/>
          <w:bCs/>
          <w:lang w:eastAsia="cs-CZ"/>
        </w:rPr>
        <w:t>-</w:t>
      </w:r>
      <w:r w:rsidR="00C51999" w:rsidRPr="004F5C44">
        <w:rPr>
          <w:rFonts w:eastAsia="Times New Roman" w:cs="Times New Roman"/>
          <w:b/>
          <w:bCs/>
          <w:lang w:eastAsia="cs-CZ"/>
        </w:rPr>
        <w:t>01</w:t>
      </w:r>
      <w:r w:rsidR="00941897" w:rsidRPr="004F5C44">
        <w:rPr>
          <w:rFonts w:eastAsia="Times New Roman" w:cs="Times New Roman"/>
          <w:b/>
          <w:bCs/>
          <w:lang w:eastAsia="cs-CZ"/>
        </w:rPr>
        <w:t>.</w:t>
      </w:r>
      <w:r w:rsidR="00C51999" w:rsidRPr="004F5C44">
        <w:rPr>
          <w:rFonts w:eastAsia="Times New Roman" w:cs="Times New Roman"/>
          <w:b/>
          <w:bCs/>
          <w:lang w:eastAsia="cs-CZ"/>
        </w:rPr>
        <w:t xml:space="preserve">04 </w:t>
      </w:r>
    </w:p>
    <w:p w14:paraId="23CD4FCE" w14:textId="16CAA9F0" w:rsidR="00DC5E8D" w:rsidRPr="004F5C44" w:rsidRDefault="00DC5E8D" w:rsidP="00C51999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>Byl upraven soupis prací:</w:t>
      </w:r>
    </w:p>
    <w:p w14:paraId="0BFCB602" w14:textId="123F5C87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Množství v položce č.9 bylo upraveno na „25,342“. Byl upraven popis položky.</w:t>
      </w:r>
    </w:p>
    <w:p w14:paraId="78DF3248" w14:textId="0D16EAFF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V položce č. 14 byl upraven popis položky.</w:t>
      </w:r>
    </w:p>
    <w:p w14:paraId="2598DFE8" w14:textId="434200CB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Množství v položce č.27 bylo upraveno na „792,716“. Byl upraven popis položky.</w:t>
      </w:r>
    </w:p>
    <w:p w14:paraId="74D2828C" w14:textId="56254283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 xml:space="preserve">Položka č. 28 odstraněna </w:t>
      </w:r>
    </w:p>
    <w:p w14:paraId="4AE728B3" w14:textId="6E758277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 xml:space="preserve">Položka č. 29 odstraněna </w:t>
      </w:r>
    </w:p>
    <w:p w14:paraId="21112DFA" w14:textId="2D1AF822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 xml:space="preserve">Položka č. 30 odstraněna </w:t>
      </w:r>
    </w:p>
    <w:p w14:paraId="2B1D8638" w14:textId="7EADEF37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Množství v položce č.32 bylo upraveno na „1575“</w:t>
      </w:r>
    </w:p>
    <w:p w14:paraId="26B2E73D" w14:textId="71BEFA07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Množství v položce č.34 bylo upraveno na „6478,210“</w:t>
      </w:r>
    </w:p>
    <w:p w14:paraId="385DE148" w14:textId="468AD1DC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Byla přidána položka č. 36</w:t>
      </w:r>
    </w:p>
    <w:p w14:paraId="049863FF" w14:textId="56A1AD60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Byla přidána položka č. 37</w:t>
      </w:r>
    </w:p>
    <w:p w14:paraId="6540E322" w14:textId="13852E85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Byla přidána položka č. 38</w:t>
      </w:r>
    </w:p>
    <w:p w14:paraId="055683B8" w14:textId="77565458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Byla přidána položka č. 39</w:t>
      </w:r>
    </w:p>
    <w:p w14:paraId="6307E0B0" w14:textId="45EE9E5E" w:rsidR="001512E9" w:rsidRPr="004F5C44" w:rsidRDefault="00DC5E8D" w:rsidP="00C51999">
      <w:pPr>
        <w:spacing w:after="0" w:line="276" w:lineRule="auto"/>
        <w:rPr>
          <w:rFonts w:eastAsia="Times New Roman" w:cs="Times New Roman"/>
          <w:lang w:eastAsia="cs-CZ"/>
        </w:rPr>
      </w:pPr>
      <w:r w:rsidRPr="004F5C44">
        <w:rPr>
          <w:rFonts w:eastAsia="Times New Roman" w:cs="Times New Roman"/>
          <w:lang w:eastAsia="cs-CZ"/>
        </w:rPr>
        <w:t xml:space="preserve">- </w:t>
      </w:r>
      <w:r w:rsidR="001512E9" w:rsidRPr="004F5C44">
        <w:rPr>
          <w:rFonts w:eastAsia="Times New Roman" w:cs="Times New Roman"/>
          <w:lang w:eastAsia="cs-CZ"/>
        </w:rPr>
        <w:t>Byla přidána položka č. 40</w:t>
      </w:r>
    </w:p>
    <w:p w14:paraId="1BF2E6C8" w14:textId="77777777" w:rsidR="004F5C44" w:rsidRDefault="004F5C44" w:rsidP="00DC5E8D">
      <w:pPr>
        <w:spacing w:after="0" w:line="276" w:lineRule="auto"/>
        <w:rPr>
          <w:rFonts w:eastAsia="Times New Roman" w:cs="Times New Roman"/>
          <w:b/>
          <w:lang w:eastAsia="cs-CZ"/>
        </w:rPr>
      </w:pPr>
    </w:p>
    <w:p w14:paraId="5C773FA6" w14:textId="5AAF8E4C" w:rsidR="00DC5E8D" w:rsidRPr="004F5C44" w:rsidRDefault="00DC5E8D" w:rsidP="00DC5E8D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>Byla upravena tato příloha:</w:t>
      </w:r>
    </w:p>
    <w:p w14:paraId="65D1BBB6" w14:textId="4A12B97D" w:rsidR="00DC5E8D" w:rsidRPr="004F5C44" w:rsidRDefault="00DC5E8D" w:rsidP="00DC5E8D">
      <w:pPr>
        <w:spacing w:after="0" w:line="276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>-2.011 Detail kotvení. V příloze byla na základě dotazu upravena celková hmotnost a počet pilot v tabulce výztuže.</w:t>
      </w:r>
    </w:p>
    <w:p w14:paraId="01F57957" w14:textId="372BD77C" w:rsidR="001512E9" w:rsidRPr="004F5C44" w:rsidRDefault="00DC5E8D" w:rsidP="001512E9">
      <w:r w:rsidRPr="004F5C44">
        <w:t>_______________________________________</w:t>
      </w:r>
    </w:p>
    <w:p w14:paraId="535DA919" w14:textId="77777777" w:rsidR="001512E9" w:rsidRPr="004F5C44" w:rsidRDefault="001512E9" w:rsidP="00047078">
      <w:pPr>
        <w:spacing w:after="0"/>
        <w:rPr>
          <w:rFonts w:eastAsia="Times New Roman" w:cs="Times New Roman"/>
          <w:b/>
          <w:lang w:eastAsia="cs-CZ"/>
        </w:rPr>
      </w:pPr>
    </w:p>
    <w:p w14:paraId="6686C8B6" w14:textId="0E016AF1" w:rsidR="00F52FC1" w:rsidRPr="004F5C44" w:rsidRDefault="00F52FC1" w:rsidP="00047078">
      <w:pPr>
        <w:spacing w:after="0"/>
        <w:rPr>
          <w:rFonts w:eastAsia="Calibri" w:cs="Times New Roman"/>
          <w:b/>
          <w:lang w:eastAsia="cs-CZ"/>
        </w:rPr>
      </w:pPr>
      <w:r w:rsidRPr="004F5C44">
        <w:rPr>
          <w:rFonts w:eastAsia="Calibri" w:cs="Times New Roman"/>
          <w:b/>
          <w:lang w:eastAsia="cs-CZ"/>
        </w:rPr>
        <w:t>Dotaz č. 2</w:t>
      </w:r>
      <w:r w:rsidR="00047078" w:rsidRPr="004F5C44">
        <w:rPr>
          <w:rFonts w:eastAsia="Calibri" w:cs="Times New Roman"/>
          <w:b/>
          <w:lang w:eastAsia="cs-CZ"/>
        </w:rPr>
        <w:t>85</w:t>
      </w:r>
      <w:r w:rsidRPr="004F5C44">
        <w:rPr>
          <w:rFonts w:eastAsia="Calibri" w:cs="Times New Roman"/>
          <w:b/>
          <w:lang w:eastAsia="cs-CZ"/>
        </w:rPr>
        <w:t>:</w:t>
      </w:r>
    </w:p>
    <w:p w14:paraId="67704816" w14:textId="77777777" w:rsidR="00047078" w:rsidRPr="004F5C44" w:rsidRDefault="00047078" w:rsidP="00047078">
      <w:pPr>
        <w:spacing w:after="0"/>
        <w:rPr>
          <w:rFonts w:cs="Arial"/>
          <w:b/>
        </w:rPr>
      </w:pPr>
      <w:r w:rsidRPr="004F5C44">
        <w:rPr>
          <w:rFonts w:cs="Arial"/>
          <w:b/>
        </w:rPr>
        <w:t xml:space="preserve">SO 26-79-01 Úsek </w:t>
      </w:r>
      <w:proofErr w:type="spellStart"/>
      <w:r w:rsidRPr="004F5C44">
        <w:rPr>
          <w:rFonts w:cs="Arial"/>
          <w:b/>
        </w:rPr>
        <w:t>Č.Třebová</w:t>
      </w:r>
      <w:proofErr w:type="spellEnd"/>
      <w:r w:rsidRPr="004F5C44">
        <w:rPr>
          <w:rFonts w:cs="Arial"/>
          <w:b/>
        </w:rPr>
        <w:t xml:space="preserve"> </w:t>
      </w:r>
      <w:proofErr w:type="spellStart"/>
      <w:r w:rsidRPr="004F5C44">
        <w:rPr>
          <w:rFonts w:cs="Arial"/>
          <w:b/>
        </w:rPr>
        <w:t>os.n</w:t>
      </w:r>
      <w:proofErr w:type="spellEnd"/>
      <w:r w:rsidRPr="004F5C44">
        <w:rPr>
          <w:rFonts w:cs="Arial"/>
          <w:b/>
        </w:rPr>
        <w:t xml:space="preserve">. – </w:t>
      </w:r>
      <w:proofErr w:type="spellStart"/>
      <w:proofErr w:type="gramStart"/>
      <w:r w:rsidRPr="004F5C44">
        <w:rPr>
          <w:rFonts w:cs="Arial"/>
          <w:b/>
        </w:rPr>
        <w:t>odb.Parník</w:t>
      </w:r>
      <w:proofErr w:type="spellEnd"/>
      <w:proofErr w:type="gramEnd"/>
      <w:r w:rsidRPr="004F5C44">
        <w:rPr>
          <w:rFonts w:cs="Arial"/>
          <w:b/>
        </w:rPr>
        <w:t xml:space="preserve"> </w:t>
      </w:r>
      <w:proofErr w:type="spellStart"/>
      <w:r w:rsidRPr="004F5C44">
        <w:rPr>
          <w:rFonts w:cs="Arial"/>
          <w:b/>
        </w:rPr>
        <w:t>vc</w:t>
      </w:r>
      <w:proofErr w:type="spellEnd"/>
      <w:r w:rsidRPr="004F5C44">
        <w:rPr>
          <w:rFonts w:cs="Arial"/>
          <w:b/>
        </w:rPr>
        <w:t xml:space="preserve">, </w:t>
      </w:r>
      <w:proofErr w:type="spellStart"/>
      <w:r w:rsidRPr="004F5C44">
        <w:rPr>
          <w:rFonts w:cs="Arial"/>
          <w:b/>
        </w:rPr>
        <w:t>os.koleje</w:t>
      </w:r>
      <w:proofErr w:type="spellEnd"/>
      <w:r w:rsidRPr="004F5C44">
        <w:rPr>
          <w:rFonts w:cs="Arial"/>
          <w:b/>
        </w:rPr>
        <w:t>, ploty</w:t>
      </w:r>
    </w:p>
    <w:p w14:paraId="598A5818" w14:textId="77777777" w:rsidR="00047078" w:rsidRPr="004F5C44" w:rsidRDefault="00047078" w:rsidP="00047078">
      <w:pPr>
        <w:pStyle w:val="Odstavecseseznamem"/>
        <w:spacing w:after="0"/>
        <w:ind w:left="0"/>
        <w:rPr>
          <w:rFonts w:eastAsia="Times New Roman" w:cs="Arial"/>
        </w:rPr>
      </w:pPr>
      <w:r w:rsidRPr="004F5C44">
        <w:rPr>
          <w:rFonts w:eastAsia="Times New Roman" w:cs="Arial"/>
        </w:rPr>
        <w:t xml:space="preserve">U objektu SO 26-79-01.03 je v dokumentaci chybně nahrán výpis prvků pro objekt SO 26-79-01.04. </w:t>
      </w:r>
    </w:p>
    <w:p w14:paraId="37B4997E" w14:textId="77777777" w:rsidR="00047078" w:rsidRPr="004F5C44" w:rsidRDefault="00047078" w:rsidP="00047078">
      <w:pPr>
        <w:spacing w:after="0"/>
        <w:rPr>
          <w:rFonts w:cs="Arial"/>
          <w:i/>
          <w:iCs/>
        </w:rPr>
      </w:pPr>
    </w:p>
    <w:p w14:paraId="2B628456" w14:textId="3BB8B2EA" w:rsidR="00047078" w:rsidRPr="004F5C44" w:rsidRDefault="00047078" w:rsidP="00047078">
      <w:pPr>
        <w:spacing w:after="0"/>
        <w:rPr>
          <w:rFonts w:cs="Arial"/>
          <w:i/>
          <w:iCs/>
        </w:rPr>
      </w:pPr>
      <w:r w:rsidRPr="004F5C44">
        <w:rPr>
          <w:rFonts w:cs="Arial"/>
          <w:i/>
          <w:iCs/>
        </w:rPr>
        <w:t>Žádáme zadavatele o doplnění správného výpisu prvků.</w:t>
      </w:r>
    </w:p>
    <w:p w14:paraId="28A89EDB" w14:textId="77777777" w:rsidR="00F52FC1" w:rsidRPr="004F5C44" w:rsidRDefault="00F52FC1" w:rsidP="00047078">
      <w:pPr>
        <w:spacing w:after="0"/>
        <w:rPr>
          <w:rFonts w:eastAsia="Calibri" w:cs="Times New Roman"/>
          <w:b/>
          <w:lang w:eastAsia="cs-CZ"/>
        </w:rPr>
      </w:pPr>
    </w:p>
    <w:p w14:paraId="67E305A2" w14:textId="77777777" w:rsidR="00F52FC1" w:rsidRPr="004F5C44" w:rsidRDefault="00F52FC1" w:rsidP="00047078">
      <w:pPr>
        <w:spacing w:after="0"/>
        <w:rPr>
          <w:rFonts w:eastAsia="Calibri" w:cs="Times New Roman"/>
          <w:b/>
          <w:lang w:eastAsia="cs-CZ"/>
        </w:rPr>
      </w:pPr>
      <w:r w:rsidRPr="004F5C44">
        <w:rPr>
          <w:rFonts w:eastAsia="Calibri" w:cs="Times New Roman"/>
          <w:b/>
          <w:lang w:eastAsia="cs-CZ"/>
        </w:rPr>
        <w:t xml:space="preserve">Odpověď: </w:t>
      </w:r>
    </w:p>
    <w:p w14:paraId="75E2F23B" w14:textId="3B7E4C1F" w:rsidR="00DC044F" w:rsidRPr="004F5C44" w:rsidRDefault="00EC0C96" w:rsidP="00F52FC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b/>
          <w:lang w:eastAsia="cs-CZ"/>
        </w:rPr>
        <w:t>Byla upravena dokumentace</w:t>
      </w:r>
      <w:r w:rsidR="00524285" w:rsidRPr="004F5C44">
        <w:rPr>
          <w:rFonts w:eastAsia="Times New Roman" w:cs="Times New Roman"/>
          <w:b/>
          <w:lang w:eastAsia="cs-CZ"/>
        </w:rPr>
        <w:t>:</w:t>
      </w:r>
    </w:p>
    <w:p w14:paraId="58880B2B" w14:textId="0EC7FFDA" w:rsidR="00DC044F" w:rsidRPr="004F5C44" w:rsidRDefault="00DC044F" w:rsidP="00F52FC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F5C44">
        <w:rPr>
          <w:rFonts w:eastAsia="Times New Roman" w:cs="Times New Roman"/>
          <w:lang w:eastAsia="cs-CZ"/>
        </w:rPr>
        <w:t>Výpis prvk</w:t>
      </w:r>
      <w:r w:rsidR="00030E5A" w:rsidRPr="004F5C44">
        <w:rPr>
          <w:rFonts w:eastAsia="Times New Roman" w:cs="Times New Roman"/>
          <w:lang w:eastAsia="cs-CZ"/>
        </w:rPr>
        <w:t>ů</w:t>
      </w:r>
      <w:r w:rsidRPr="004F5C44">
        <w:rPr>
          <w:rFonts w:eastAsia="Times New Roman" w:cs="Times New Roman"/>
          <w:lang w:eastAsia="cs-CZ"/>
        </w:rPr>
        <w:t xml:space="preserve"> k SO 26</w:t>
      </w:r>
      <w:r w:rsidR="00941897" w:rsidRPr="004F5C44">
        <w:rPr>
          <w:rFonts w:eastAsia="Times New Roman" w:cs="Times New Roman"/>
          <w:lang w:eastAsia="cs-CZ"/>
        </w:rPr>
        <w:t>-</w:t>
      </w:r>
      <w:r w:rsidRPr="004F5C44">
        <w:rPr>
          <w:rFonts w:eastAsia="Times New Roman" w:cs="Times New Roman"/>
          <w:lang w:eastAsia="cs-CZ"/>
        </w:rPr>
        <w:t>79</w:t>
      </w:r>
      <w:r w:rsidR="00941897" w:rsidRPr="004F5C44">
        <w:rPr>
          <w:rFonts w:eastAsia="Times New Roman" w:cs="Times New Roman"/>
          <w:lang w:eastAsia="cs-CZ"/>
        </w:rPr>
        <w:t>-</w:t>
      </w:r>
      <w:r w:rsidRPr="004F5C44">
        <w:rPr>
          <w:rFonts w:eastAsia="Times New Roman" w:cs="Times New Roman"/>
          <w:lang w:eastAsia="cs-CZ"/>
        </w:rPr>
        <w:t>01</w:t>
      </w:r>
      <w:r w:rsidR="00941897" w:rsidRPr="004F5C44">
        <w:rPr>
          <w:rFonts w:eastAsia="Times New Roman" w:cs="Times New Roman"/>
          <w:lang w:eastAsia="cs-CZ"/>
        </w:rPr>
        <w:t>.</w:t>
      </w:r>
      <w:r w:rsidRPr="004F5C44">
        <w:rPr>
          <w:rFonts w:eastAsia="Times New Roman" w:cs="Times New Roman"/>
          <w:lang w:eastAsia="cs-CZ"/>
        </w:rPr>
        <w:t xml:space="preserve">03 </w:t>
      </w:r>
    </w:p>
    <w:p w14:paraId="5C7912C2" w14:textId="77777777" w:rsidR="00F52FC1" w:rsidRPr="004F5C44" w:rsidRDefault="00F52FC1" w:rsidP="00F52FC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ACDDA1C" w14:textId="77777777" w:rsidR="00664163" w:rsidRPr="00BD5319" w:rsidRDefault="00664163" w:rsidP="004F5C44">
      <w:pPr>
        <w:spacing w:after="0" w:line="240" w:lineRule="auto"/>
        <w:rPr>
          <w:rFonts w:eastAsia="Times New Roman" w:cs="Times New Roman"/>
          <w:lang w:eastAsia="cs-CZ"/>
        </w:rPr>
      </w:pPr>
    </w:p>
    <w:p w14:paraId="36353B3D" w14:textId="2DA31280" w:rsidR="00664163" w:rsidRDefault="00664163" w:rsidP="004F5C44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lastRenderedPageBreak/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</w:t>
      </w:r>
      <w:r w:rsidRPr="004F5C44">
        <w:rPr>
          <w:rFonts w:eastAsia="Times New Roman" w:cs="Times New Roman"/>
          <w:lang w:eastAsia="cs-CZ"/>
        </w:rPr>
        <w:t xml:space="preserve">ze dne </w:t>
      </w:r>
      <w:r w:rsidR="004F5C44" w:rsidRPr="004F5C44">
        <w:rPr>
          <w:rFonts w:eastAsia="Times New Roman" w:cs="Times New Roman"/>
          <w:lang w:eastAsia="cs-CZ"/>
        </w:rPr>
        <w:t>10. 10. 2024</w:t>
      </w:r>
      <w:r w:rsidRPr="004F5C44">
        <w:rPr>
          <w:rFonts w:eastAsia="Times New Roman" w:cs="Times New Roman"/>
          <w:lang w:eastAsia="cs-CZ"/>
        </w:rPr>
        <w:t xml:space="preserve"> na den </w:t>
      </w:r>
      <w:r w:rsidR="004F5C44" w:rsidRPr="004F5C44">
        <w:rPr>
          <w:rFonts w:eastAsia="Times New Roman" w:cs="Times New Roman"/>
          <w:b/>
          <w:lang w:eastAsia="cs-CZ"/>
        </w:rPr>
        <w:t>11. 10. 2024</w:t>
      </w:r>
      <w:r w:rsidRPr="004F5C44">
        <w:rPr>
          <w:rFonts w:eastAsia="Times New Roman" w:cs="Times New Roman"/>
          <w:lang w:eastAsia="cs-CZ"/>
        </w:rPr>
        <w:t>.</w:t>
      </w: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F6D20B" w14:textId="727CA720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060C6D" w:rsidRPr="00F652BF">
        <w:rPr>
          <w:rFonts w:eastAsia="Times New Roman" w:cs="Times New Roman"/>
          <w:lang w:eastAsia="cs-CZ"/>
        </w:rPr>
        <w:t>Z2024-029160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3CEDD512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</w:t>
      </w:r>
      <w:r w:rsidRPr="004F5C44">
        <w:rPr>
          <w:rFonts w:eastAsia="Times New Roman" w:cs="Times New Roman"/>
          <w:lang w:eastAsia="cs-CZ"/>
        </w:rPr>
        <w:t xml:space="preserve">datum </w:t>
      </w:r>
      <w:r w:rsidR="004F5C44" w:rsidRPr="004F5C44">
        <w:rPr>
          <w:rFonts w:eastAsia="Times New Roman" w:cs="Times New Roman"/>
          <w:lang w:eastAsia="cs-CZ"/>
        </w:rPr>
        <w:t>10.10.2024</w:t>
      </w:r>
      <w:r w:rsidRPr="004F5C44">
        <w:rPr>
          <w:rFonts w:eastAsia="Times New Roman" w:cs="Times New Roman"/>
          <w:lang w:eastAsia="cs-CZ"/>
        </w:rPr>
        <w:t xml:space="preserve"> a </w:t>
      </w:r>
      <w:r w:rsidRPr="004F5C44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4F5C44" w:rsidRPr="004F5C44">
        <w:rPr>
          <w:rFonts w:eastAsia="Times New Roman" w:cs="Times New Roman"/>
          <w:b/>
          <w:bCs/>
          <w:color w:val="000000" w:themeColor="text1"/>
          <w:lang w:eastAsia="cs-CZ"/>
        </w:rPr>
        <w:t>11.10.2024</w:t>
      </w:r>
      <w:r w:rsidRPr="004F5C44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674147A5" w:rsidR="0066416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F5C44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068FF97E" w14:textId="34622342" w:rsidR="00041E48" w:rsidRDefault="00041E48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041E48">
        <w:rPr>
          <w:rFonts w:eastAsia="Calibri" w:cs="Times New Roman"/>
          <w:bCs/>
          <w:lang w:eastAsia="cs-CZ"/>
        </w:rPr>
        <w:t>SO266101_03_2_005</w:t>
      </w:r>
      <w:r>
        <w:rPr>
          <w:rFonts w:eastAsia="Calibri" w:cs="Times New Roman"/>
          <w:bCs/>
          <w:lang w:eastAsia="cs-CZ"/>
        </w:rPr>
        <w:t>.pdf</w:t>
      </w:r>
    </w:p>
    <w:p w14:paraId="4CA75E47" w14:textId="6A2DE515" w:rsidR="00041E48" w:rsidRDefault="005B05D6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5B05D6">
        <w:rPr>
          <w:rFonts w:eastAsia="Calibri" w:cs="Times New Roman"/>
          <w:bCs/>
          <w:lang w:eastAsia="cs-CZ"/>
        </w:rPr>
        <w:t>SO266101_05_2_005</w:t>
      </w:r>
      <w:r>
        <w:rPr>
          <w:rFonts w:eastAsia="Calibri" w:cs="Times New Roman"/>
          <w:bCs/>
          <w:lang w:eastAsia="cs-CZ"/>
        </w:rPr>
        <w:t>.pdf</w:t>
      </w:r>
    </w:p>
    <w:p w14:paraId="6CED65BA" w14:textId="03788BE6" w:rsidR="005B05D6" w:rsidRDefault="005B05D6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5B05D6">
        <w:rPr>
          <w:rFonts w:eastAsia="Calibri" w:cs="Times New Roman"/>
          <w:bCs/>
          <w:lang w:eastAsia="cs-CZ"/>
        </w:rPr>
        <w:t>SO266101_07_1_001</w:t>
      </w:r>
      <w:r>
        <w:rPr>
          <w:rFonts w:eastAsia="Calibri" w:cs="Times New Roman"/>
          <w:bCs/>
          <w:lang w:eastAsia="cs-CZ"/>
        </w:rPr>
        <w:t>.pdf</w:t>
      </w:r>
    </w:p>
    <w:p w14:paraId="6977BF55" w14:textId="15CE0857" w:rsidR="005B05D6" w:rsidRDefault="005B05D6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5B05D6">
        <w:rPr>
          <w:rFonts w:eastAsia="Calibri" w:cs="Times New Roman"/>
          <w:bCs/>
          <w:lang w:eastAsia="cs-CZ"/>
        </w:rPr>
        <w:t>SO267901_02_2_008</w:t>
      </w:r>
      <w:r>
        <w:rPr>
          <w:rFonts w:eastAsia="Calibri" w:cs="Times New Roman"/>
          <w:bCs/>
          <w:lang w:eastAsia="cs-CZ"/>
        </w:rPr>
        <w:t>.pdf</w:t>
      </w:r>
    </w:p>
    <w:p w14:paraId="79435B5D" w14:textId="171B5553" w:rsidR="005B05D6" w:rsidRDefault="005B05D6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5B05D6">
        <w:rPr>
          <w:rFonts w:eastAsia="Calibri" w:cs="Times New Roman"/>
          <w:bCs/>
          <w:lang w:eastAsia="cs-CZ"/>
        </w:rPr>
        <w:t>SO267901_03_2_008</w:t>
      </w:r>
      <w:r>
        <w:rPr>
          <w:rFonts w:eastAsia="Calibri" w:cs="Times New Roman"/>
          <w:bCs/>
          <w:lang w:eastAsia="cs-CZ"/>
        </w:rPr>
        <w:t>.pdf</w:t>
      </w:r>
    </w:p>
    <w:p w14:paraId="6C2260FC" w14:textId="09D141F7" w:rsidR="005B05D6" w:rsidRDefault="005B05D6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5B05D6">
        <w:rPr>
          <w:rFonts w:eastAsia="Calibri" w:cs="Times New Roman"/>
          <w:bCs/>
          <w:lang w:eastAsia="cs-CZ"/>
        </w:rPr>
        <w:t>SO267901_03_2_009</w:t>
      </w:r>
      <w:r>
        <w:rPr>
          <w:rFonts w:eastAsia="Calibri" w:cs="Times New Roman"/>
          <w:bCs/>
          <w:lang w:eastAsia="cs-CZ"/>
        </w:rPr>
        <w:t>.pdf</w:t>
      </w:r>
    </w:p>
    <w:p w14:paraId="0D807379" w14:textId="70E25F5D" w:rsidR="005B05D6" w:rsidRDefault="005B05D6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5B05D6">
        <w:rPr>
          <w:rFonts w:eastAsia="Calibri" w:cs="Times New Roman"/>
          <w:bCs/>
          <w:lang w:eastAsia="cs-CZ"/>
        </w:rPr>
        <w:t>SO267901_04_2_011</w:t>
      </w:r>
      <w:r>
        <w:rPr>
          <w:rFonts w:eastAsia="Calibri" w:cs="Times New Roman"/>
          <w:bCs/>
          <w:lang w:eastAsia="cs-CZ"/>
        </w:rPr>
        <w:t>.pdf</w:t>
      </w:r>
    </w:p>
    <w:p w14:paraId="109FC33D" w14:textId="77777777" w:rsidR="00041E48" w:rsidRPr="00041E48" w:rsidRDefault="00041E48" w:rsidP="00041E48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041E48">
        <w:rPr>
          <w:rFonts w:eastAsia="Calibri" w:cs="Times New Roman"/>
          <w:lang w:eastAsia="cs-CZ"/>
        </w:rPr>
        <w:t>XDC_Ceska-Trebova-cast1-zm16-20240912.xml</w:t>
      </w:r>
    </w:p>
    <w:p w14:paraId="5C11B36E" w14:textId="77777777" w:rsidR="00041E48" w:rsidRPr="00041E48" w:rsidRDefault="00041E48" w:rsidP="00041E48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041E48">
        <w:rPr>
          <w:rFonts w:eastAsia="Calibri" w:cs="Times New Roman"/>
          <w:lang w:eastAsia="cs-CZ"/>
        </w:rPr>
        <w:t>XDC_Ceska-Trebova-cast2-zm16-20240912.xml</w:t>
      </w:r>
    </w:p>
    <w:p w14:paraId="2E1D6C9C" w14:textId="77777777" w:rsidR="00041E48" w:rsidRPr="00041E48" w:rsidRDefault="00041E48" w:rsidP="00041E48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041E48">
        <w:rPr>
          <w:rFonts w:eastAsia="Calibri" w:cs="Times New Roman"/>
          <w:lang w:eastAsia="cs-CZ"/>
        </w:rPr>
        <w:t>XLS_Ceska-Trebova-cast1-zm16-20240912.xlsx</w:t>
      </w:r>
    </w:p>
    <w:p w14:paraId="39DC7ADC" w14:textId="77777777" w:rsidR="00041E48" w:rsidRPr="00041E48" w:rsidRDefault="00041E48" w:rsidP="00041E48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041E48">
        <w:rPr>
          <w:rFonts w:eastAsia="Calibri" w:cs="Times New Roman"/>
          <w:lang w:eastAsia="cs-CZ"/>
        </w:rPr>
        <w:t>XLS_Ceska-Trebova-cast2-zm16-20240912.xlsx</w:t>
      </w:r>
    </w:p>
    <w:p w14:paraId="536E93FA" w14:textId="77777777" w:rsidR="00041E48" w:rsidRPr="00BD5319" w:rsidRDefault="00041E48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6F68EDF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F5C44">
        <w:rPr>
          <w:rFonts w:eastAsia="Calibri" w:cs="Times New Roman"/>
          <w:lang w:eastAsia="cs-CZ"/>
        </w:rPr>
        <w:t>V Praze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511A7E2" w14:textId="0BD3ACC6" w:rsidR="00664163" w:rsidRPr="00A77E57" w:rsidRDefault="00664163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31623FBA" w14:textId="77777777" w:rsidR="00664163" w:rsidRPr="004F5C44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4F5C44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4F5C44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4F5C44">
        <w:rPr>
          <w:rFonts w:ascii="Verdana" w:hAnsi="Verdana" w:cs="Verdana"/>
        </w:rPr>
        <w:t>ředitel odboru investičního</w:t>
      </w:r>
    </w:p>
    <w:p w14:paraId="50A8C07C" w14:textId="77777777" w:rsidR="00664163" w:rsidRPr="004F5C44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4F5C44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4F5C44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76E81" w14:textId="77777777" w:rsidR="001E7786" w:rsidRDefault="001E7786" w:rsidP="00962258">
      <w:pPr>
        <w:spacing w:after="0" w:line="240" w:lineRule="auto"/>
      </w:pPr>
      <w:r>
        <w:separator/>
      </w:r>
    </w:p>
  </w:endnote>
  <w:endnote w:type="continuationSeparator" w:id="0">
    <w:p w14:paraId="68E0FCF3" w14:textId="77777777" w:rsidR="001E7786" w:rsidRDefault="001E77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1762FE" w:rsidRPr="00B8518B" w:rsidRDefault="001762F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189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189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1762FE" w:rsidRDefault="001762F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1762FE" w:rsidRDefault="001762FE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1762FE" w:rsidRDefault="001762FE" w:rsidP="00D831A3">
          <w:pPr>
            <w:pStyle w:val="Zpat"/>
          </w:pPr>
        </w:p>
      </w:tc>
    </w:tr>
  </w:tbl>
  <w:p w14:paraId="4B4C89F7" w14:textId="77777777" w:rsidR="001762FE" w:rsidRPr="00B8518B" w:rsidRDefault="001762F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1762FE" w:rsidRPr="00B8518B" w:rsidRDefault="001762F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18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189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1762FE" w:rsidRDefault="001762FE" w:rsidP="001762FE">
          <w:pPr>
            <w:pStyle w:val="Zpat"/>
          </w:pPr>
          <w:r>
            <w:t>Správa železnic, státní organizace</w:t>
          </w:r>
        </w:p>
        <w:p w14:paraId="18A64E1B" w14:textId="77777777" w:rsidR="001762FE" w:rsidRDefault="001762FE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1762FE" w:rsidRDefault="001762FE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1762FE" w:rsidRDefault="001762FE" w:rsidP="001762FE">
          <w:pPr>
            <w:pStyle w:val="Zpat"/>
          </w:pPr>
          <w:r>
            <w:t>IČO: 709 94 234 DIČ: CZ 709 94 234</w:t>
          </w:r>
        </w:p>
        <w:p w14:paraId="51186120" w14:textId="77777777" w:rsidR="001762FE" w:rsidRDefault="001762FE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1762FE" w:rsidRDefault="001762FE" w:rsidP="001762FE">
          <w:pPr>
            <w:pStyle w:val="Zpat"/>
          </w:pPr>
        </w:p>
      </w:tc>
    </w:tr>
  </w:tbl>
  <w:p w14:paraId="50E20CCC" w14:textId="77777777" w:rsidR="001762FE" w:rsidRPr="00B8518B" w:rsidRDefault="001762F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1762FE" w:rsidRPr="00460660" w:rsidRDefault="001762F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A2838" w14:textId="77777777" w:rsidR="001E7786" w:rsidRDefault="001E7786" w:rsidP="00962258">
      <w:pPr>
        <w:spacing w:after="0" w:line="240" w:lineRule="auto"/>
      </w:pPr>
      <w:r>
        <w:separator/>
      </w:r>
    </w:p>
  </w:footnote>
  <w:footnote w:type="continuationSeparator" w:id="0">
    <w:p w14:paraId="04AA8A61" w14:textId="77777777" w:rsidR="001E7786" w:rsidRDefault="001E778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1762FE" w:rsidRPr="00B8518B" w:rsidRDefault="001762F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1762FE" w:rsidRDefault="001762F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1762FE" w:rsidRPr="00D6163D" w:rsidRDefault="001762FE" w:rsidP="00D6163D">
          <w:pPr>
            <w:pStyle w:val="Druhdokumentu"/>
          </w:pPr>
        </w:p>
      </w:tc>
    </w:tr>
  </w:tbl>
  <w:p w14:paraId="755AA0FB" w14:textId="77777777" w:rsidR="001762FE" w:rsidRPr="00D6163D" w:rsidRDefault="001762F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1762FE" w:rsidRPr="00B8518B" w:rsidRDefault="001762F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1762FE" w:rsidRPr="00D6163D" w:rsidRDefault="001762FE" w:rsidP="00FC6389">
          <w:pPr>
            <w:pStyle w:val="Druhdokumentu"/>
          </w:pPr>
        </w:p>
      </w:tc>
    </w:tr>
    <w:tr w:rsidR="001762FE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1762FE" w:rsidRPr="00B8518B" w:rsidRDefault="001762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1762FE" w:rsidRDefault="001762FE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1762FE" w:rsidRPr="00D6163D" w:rsidRDefault="001762F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1762FE" w:rsidRPr="00460660" w:rsidRDefault="001762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F5B6FBC"/>
    <w:multiLevelType w:val="hybridMultilevel"/>
    <w:tmpl w:val="99A621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C688B"/>
    <w:multiLevelType w:val="hybridMultilevel"/>
    <w:tmpl w:val="4002EF44"/>
    <w:lvl w:ilvl="0" w:tplc="939434A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8224C"/>
    <w:multiLevelType w:val="hybridMultilevel"/>
    <w:tmpl w:val="F2C88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342F98"/>
    <w:multiLevelType w:val="hybridMultilevel"/>
    <w:tmpl w:val="79DA3B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13"/>
  </w:num>
  <w:num w:numId="5">
    <w:abstractNumId w:val="0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4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9"/>
  </w:num>
  <w:num w:numId="15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25A05"/>
    <w:rsid w:val="00030E5A"/>
    <w:rsid w:val="00033432"/>
    <w:rsid w:val="000335CC"/>
    <w:rsid w:val="00041E48"/>
    <w:rsid w:val="000421E7"/>
    <w:rsid w:val="00047078"/>
    <w:rsid w:val="00060C6D"/>
    <w:rsid w:val="00072C1E"/>
    <w:rsid w:val="000B3A82"/>
    <w:rsid w:val="000B6C7E"/>
    <w:rsid w:val="000B7907"/>
    <w:rsid w:val="000C0429"/>
    <w:rsid w:val="000C45E8"/>
    <w:rsid w:val="000E04AD"/>
    <w:rsid w:val="00114472"/>
    <w:rsid w:val="00126E93"/>
    <w:rsid w:val="001512E9"/>
    <w:rsid w:val="00170EC5"/>
    <w:rsid w:val="00171BD8"/>
    <w:rsid w:val="001747C1"/>
    <w:rsid w:val="001762FE"/>
    <w:rsid w:val="0018596A"/>
    <w:rsid w:val="001B69C2"/>
    <w:rsid w:val="001C2064"/>
    <w:rsid w:val="001C4DA0"/>
    <w:rsid w:val="001C6C78"/>
    <w:rsid w:val="001E7786"/>
    <w:rsid w:val="00207DF5"/>
    <w:rsid w:val="00267369"/>
    <w:rsid w:val="0026785D"/>
    <w:rsid w:val="0027712A"/>
    <w:rsid w:val="00280536"/>
    <w:rsid w:val="00296D39"/>
    <w:rsid w:val="002A59FE"/>
    <w:rsid w:val="002C31BF"/>
    <w:rsid w:val="002E0CD7"/>
    <w:rsid w:val="002F026B"/>
    <w:rsid w:val="00335122"/>
    <w:rsid w:val="00357BC6"/>
    <w:rsid w:val="0037111D"/>
    <w:rsid w:val="003756B9"/>
    <w:rsid w:val="00394E4E"/>
    <w:rsid w:val="003956C6"/>
    <w:rsid w:val="003B26A4"/>
    <w:rsid w:val="003B35C8"/>
    <w:rsid w:val="003B7930"/>
    <w:rsid w:val="003E05B7"/>
    <w:rsid w:val="003E6B9A"/>
    <w:rsid w:val="003E75CE"/>
    <w:rsid w:val="0041380F"/>
    <w:rsid w:val="004312C8"/>
    <w:rsid w:val="00450F07"/>
    <w:rsid w:val="00453CD3"/>
    <w:rsid w:val="00455BC7"/>
    <w:rsid w:val="00460660"/>
    <w:rsid w:val="00460CCB"/>
    <w:rsid w:val="00477370"/>
    <w:rsid w:val="00480C6D"/>
    <w:rsid w:val="00486107"/>
    <w:rsid w:val="00491827"/>
    <w:rsid w:val="004926B0"/>
    <w:rsid w:val="004A0F75"/>
    <w:rsid w:val="004A7C69"/>
    <w:rsid w:val="004C4399"/>
    <w:rsid w:val="004C69ED"/>
    <w:rsid w:val="004C787C"/>
    <w:rsid w:val="004F1F42"/>
    <w:rsid w:val="004F4B9B"/>
    <w:rsid w:val="004F5C44"/>
    <w:rsid w:val="00501654"/>
    <w:rsid w:val="005043B3"/>
    <w:rsid w:val="00511AB9"/>
    <w:rsid w:val="00523EA7"/>
    <w:rsid w:val="00524285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05D6"/>
    <w:rsid w:val="005B254B"/>
    <w:rsid w:val="005B5EE9"/>
    <w:rsid w:val="005E6916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4F87"/>
    <w:rsid w:val="007D4499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D03B9"/>
    <w:rsid w:val="008F18D6"/>
    <w:rsid w:val="00904780"/>
    <w:rsid w:val="009113A8"/>
    <w:rsid w:val="009172D5"/>
    <w:rsid w:val="00922385"/>
    <w:rsid w:val="009223DF"/>
    <w:rsid w:val="00922432"/>
    <w:rsid w:val="00936091"/>
    <w:rsid w:val="00940D8A"/>
    <w:rsid w:val="00941897"/>
    <w:rsid w:val="00953B2A"/>
    <w:rsid w:val="00962258"/>
    <w:rsid w:val="009678B7"/>
    <w:rsid w:val="009809EA"/>
    <w:rsid w:val="00982411"/>
    <w:rsid w:val="00992D9C"/>
    <w:rsid w:val="00996CB8"/>
    <w:rsid w:val="009A7568"/>
    <w:rsid w:val="009B2E97"/>
    <w:rsid w:val="009B3C69"/>
    <w:rsid w:val="009B72CC"/>
    <w:rsid w:val="009C105B"/>
    <w:rsid w:val="009C7B39"/>
    <w:rsid w:val="009E07F4"/>
    <w:rsid w:val="009F392E"/>
    <w:rsid w:val="00A02302"/>
    <w:rsid w:val="00A0337D"/>
    <w:rsid w:val="00A44328"/>
    <w:rsid w:val="00A6177B"/>
    <w:rsid w:val="00A66136"/>
    <w:rsid w:val="00A76A14"/>
    <w:rsid w:val="00A817AA"/>
    <w:rsid w:val="00AA4CBB"/>
    <w:rsid w:val="00AA65FA"/>
    <w:rsid w:val="00AA7351"/>
    <w:rsid w:val="00AB4033"/>
    <w:rsid w:val="00AC5A0F"/>
    <w:rsid w:val="00AD056F"/>
    <w:rsid w:val="00AD2773"/>
    <w:rsid w:val="00AD6731"/>
    <w:rsid w:val="00AE1DDE"/>
    <w:rsid w:val="00B15B5E"/>
    <w:rsid w:val="00B15D0D"/>
    <w:rsid w:val="00B1784C"/>
    <w:rsid w:val="00B23CA3"/>
    <w:rsid w:val="00B347BE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E5EFB"/>
    <w:rsid w:val="00BF374D"/>
    <w:rsid w:val="00BF6D48"/>
    <w:rsid w:val="00C02D0A"/>
    <w:rsid w:val="00C03A6E"/>
    <w:rsid w:val="00C30759"/>
    <w:rsid w:val="00C44F6A"/>
    <w:rsid w:val="00C51999"/>
    <w:rsid w:val="00C727E5"/>
    <w:rsid w:val="00C8207D"/>
    <w:rsid w:val="00CB7B5A"/>
    <w:rsid w:val="00CC1E2B"/>
    <w:rsid w:val="00CD1FC4"/>
    <w:rsid w:val="00CE060C"/>
    <w:rsid w:val="00CE0943"/>
    <w:rsid w:val="00CE371D"/>
    <w:rsid w:val="00D02A4D"/>
    <w:rsid w:val="00D21061"/>
    <w:rsid w:val="00D31450"/>
    <w:rsid w:val="00D316A7"/>
    <w:rsid w:val="00D4108E"/>
    <w:rsid w:val="00D548C8"/>
    <w:rsid w:val="00D6163D"/>
    <w:rsid w:val="00D63009"/>
    <w:rsid w:val="00D831A3"/>
    <w:rsid w:val="00D902AD"/>
    <w:rsid w:val="00DA6FFE"/>
    <w:rsid w:val="00DC044F"/>
    <w:rsid w:val="00DC3110"/>
    <w:rsid w:val="00DC5E8D"/>
    <w:rsid w:val="00DD46F3"/>
    <w:rsid w:val="00DD58A6"/>
    <w:rsid w:val="00DE56F2"/>
    <w:rsid w:val="00DF116D"/>
    <w:rsid w:val="00E10710"/>
    <w:rsid w:val="00E22BBB"/>
    <w:rsid w:val="00E422A4"/>
    <w:rsid w:val="00E76BBF"/>
    <w:rsid w:val="00E824F1"/>
    <w:rsid w:val="00EB104F"/>
    <w:rsid w:val="00EC0C96"/>
    <w:rsid w:val="00ED14BD"/>
    <w:rsid w:val="00F01440"/>
    <w:rsid w:val="00F12DEC"/>
    <w:rsid w:val="00F1715C"/>
    <w:rsid w:val="00F27DEF"/>
    <w:rsid w:val="00F310F8"/>
    <w:rsid w:val="00F31794"/>
    <w:rsid w:val="00F35939"/>
    <w:rsid w:val="00F45607"/>
    <w:rsid w:val="00F52FC1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B84BA1-F1AD-4343-A18E-0FC434404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24</TotalTime>
  <Pages>8</Pages>
  <Words>3015</Words>
  <Characters>17791</Characters>
  <Application>Microsoft Office Word</Application>
  <DocSecurity>0</DocSecurity>
  <Lines>148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20765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9</cp:revision>
  <cp:lastPrinted>2019-02-22T13:28:00Z</cp:lastPrinted>
  <dcterms:created xsi:type="dcterms:W3CDTF">2024-09-11T13:55:00Z</dcterms:created>
  <dcterms:modified xsi:type="dcterms:W3CDTF">2024-09-12T08:17:00Z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